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31C44" w14:textId="62313623" w:rsidR="0081654A" w:rsidRPr="0081654A" w:rsidRDefault="00B365F5" w:rsidP="0081654A">
      <w:pPr>
        <w:spacing w:line="240" w:lineRule="auto"/>
        <w:jc w:val="right"/>
        <w:rPr>
          <w:rFonts w:cs="Arial"/>
          <w:b/>
          <w:bCs/>
          <w:color w:val="2F5496" w:themeColor="accent1" w:themeShade="BF"/>
          <w:sz w:val="22"/>
          <w:szCs w:val="22"/>
          <w:lang w:val="sl-SI" w:eastAsia="sl-SI"/>
        </w:rPr>
      </w:pPr>
      <w:r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t>O</w:t>
      </w:r>
      <w:r w:rsidR="0081654A" w:rsidRPr="0081654A"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t>brazec št. 19: Izjava lastnika nepremičnine, da ne želi</w:t>
      </w:r>
      <w:r w:rsidR="0081654A" w:rsidRPr="0081654A">
        <w:rPr>
          <w:rFonts w:cs="Arial"/>
          <w:b/>
          <w:bCs/>
          <w:color w:val="2F5496" w:themeColor="accent1" w:themeShade="BF"/>
          <w:sz w:val="22"/>
          <w:szCs w:val="22"/>
          <w:u w:val="single"/>
          <w:lang w:val="sl-SI" w:eastAsia="sl-SI"/>
        </w:rPr>
        <w:br/>
        <w:t>oz. ne dovoli gradnje širokopasovnega dostopa</w:t>
      </w:r>
    </w:p>
    <w:p w14:paraId="798047B3" w14:textId="77777777" w:rsidR="0081654A" w:rsidRPr="0081654A" w:rsidRDefault="0081654A" w:rsidP="0081654A">
      <w:pPr>
        <w:spacing w:line="240" w:lineRule="auto"/>
        <w:rPr>
          <w:rFonts w:cs="Arial"/>
          <w:bCs/>
          <w:snapToGrid w:val="0"/>
          <w:szCs w:val="20"/>
          <w:lang w:val="sl-SI" w:eastAsia="sl-SI"/>
        </w:rPr>
      </w:pPr>
    </w:p>
    <w:p w14:paraId="494B868D" w14:textId="77777777" w:rsidR="0081654A" w:rsidRPr="0081654A" w:rsidRDefault="0081654A" w:rsidP="0081654A">
      <w:pPr>
        <w:spacing w:line="240" w:lineRule="auto"/>
        <w:jc w:val="center"/>
        <w:rPr>
          <w:rFonts w:eastAsiaTheme="minorHAnsi" w:cs="Arial"/>
          <w:b/>
          <w:kern w:val="2"/>
          <w:szCs w:val="20"/>
          <w:lang w:val="sl-SI"/>
          <w14:ligatures w14:val="standardContextual"/>
        </w:rPr>
      </w:pPr>
      <w:r w:rsidRPr="0081654A">
        <w:rPr>
          <w:rFonts w:eastAsiaTheme="minorHAnsi" w:cs="Arial"/>
          <w:b/>
          <w:kern w:val="2"/>
          <w:szCs w:val="20"/>
          <w:lang w:val="sl-SI"/>
          <w14:ligatures w14:val="standardContextual"/>
        </w:rPr>
        <w:t>Javni razpis za sofinanciranje gradnje visokozmogljivih fiksnih širokopasovnih omrežij oziroma nadgradnjo obstoječih fiksnih omrežij (GOŠO6)</w:t>
      </w:r>
    </w:p>
    <w:p w14:paraId="7175B80B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tbl>
      <w:tblPr>
        <w:tblStyle w:val="Tabelasvetlamrea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7790"/>
      </w:tblGrid>
      <w:tr w:rsidR="0081654A" w:rsidRPr="0081654A" w14:paraId="25627136" w14:textId="77777777" w:rsidTr="00B365F5">
        <w:trPr>
          <w:trHeight w:val="534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829E" w14:textId="77777777" w:rsidR="0081654A" w:rsidRPr="0081654A" w:rsidRDefault="0081654A" w:rsidP="0081654A">
            <w:pPr>
              <w:spacing w:line="240" w:lineRule="auto"/>
              <w:ind w:left="312" w:right="-108" w:hanging="312"/>
              <w:rPr>
                <w:rFonts w:cs="Arial"/>
                <w:szCs w:val="20"/>
                <w:lang w:val="sl-SI" w:eastAsia="sl-SI"/>
              </w:rPr>
            </w:pPr>
            <w:r w:rsidRPr="0081654A">
              <w:rPr>
                <w:rFonts w:cs="Arial"/>
                <w:szCs w:val="20"/>
                <w:lang w:val="sl-SI" w:eastAsia="sl-SI"/>
              </w:rPr>
              <w:t>Prejemnik sredstev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D4B8" w14:textId="77777777" w:rsidR="0081654A" w:rsidRPr="0081654A" w:rsidRDefault="0081654A" w:rsidP="0081654A">
            <w:pPr>
              <w:spacing w:line="240" w:lineRule="auto"/>
              <w:ind w:left="39" w:right="23"/>
              <w:rPr>
                <w:rFonts w:cs="Arial"/>
                <w:bCs/>
                <w:szCs w:val="20"/>
                <w:lang w:val="sl-SI" w:eastAsia="sl-SI"/>
              </w:rPr>
            </w:pPr>
          </w:p>
        </w:tc>
      </w:tr>
      <w:tr w:rsidR="0081654A" w:rsidRPr="0081654A" w14:paraId="24755871" w14:textId="77777777" w:rsidTr="00B365F5">
        <w:trPr>
          <w:trHeight w:val="414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DA57" w14:textId="77777777" w:rsidR="0081654A" w:rsidRPr="0081654A" w:rsidRDefault="0081654A" w:rsidP="0081654A">
            <w:pPr>
              <w:spacing w:line="240" w:lineRule="auto"/>
              <w:ind w:left="312" w:right="-108" w:hanging="312"/>
              <w:rPr>
                <w:rFonts w:cs="Arial"/>
                <w:szCs w:val="20"/>
                <w:lang w:val="sl-SI" w:eastAsia="sl-SI"/>
              </w:rPr>
            </w:pPr>
            <w:r w:rsidRPr="0081654A">
              <w:rPr>
                <w:rFonts w:cs="Arial"/>
                <w:szCs w:val="20"/>
                <w:lang w:val="sl-SI" w:eastAsia="sl-SI"/>
              </w:rPr>
              <w:t>Sklop, občina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E82" w14:textId="77777777" w:rsidR="0081654A" w:rsidRPr="0081654A" w:rsidRDefault="0081654A" w:rsidP="0081654A">
            <w:pPr>
              <w:spacing w:line="240" w:lineRule="auto"/>
              <w:ind w:left="39" w:right="23"/>
              <w:rPr>
                <w:rFonts w:cs="Arial"/>
                <w:bCs/>
                <w:szCs w:val="20"/>
                <w:lang w:val="sl-SI" w:eastAsia="sl-SI"/>
              </w:rPr>
            </w:pPr>
          </w:p>
        </w:tc>
      </w:tr>
    </w:tbl>
    <w:p w14:paraId="44CE9A27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p w14:paraId="44FC9F5D" w14:textId="77777777" w:rsidR="0081654A" w:rsidRPr="0081654A" w:rsidRDefault="0081654A" w:rsidP="0081654A">
      <w:pPr>
        <w:spacing w:line="240" w:lineRule="auto"/>
        <w:rPr>
          <w:rFonts w:cs="Arial"/>
          <w:iCs/>
          <w:snapToGrid w:val="0"/>
          <w:szCs w:val="20"/>
          <w:lang w:val="sl-SI" w:eastAsia="sl-SI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81654A" w:rsidRPr="0081654A" w14:paraId="08689312" w14:textId="77777777" w:rsidTr="00B365F5">
        <w:trPr>
          <w:trHeight w:val="795"/>
        </w:trPr>
        <w:tc>
          <w:tcPr>
            <w:tcW w:w="4106" w:type="dxa"/>
          </w:tcPr>
          <w:p w14:paraId="2A7A7A6B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Ime in priimek lastnika nepremičnine</w:t>
            </w:r>
          </w:p>
        </w:tc>
        <w:tc>
          <w:tcPr>
            <w:tcW w:w="5523" w:type="dxa"/>
          </w:tcPr>
          <w:p w14:paraId="37B72739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</w:p>
        </w:tc>
      </w:tr>
    </w:tbl>
    <w:p w14:paraId="2EDED974" w14:textId="77777777" w:rsidR="0081654A" w:rsidRPr="0081654A" w:rsidRDefault="0081654A" w:rsidP="0081654A">
      <w:pPr>
        <w:spacing w:line="240" w:lineRule="auto"/>
        <w:rPr>
          <w:rFonts w:eastAsia="Calibri" w:cs="Arial"/>
          <w:snapToGrid w:val="0"/>
          <w:szCs w:val="20"/>
          <w:lang w:val="sl-SI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81654A" w:rsidRPr="00B365F5" w14:paraId="1E7A5E57" w14:textId="77777777" w:rsidTr="00B365F5">
        <w:trPr>
          <w:trHeight w:val="1590"/>
        </w:trPr>
        <w:tc>
          <w:tcPr>
            <w:tcW w:w="4106" w:type="dxa"/>
          </w:tcPr>
          <w:p w14:paraId="36490EA8" w14:textId="77777777" w:rsidR="0081654A" w:rsidRPr="0081654A" w:rsidRDefault="0081654A" w:rsidP="0081654A">
            <w:pPr>
              <w:spacing w:line="240" w:lineRule="auto"/>
              <w:jc w:val="both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Naslov nepremičnine, na katerem se nahaja gospodinjstvo, ki je bela lisa in na kateri lastnik te nepremičnine</w:t>
            </w:r>
            <w:r w:rsidRPr="0081654A">
              <w:rPr>
                <w:rFonts w:ascii="Calibri" w:eastAsia="Calibri" w:hAnsi="Calibri"/>
                <w:szCs w:val="20"/>
                <w:lang w:val="sl-SI" w:eastAsia="sl-SI"/>
              </w:rPr>
              <w:t xml:space="preserve"> </w:t>
            </w:r>
            <w:r w:rsidRPr="0081654A">
              <w:rPr>
                <w:rFonts w:eastAsia="Calibri" w:cs="Arial"/>
                <w:snapToGrid w:val="0"/>
                <w:szCs w:val="20"/>
                <w:lang w:val="sl-SI" w:eastAsia="sl-SI"/>
              </w:rPr>
              <w:t>ne želi oz. ne dovoli gradnje širokopasovnega dostopa)</w:t>
            </w:r>
          </w:p>
        </w:tc>
        <w:tc>
          <w:tcPr>
            <w:tcW w:w="5523" w:type="dxa"/>
          </w:tcPr>
          <w:p w14:paraId="2BC422DE" w14:textId="77777777" w:rsidR="0081654A" w:rsidRPr="0081654A" w:rsidRDefault="0081654A" w:rsidP="0081654A">
            <w:pPr>
              <w:spacing w:line="240" w:lineRule="auto"/>
              <w:rPr>
                <w:rFonts w:eastAsia="Calibri" w:cs="Arial"/>
                <w:snapToGrid w:val="0"/>
                <w:szCs w:val="20"/>
                <w:lang w:val="sl-SI" w:eastAsia="sl-SI"/>
              </w:rPr>
            </w:pPr>
          </w:p>
        </w:tc>
      </w:tr>
    </w:tbl>
    <w:p w14:paraId="5781F237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2F36142E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48B0E747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>Izjavljam, da ne želim oziroma ne dovolim gradnje odprtega širokopasovnega dostopa na zgoraj navedenem naslovu.</w:t>
      </w:r>
    </w:p>
    <w:p w14:paraId="45A55BF8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</w:p>
    <w:p w14:paraId="73C61660" w14:textId="27870363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 xml:space="preserve">Seznanjen sem s tem, da bo Ministrstvo za digitalno preobrazbo to izjavo preverilo, osebni podatki (ime, priimek, naslov) pa se bodo hranili za čas trajanja pogodbe o gradnji širokopasovnih omrežij </w:t>
      </w:r>
      <w:r w:rsidR="00F90D99">
        <w:rPr>
          <w:szCs w:val="20"/>
          <w:lang w:val="sl-SI" w:eastAsia="sl-SI"/>
        </w:rPr>
        <w:t>-</w:t>
      </w:r>
      <w:r w:rsidRPr="0081654A">
        <w:rPr>
          <w:szCs w:val="20"/>
          <w:lang w:val="sl-SI" w:eastAsia="sl-SI"/>
        </w:rPr>
        <w:t xml:space="preserve"> </w:t>
      </w:r>
      <w:r w:rsidR="00F90D99">
        <w:rPr>
          <w:szCs w:val="20"/>
          <w:lang w:val="sl-SI" w:eastAsia="sl-SI"/>
        </w:rPr>
        <w:t>pet</w:t>
      </w:r>
      <w:r w:rsidR="00FA6A41">
        <w:rPr>
          <w:szCs w:val="20"/>
          <w:lang w:val="sl-SI" w:eastAsia="sl-SI"/>
        </w:rPr>
        <w:t xml:space="preserve"> (</w:t>
      </w:r>
      <w:r w:rsidR="00F90D99">
        <w:rPr>
          <w:szCs w:val="20"/>
          <w:lang w:val="sl-SI" w:eastAsia="sl-SI"/>
        </w:rPr>
        <w:t>5</w:t>
      </w:r>
      <w:r w:rsidR="00FA6A41">
        <w:rPr>
          <w:szCs w:val="20"/>
          <w:lang w:val="sl-SI" w:eastAsia="sl-SI"/>
        </w:rPr>
        <w:t>)</w:t>
      </w:r>
      <w:r w:rsidRPr="0081654A">
        <w:rPr>
          <w:szCs w:val="20"/>
          <w:lang w:val="sl-SI" w:eastAsia="sl-SI"/>
        </w:rPr>
        <w:t xml:space="preserve"> let od sklenitve pogodbe.</w:t>
      </w:r>
    </w:p>
    <w:p w14:paraId="1155668D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szCs w:val="20"/>
          <w:lang w:val="sl-SI" w:eastAsia="sl-SI"/>
        </w:rPr>
      </w:pPr>
    </w:p>
    <w:p w14:paraId="144BE480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3E89BB99" w14:textId="77777777" w:rsidR="0081654A" w:rsidRPr="0081654A" w:rsidRDefault="0081654A" w:rsidP="0081654A">
      <w:pPr>
        <w:tabs>
          <w:tab w:val="left" w:pos="8139"/>
        </w:tabs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44EE9FCB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rFonts w:cs="Arial"/>
          <w:szCs w:val="20"/>
          <w:lang w:val="sl-SI" w:eastAsia="sl-SI"/>
        </w:rPr>
        <w:t>Kraj in datum:</w:t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>Podpis lastnika nepremičnine:</w:t>
      </w:r>
    </w:p>
    <w:p w14:paraId="117505F7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517298B1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34588E7A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445E9F6F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  <w:t>Naziv izvajalca:</w:t>
      </w:r>
    </w:p>
    <w:p w14:paraId="7D17393E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7EFBEA25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21527991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rFonts w:cs="Arial"/>
          <w:szCs w:val="20"/>
          <w:lang w:val="sl-SI" w:eastAsia="sl-SI"/>
        </w:rPr>
        <w:t xml:space="preserve">Ime in priimek predstavnika </w:t>
      </w:r>
      <w:bookmarkStart w:id="0" w:name="_Hlk174203710"/>
      <w:r w:rsidRPr="0081654A">
        <w:rPr>
          <w:rFonts w:cs="Arial"/>
          <w:szCs w:val="20"/>
          <w:lang w:val="sl-SI" w:eastAsia="sl-SI"/>
        </w:rPr>
        <w:t>prejemnika sredstev</w:t>
      </w:r>
      <w:bookmarkEnd w:id="0"/>
      <w:r w:rsidRPr="0081654A">
        <w:rPr>
          <w:rFonts w:cs="Arial"/>
          <w:szCs w:val="20"/>
          <w:lang w:val="sl-SI" w:eastAsia="sl-SI"/>
        </w:rPr>
        <w:t>:</w:t>
      </w:r>
    </w:p>
    <w:p w14:paraId="740E6758" w14:textId="77777777" w:rsidR="0081654A" w:rsidRPr="0081654A" w:rsidRDefault="0081654A" w:rsidP="0081654A">
      <w:pPr>
        <w:spacing w:line="240" w:lineRule="auto"/>
        <w:jc w:val="both"/>
        <w:rPr>
          <w:rFonts w:cs="Arial"/>
          <w:szCs w:val="20"/>
          <w:lang w:val="sl-SI" w:eastAsia="sl-SI"/>
        </w:rPr>
      </w:pPr>
    </w:p>
    <w:p w14:paraId="679F9998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</w:p>
    <w:p w14:paraId="70D45B85" w14:textId="77777777" w:rsidR="0081654A" w:rsidRPr="0081654A" w:rsidRDefault="0081654A" w:rsidP="0081654A">
      <w:pPr>
        <w:spacing w:line="240" w:lineRule="auto"/>
        <w:jc w:val="both"/>
        <w:rPr>
          <w:szCs w:val="20"/>
          <w:lang w:val="sl-SI" w:eastAsia="sl-SI"/>
        </w:rPr>
      </w:pP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</w:r>
      <w:r w:rsidRPr="0081654A">
        <w:rPr>
          <w:szCs w:val="20"/>
          <w:lang w:val="sl-SI" w:eastAsia="sl-SI"/>
        </w:rPr>
        <w:tab/>
        <w:t>Podpis</w:t>
      </w:r>
      <w:r w:rsidRPr="0081654A">
        <w:rPr>
          <w:rFonts w:asciiTheme="minorHAnsi" w:eastAsiaTheme="minorHAnsi" w:hAnsiTheme="minorHAnsi" w:cstheme="minorBidi"/>
          <w:kern w:val="2"/>
          <w:szCs w:val="20"/>
          <w:lang w:val="sl-SI"/>
          <w14:ligatures w14:val="standardContextual"/>
        </w:rPr>
        <w:t xml:space="preserve"> </w:t>
      </w:r>
      <w:r w:rsidRPr="0081654A">
        <w:rPr>
          <w:szCs w:val="20"/>
          <w:lang w:val="sl-SI" w:eastAsia="sl-SI"/>
        </w:rPr>
        <w:t>predstavnika prejemnika sredstev:</w:t>
      </w:r>
    </w:p>
    <w:p w14:paraId="1DC7EE76" w14:textId="77777777" w:rsidR="0081654A" w:rsidRPr="0081654A" w:rsidRDefault="0081654A" w:rsidP="0081654A">
      <w:pPr>
        <w:spacing w:line="240" w:lineRule="auto"/>
        <w:rPr>
          <w:rFonts w:eastAsia="Calibri" w:cs="Arial"/>
          <w:szCs w:val="20"/>
          <w:lang w:val="sl-SI" w:eastAsia="sl-SI"/>
        </w:rPr>
      </w:pPr>
    </w:p>
    <w:sectPr w:rsidR="0081654A" w:rsidRPr="0081654A" w:rsidSect="00B365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B74A4" w14:textId="77777777" w:rsidR="00527F97" w:rsidRDefault="00527F97">
      <w:r>
        <w:separator/>
      </w:r>
    </w:p>
  </w:endnote>
  <w:endnote w:type="continuationSeparator" w:id="0">
    <w:p w14:paraId="6DF6DB92" w14:textId="77777777" w:rsidR="00527F97" w:rsidRDefault="00527F97">
      <w:r>
        <w:continuationSeparator/>
      </w:r>
    </w:p>
  </w:endnote>
  <w:endnote w:type="continuationNotice" w:id="1">
    <w:p w14:paraId="1C952FB5" w14:textId="77777777" w:rsidR="00527F97" w:rsidRDefault="00527F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publika">
    <w:altName w:val="Calibri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4495" w14:textId="77777777" w:rsidR="00756959" w:rsidRDefault="0075695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2F25" w14:textId="2491F4D6" w:rsidR="00756959" w:rsidRDefault="00756959" w:rsidP="006759D5">
    <w:pPr>
      <w:pStyle w:val="Nog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DB3ED" w14:textId="77777777" w:rsidR="00756959" w:rsidRDefault="0075695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6A24" w14:textId="77777777" w:rsidR="00527F97" w:rsidRDefault="00527F97">
      <w:r>
        <w:separator/>
      </w:r>
    </w:p>
  </w:footnote>
  <w:footnote w:type="continuationSeparator" w:id="0">
    <w:p w14:paraId="560B6790" w14:textId="77777777" w:rsidR="00527F97" w:rsidRDefault="00527F97">
      <w:r>
        <w:continuationSeparator/>
      </w:r>
    </w:p>
  </w:footnote>
  <w:footnote w:type="continuationNotice" w:id="1">
    <w:p w14:paraId="67DBA856" w14:textId="77777777" w:rsidR="00527F97" w:rsidRDefault="00527F9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38D2" w14:textId="77777777" w:rsidR="00756959" w:rsidRDefault="00756959">
    <w:pPr>
      <w:pStyle w:val="Glava"/>
    </w:pPr>
  </w:p>
  <w:p w14:paraId="0DAFA82F" w14:textId="77777777" w:rsidR="00756959" w:rsidRDefault="007569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112B" w14:textId="77777777" w:rsidR="00F07D05" w:rsidRPr="0081654A" w:rsidRDefault="00F07D05" w:rsidP="00F07D05">
    <w:pPr>
      <w:autoSpaceDE w:val="0"/>
      <w:autoSpaceDN w:val="0"/>
      <w:adjustRightInd w:val="0"/>
      <w:spacing w:line="240" w:lineRule="auto"/>
      <w:rPr>
        <w:rFonts w:ascii="Republika" w:hAnsi="Republika"/>
        <w:szCs w:val="20"/>
        <w:lang w:val="sl-SI"/>
      </w:rPr>
    </w:pP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7872" behindDoc="0" locked="0" layoutInCell="1" allowOverlap="1" wp14:anchorId="10164D6E" wp14:editId="42A52FA1">
          <wp:simplePos x="0" y="0"/>
          <wp:positionH relativeFrom="column">
            <wp:posOffset>4939327</wp:posOffset>
          </wp:positionH>
          <wp:positionV relativeFrom="paragraph">
            <wp:posOffset>-78832</wp:posOffset>
          </wp:positionV>
          <wp:extent cx="1615440" cy="487680"/>
          <wp:effectExtent l="0" t="0" r="3810" b="7620"/>
          <wp:wrapNone/>
          <wp:docPr id="9" name="Slika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8896" behindDoc="0" locked="0" layoutInCell="1" allowOverlap="1" wp14:anchorId="562115F1" wp14:editId="4E53B250">
          <wp:simplePos x="0" y="0"/>
          <wp:positionH relativeFrom="column">
            <wp:posOffset>3116429</wp:posOffset>
          </wp:positionH>
          <wp:positionV relativeFrom="paragraph">
            <wp:posOffset>-47959</wp:posOffset>
          </wp:positionV>
          <wp:extent cx="1823085" cy="420370"/>
          <wp:effectExtent l="0" t="0" r="5715" b="0"/>
          <wp:wrapNone/>
          <wp:docPr id="13" name="Slika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noProof/>
        <w:sz w:val="60"/>
        <w:szCs w:val="60"/>
        <w:lang w:val="sl-SI"/>
      </w:rPr>
      <w:drawing>
        <wp:anchor distT="0" distB="0" distL="114300" distR="114300" simplePos="0" relativeHeight="251726848" behindDoc="0" locked="0" layoutInCell="1" allowOverlap="1" wp14:anchorId="7BEC9940" wp14:editId="3EC0258F">
          <wp:simplePos x="0" y="0"/>
          <wp:positionH relativeFrom="column">
            <wp:posOffset>-478361</wp:posOffset>
          </wp:positionH>
          <wp:positionV relativeFrom="paragraph">
            <wp:posOffset>-17145</wp:posOffset>
          </wp:positionV>
          <wp:extent cx="300355" cy="347980"/>
          <wp:effectExtent l="0" t="0" r="4445" b="0"/>
          <wp:wrapSquare wrapText="bothSides"/>
          <wp:docPr id="14" name="Slika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54A">
      <w:rPr>
        <w:rFonts w:ascii="Republika" w:hAnsi="Republika"/>
        <w:noProof/>
        <w:szCs w:val="20"/>
        <w:lang w:val="sl-SI"/>
      </w:rPr>
      <mc:AlternateContent>
        <mc:Choice Requires="wps">
          <w:drawing>
            <wp:anchor distT="4294967293" distB="4294967293" distL="114300" distR="114300" simplePos="0" relativeHeight="251725824" behindDoc="1" locked="0" layoutInCell="0" allowOverlap="1" wp14:anchorId="6C6DBBC8" wp14:editId="48C9E9E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0" b="0"/>
              <wp:wrapNone/>
              <wp:docPr id="7" name="Line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0DD802" id="Line 11" o:spid="_x0000_s1026" alt="&quot;&quot;" style="position:absolute;z-index:-251590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<w10:wrap anchory="page"/>
            </v:line>
          </w:pict>
        </mc:Fallback>
      </mc:AlternateContent>
    </w:r>
    <w:r w:rsidRPr="0081654A">
      <w:rPr>
        <w:rFonts w:ascii="Republika" w:hAnsi="Republika"/>
        <w:szCs w:val="20"/>
        <w:lang w:val="sl-SI"/>
      </w:rPr>
      <w:t>REPUBLIKA SLOVENIJA</w:t>
    </w:r>
  </w:p>
  <w:p w14:paraId="23F08816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spacing w:line="240" w:lineRule="exact"/>
      <w:rPr>
        <w:rFonts w:ascii="Republika" w:hAnsi="Republika"/>
        <w:b/>
        <w:caps/>
        <w:szCs w:val="20"/>
        <w:lang w:val="sl-SI"/>
      </w:rPr>
    </w:pPr>
    <w:r w:rsidRPr="0081654A">
      <w:rPr>
        <w:rFonts w:ascii="Republika" w:hAnsi="Republika"/>
        <w:b/>
        <w:caps/>
        <w:szCs w:val="20"/>
        <w:lang w:val="sl-SI"/>
      </w:rPr>
      <w:t>MINISTRSTVO za DIGITALNO PREOBRAZBO</w:t>
    </w:r>
  </w:p>
  <w:p w14:paraId="5DA16D9C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rPr>
        <w:rFonts w:cs="Arial"/>
        <w:sz w:val="16"/>
        <w:lang w:val="sl-SI"/>
      </w:rPr>
    </w:pPr>
  </w:p>
  <w:p w14:paraId="14F6EDAA" w14:textId="77777777" w:rsidR="00F07D05" w:rsidRPr="0081654A" w:rsidRDefault="00F07D05" w:rsidP="00F07D05">
    <w:pPr>
      <w:spacing w:line="240" w:lineRule="exact"/>
      <w:rPr>
        <w:rFonts w:ascii="Republika" w:hAnsi="Republika"/>
        <w:b/>
        <w:caps/>
        <w:lang w:val="sl-SI"/>
      </w:rPr>
    </w:pPr>
    <w:r w:rsidRPr="0081654A">
      <w:rPr>
        <w:rFonts w:cs="Arial"/>
        <w:sz w:val="16"/>
        <w:lang w:val="sl-SI"/>
      </w:rPr>
      <w:t>Davčna ulica 1, 1000 Ljubljana</w:t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T: 01 555 58 00</w:t>
    </w:r>
  </w:p>
  <w:p w14:paraId="60084D20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E: gp.mdp@gov.si</w:t>
    </w:r>
  </w:p>
  <w:p w14:paraId="3983B192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hyperlink r:id="rId4" w:history="1">
      <w:r w:rsidRPr="0081654A">
        <w:rPr>
          <w:rStyle w:val="Hiperpovezava"/>
          <w:rFonts w:cs="Arial"/>
          <w:sz w:val="16"/>
          <w:lang w:val="sl-SI"/>
        </w:rPr>
        <w:t>www.mdp.gov.si</w:t>
      </w:r>
    </w:hyperlink>
  </w:p>
  <w:p w14:paraId="6B3EF173" w14:textId="77777777" w:rsidR="00756959" w:rsidRDefault="0075695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7ACC" w14:textId="77777777" w:rsidR="00F07D05" w:rsidRPr="0081654A" w:rsidRDefault="00F07D05" w:rsidP="00F07D05">
    <w:pPr>
      <w:autoSpaceDE w:val="0"/>
      <w:autoSpaceDN w:val="0"/>
      <w:adjustRightInd w:val="0"/>
      <w:spacing w:line="240" w:lineRule="auto"/>
      <w:rPr>
        <w:rFonts w:ascii="Republika" w:hAnsi="Republika"/>
        <w:szCs w:val="20"/>
        <w:lang w:val="sl-SI"/>
      </w:rPr>
    </w:pP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2752" behindDoc="0" locked="0" layoutInCell="1" allowOverlap="1" wp14:anchorId="4497F93D" wp14:editId="15416930">
          <wp:simplePos x="0" y="0"/>
          <wp:positionH relativeFrom="column">
            <wp:posOffset>4939327</wp:posOffset>
          </wp:positionH>
          <wp:positionV relativeFrom="paragraph">
            <wp:posOffset>-78832</wp:posOffset>
          </wp:positionV>
          <wp:extent cx="1615440" cy="487680"/>
          <wp:effectExtent l="0" t="0" r="3810" b="7620"/>
          <wp:wrapNone/>
          <wp:docPr id="4" name="Slika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b/>
        <w:caps/>
        <w:noProof/>
        <w:szCs w:val="20"/>
        <w:lang w:val="sl-SI"/>
      </w:rPr>
      <w:drawing>
        <wp:anchor distT="0" distB="0" distL="114300" distR="114300" simplePos="0" relativeHeight="251723776" behindDoc="0" locked="0" layoutInCell="1" allowOverlap="1" wp14:anchorId="096D1515" wp14:editId="38CE7469">
          <wp:simplePos x="0" y="0"/>
          <wp:positionH relativeFrom="column">
            <wp:posOffset>3116429</wp:posOffset>
          </wp:positionH>
          <wp:positionV relativeFrom="paragraph">
            <wp:posOffset>-47959</wp:posOffset>
          </wp:positionV>
          <wp:extent cx="1823085" cy="420370"/>
          <wp:effectExtent l="0" t="0" r="5715" b="0"/>
          <wp:wrapNone/>
          <wp:docPr id="5" name="Sl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654A">
      <w:rPr>
        <w:rFonts w:ascii="Republika" w:hAnsi="Republika"/>
        <w:noProof/>
        <w:sz w:val="60"/>
        <w:szCs w:val="60"/>
        <w:lang w:val="sl-SI"/>
      </w:rPr>
      <w:drawing>
        <wp:anchor distT="0" distB="0" distL="114300" distR="114300" simplePos="0" relativeHeight="251721728" behindDoc="0" locked="0" layoutInCell="1" allowOverlap="1" wp14:anchorId="6354B94F" wp14:editId="4455EB62">
          <wp:simplePos x="0" y="0"/>
          <wp:positionH relativeFrom="column">
            <wp:posOffset>-478361</wp:posOffset>
          </wp:positionH>
          <wp:positionV relativeFrom="paragraph">
            <wp:posOffset>-17145</wp:posOffset>
          </wp:positionV>
          <wp:extent cx="300355" cy="347980"/>
          <wp:effectExtent l="0" t="0" r="4445" b="0"/>
          <wp:wrapSquare wrapText="bothSides"/>
          <wp:docPr id="6" name="Slika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54A">
      <w:rPr>
        <w:rFonts w:ascii="Republika" w:hAnsi="Republika"/>
        <w:noProof/>
        <w:szCs w:val="20"/>
        <w:lang w:val="sl-SI"/>
      </w:rPr>
      <mc:AlternateContent>
        <mc:Choice Requires="wps">
          <w:drawing>
            <wp:anchor distT="4294967293" distB="4294967293" distL="114300" distR="114300" simplePos="0" relativeHeight="251720704" behindDoc="1" locked="0" layoutInCell="0" allowOverlap="1" wp14:anchorId="2F33E6B8" wp14:editId="7526EBB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0" b="0"/>
              <wp:wrapNone/>
              <wp:docPr id="3" name="Line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172BD" id="Line 11" o:spid="_x0000_s1026" alt="&quot;&quot;" style="position:absolute;z-index:-251595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<w10:wrap anchory="page"/>
            </v:line>
          </w:pict>
        </mc:Fallback>
      </mc:AlternateContent>
    </w:r>
    <w:r w:rsidRPr="0081654A">
      <w:rPr>
        <w:rFonts w:ascii="Republika" w:hAnsi="Republika"/>
        <w:szCs w:val="20"/>
        <w:lang w:val="sl-SI"/>
      </w:rPr>
      <w:t>REPUBLIKA SLOVENIJA</w:t>
    </w:r>
  </w:p>
  <w:p w14:paraId="5C5FB841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spacing w:line="240" w:lineRule="exact"/>
      <w:rPr>
        <w:rFonts w:ascii="Republika" w:hAnsi="Republika"/>
        <w:b/>
        <w:caps/>
        <w:szCs w:val="20"/>
        <w:lang w:val="sl-SI"/>
      </w:rPr>
    </w:pPr>
    <w:r w:rsidRPr="0081654A">
      <w:rPr>
        <w:rFonts w:ascii="Republika" w:hAnsi="Republika"/>
        <w:b/>
        <w:caps/>
        <w:szCs w:val="20"/>
        <w:lang w:val="sl-SI"/>
      </w:rPr>
      <w:t>MINISTRSTVO za DIGITALNO PREOBRAZBO</w:t>
    </w:r>
  </w:p>
  <w:p w14:paraId="5F2C6EC7" w14:textId="77777777" w:rsidR="00F07D05" w:rsidRPr="0081654A" w:rsidRDefault="00F07D05" w:rsidP="00F07D05">
    <w:pPr>
      <w:tabs>
        <w:tab w:val="center" w:pos="4320"/>
        <w:tab w:val="left" w:pos="5112"/>
        <w:tab w:val="right" w:pos="8640"/>
      </w:tabs>
      <w:rPr>
        <w:rFonts w:cs="Arial"/>
        <w:sz w:val="16"/>
        <w:lang w:val="sl-SI"/>
      </w:rPr>
    </w:pPr>
  </w:p>
  <w:p w14:paraId="46A2A7FA" w14:textId="77777777" w:rsidR="00F07D05" w:rsidRPr="0081654A" w:rsidRDefault="00F07D05" w:rsidP="00F07D05">
    <w:pPr>
      <w:spacing w:line="240" w:lineRule="exact"/>
      <w:rPr>
        <w:rFonts w:ascii="Republika" w:hAnsi="Republika"/>
        <w:b/>
        <w:caps/>
        <w:lang w:val="sl-SI"/>
      </w:rPr>
    </w:pPr>
    <w:r w:rsidRPr="0081654A">
      <w:rPr>
        <w:rFonts w:cs="Arial"/>
        <w:sz w:val="16"/>
        <w:lang w:val="sl-SI"/>
      </w:rPr>
      <w:t>Davčna ulica 1, 1000 Ljubljana</w:t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T: 01 555 58 00</w:t>
    </w:r>
  </w:p>
  <w:p w14:paraId="6912F9EF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  <w:t>E: gp.mdp@gov.si</w:t>
    </w:r>
  </w:p>
  <w:p w14:paraId="180B370B" w14:textId="77777777" w:rsidR="00F07D05" w:rsidRPr="0081654A" w:rsidRDefault="00F07D05" w:rsidP="00F07D05">
    <w:pPr>
      <w:spacing w:line="240" w:lineRule="exact"/>
      <w:rPr>
        <w:rFonts w:cs="Arial"/>
        <w:sz w:val="16"/>
        <w:lang w:val="sl-SI"/>
      </w:rPr>
    </w:pP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r w:rsidRPr="0081654A">
      <w:rPr>
        <w:rFonts w:cs="Arial"/>
        <w:sz w:val="16"/>
        <w:lang w:val="sl-SI"/>
      </w:rPr>
      <w:tab/>
    </w:r>
    <w:hyperlink r:id="rId4" w:history="1">
      <w:r w:rsidRPr="0081654A">
        <w:rPr>
          <w:rStyle w:val="Hiperpovezava"/>
          <w:rFonts w:cs="Arial"/>
          <w:sz w:val="16"/>
          <w:lang w:val="sl-SI"/>
        </w:rPr>
        <w:t>www.mdp.gov.si</w:t>
      </w:r>
    </w:hyperlink>
  </w:p>
  <w:p w14:paraId="17D7ED39" w14:textId="77777777" w:rsidR="00756959" w:rsidRDefault="00756959" w:rsidP="007D3A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60C"/>
    <w:multiLevelType w:val="multilevel"/>
    <w:tmpl w:val="CC3E1234"/>
    <w:styleLink w:val="Slog2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1">
      <w:start w:val="1"/>
      <w:numFmt w:val="ordinal"/>
      <w:lvlText w:val="2.%2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2F5496" w:themeColor="accent1" w:themeShade="BF"/>
        <w:spacing w:val="0"/>
        <w:w w:val="99"/>
        <w:sz w:val="22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E342A2"/>
    <w:multiLevelType w:val="hybridMultilevel"/>
    <w:tmpl w:val="DF740BA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245"/>
    <w:multiLevelType w:val="multilevel"/>
    <w:tmpl w:val="BEBCD080"/>
    <w:styleLink w:val="Slog11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91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021B6B1E"/>
    <w:multiLevelType w:val="hybridMultilevel"/>
    <w:tmpl w:val="734496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36F51"/>
    <w:multiLevelType w:val="hybridMultilevel"/>
    <w:tmpl w:val="A38E23AC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864D7"/>
    <w:multiLevelType w:val="hybridMultilevel"/>
    <w:tmpl w:val="B5C285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7016"/>
    <w:multiLevelType w:val="hybridMultilevel"/>
    <w:tmpl w:val="B2945CE0"/>
    <w:lvl w:ilvl="0" w:tplc="12860AD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0370DA"/>
    <w:multiLevelType w:val="hybridMultilevel"/>
    <w:tmpl w:val="AEA2EAB8"/>
    <w:lvl w:ilvl="0" w:tplc="11CC27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96714"/>
    <w:multiLevelType w:val="hybridMultilevel"/>
    <w:tmpl w:val="C5700840"/>
    <w:lvl w:ilvl="0" w:tplc="B882D9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C7B55"/>
    <w:multiLevelType w:val="multilevel"/>
    <w:tmpl w:val="A55C5D6E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color w:val="2F5496" w:themeColor="accent1" w:themeShade="BF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34C7D48"/>
    <w:multiLevelType w:val="hybridMultilevel"/>
    <w:tmpl w:val="157A47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41E5B"/>
    <w:multiLevelType w:val="multilevel"/>
    <w:tmpl w:val="5A62E490"/>
    <w:styleLink w:val="Slog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97A8A"/>
    <w:multiLevelType w:val="hybridMultilevel"/>
    <w:tmpl w:val="6094863E"/>
    <w:lvl w:ilvl="0" w:tplc="DBF01ED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56BA1"/>
    <w:multiLevelType w:val="hybridMultilevel"/>
    <w:tmpl w:val="D83058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6D69AA"/>
    <w:multiLevelType w:val="hybridMultilevel"/>
    <w:tmpl w:val="E5E4FDC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15747A"/>
    <w:multiLevelType w:val="hybridMultilevel"/>
    <w:tmpl w:val="431612B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F16822"/>
    <w:multiLevelType w:val="hybridMultilevel"/>
    <w:tmpl w:val="68A298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695679"/>
    <w:multiLevelType w:val="hybridMultilevel"/>
    <w:tmpl w:val="064E337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12101"/>
    <w:multiLevelType w:val="hybridMultilevel"/>
    <w:tmpl w:val="711464D8"/>
    <w:lvl w:ilvl="0" w:tplc="D9A66FCE">
      <w:start w:val="2"/>
      <w:numFmt w:val="bullet"/>
      <w:pStyle w:val="Alinejaodstavek"/>
      <w:lvlText w:val="-"/>
      <w:lvlJc w:val="left"/>
      <w:pPr>
        <w:ind w:left="720" w:hanging="360"/>
      </w:pPr>
    </w:lvl>
    <w:lvl w:ilvl="1" w:tplc="9F46E3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D4F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C5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E1A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09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24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56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AB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B44FFE"/>
    <w:multiLevelType w:val="multilevel"/>
    <w:tmpl w:val="0E5080DA"/>
    <w:numStyleLink w:val="Slog21"/>
  </w:abstractNum>
  <w:abstractNum w:abstractNumId="20" w15:restartNumberingAfterBreak="0">
    <w:nsid w:val="1F315BF7"/>
    <w:multiLevelType w:val="multilevel"/>
    <w:tmpl w:val="8E361C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2722" w:hanging="36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21" w15:restartNumberingAfterBreak="0">
    <w:nsid w:val="248B2734"/>
    <w:multiLevelType w:val="hybridMultilevel"/>
    <w:tmpl w:val="3DB0024C"/>
    <w:styleLink w:val="Slog111"/>
    <w:lvl w:ilvl="0" w:tplc="327E9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5C8CF4">
      <w:numFmt w:val="bullet"/>
      <w:lvlText w:val="-"/>
      <w:lvlJc w:val="left"/>
      <w:pPr>
        <w:ind w:left="2700" w:hanging="72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7E79B4"/>
    <w:multiLevelType w:val="hybridMultilevel"/>
    <w:tmpl w:val="539617A8"/>
    <w:lvl w:ilvl="0" w:tplc="AE58F3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pStyle w:val="Naslov2razpi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AA22F5"/>
    <w:multiLevelType w:val="hybridMultilevel"/>
    <w:tmpl w:val="E6C8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FFFFFFFF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57996C"/>
    <w:multiLevelType w:val="hybridMultilevel"/>
    <w:tmpl w:val="109E04B0"/>
    <w:lvl w:ilvl="0" w:tplc="386842AE">
      <w:start w:val="1"/>
      <w:numFmt w:val="decimal"/>
      <w:lvlText w:val="%1."/>
      <w:lvlJc w:val="left"/>
      <w:pPr>
        <w:ind w:left="720" w:hanging="360"/>
      </w:pPr>
    </w:lvl>
    <w:lvl w:ilvl="1" w:tplc="743EE618">
      <w:start w:val="1"/>
      <w:numFmt w:val="lowerLetter"/>
      <w:lvlText w:val="%2."/>
      <w:lvlJc w:val="left"/>
      <w:pPr>
        <w:ind w:left="1440" w:hanging="360"/>
      </w:pPr>
    </w:lvl>
    <w:lvl w:ilvl="2" w:tplc="B1B271F4">
      <w:start w:val="1"/>
      <w:numFmt w:val="lowerRoman"/>
      <w:lvlText w:val="%3."/>
      <w:lvlJc w:val="right"/>
      <w:pPr>
        <w:ind w:left="2160" w:hanging="180"/>
      </w:pPr>
    </w:lvl>
    <w:lvl w:ilvl="3" w:tplc="FCE2177E">
      <w:start w:val="1"/>
      <w:numFmt w:val="decimal"/>
      <w:lvlText w:val="%4."/>
      <w:lvlJc w:val="left"/>
      <w:pPr>
        <w:ind w:left="2880" w:hanging="360"/>
      </w:pPr>
    </w:lvl>
    <w:lvl w:ilvl="4" w:tplc="BCC092F0">
      <w:start w:val="1"/>
      <w:numFmt w:val="lowerLetter"/>
      <w:lvlText w:val="%5."/>
      <w:lvlJc w:val="left"/>
      <w:pPr>
        <w:ind w:left="3600" w:hanging="360"/>
      </w:pPr>
    </w:lvl>
    <w:lvl w:ilvl="5" w:tplc="6A12CEB6">
      <w:start w:val="1"/>
      <w:numFmt w:val="lowerRoman"/>
      <w:lvlText w:val="%6."/>
      <w:lvlJc w:val="right"/>
      <w:pPr>
        <w:ind w:left="4320" w:hanging="180"/>
      </w:pPr>
    </w:lvl>
    <w:lvl w:ilvl="6" w:tplc="96A8280A">
      <w:start w:val="1"/>
      <w:numFmt w:val="decimal"/>
      <w:lvlText w:val="%7."/>
      <w:lvlJc w:val="left"/>
      <w:pPr>
        <w:ind w:left="5040" w:hanging="360"/>
      </w:pPr>
    </w:lvl>
    <w:lvl w:ilvl="7" w:tplc="67D6D214">
      <w:start w:val="1"/>
      <w:numFmt w:val="lowerLetter"/>
      <w:lvlText w:val="%8."/>
      <w:lvlJc w:val="left"/>
      <w:pPr>
        <w:ind w:left="5760" w:hanging="360"/>
      </w:pPr>
    </w:lvl>
    <w:lvl w:ilvl="8" w:tplc="F4142C7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FF13C4"/>
    <w:multiLevelType w:val="hybridMultilevel"/>
    <w:tmpl w:val="67A8157E"/>
    <w:lvl w:ilvl="0" w:tplc="B492E56E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1" w:tplc="5DA05160">
      <w:start w:val="1"/>
      <w:numFmt w:val="ordinal"/>
      <w:lvlText w:val="1.%2"/>
      <w:lvlJc w:val="left"/>
      <w:pPr>
        <w:ind w:left="108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3E766C9"/>
    <w:multiLevelType w:val="hybridMultilevel"/>
    <w:tmpl w:val="D3FE7350"/>
    <w:lvl w:ilvl="0" w:tplc="11CC275E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443388B"/>
    <w:multiLevelType w:val="hybridMultilevel"/>
    <w:tmpl w:val="722ECA86"/>
    <w:lvl w:ilvl="0" w:tplc="FFFFFFFF">
      <w:numFmt w:val="bullet"/>
      <w:lvlText w:val="-"/>
      <w:lvlJc w:val="left"/>
      <w:pPr>
        <w:ind w:left="1146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5E42828"/>
    <w:multiLevelType w:val="hybridMultilevel"/>
    <w:tmpl w:val="9168A6CE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0A2AB4"/>
    <w:multiLevelType w:val="hybridMultilevel"/>
    <w:tmpl w:val="EA869B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282D82"/>
    <w:multiLevelType w:val="hybridMultilevel"/>
    <w:tmpl w:val="039A83D2"/>
    <w:lvl w:ilvl="0" w:tplc="5A68CB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A70F3F"/>
    <w:multiLevelType w:val="hybridMultilevel"/>
    <w:tmpl w:val="9D787EB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D96FBB"/>
    <w:multiLevelType w:val="hybridMultilevel"/>
    <w:tmpl w:val="51BA9C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4325E5"/>
    <w:multiLevelType w:val="hybridMultilevel"/>
    <w:tmpl w:val="C3C636DE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F83BB6"/>
    <w:multiLevelType w:val="hybridMultilevel"/>
    <w:tmpl w:val="D07EF61E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A1C58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D61000"/>
    <w:multiLevelType w:val="hybridMultilevel"/>
    <w:tmpl w:val="5DCA7672"/>
    <w:lvl w:ilvl="0" w:tplc="5A68CB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80725C"/>
    <w:multiLevelType w:val="hybridMultilevel"/>
    <w:tmpl w:val="D9D66A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C4007C"/>
    <w:multiLevelType w:val="multilevel"/>
    <w:tmpl w:val="72C6BA00"/>
    <w:lvl w:ilvl="0">
      <w:start w:val="1"/>
      <w:numFmt w:val="decimal"/>
      <w:pStyle w:val="Naslov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83273FA"/>
    <w:multiLevelType w:val="hybridMultilevel"/>
    <w:tmpl w:val="F0D6EA7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83045F"/>
    <w:multiLevelType w:val="hybridMultilevel"/>
    <w:tmpl w:val="710A1EDC"/>
    <w:lvl w:ilvl="0" w:tplc="7B340DCA">
      <w:start w:val="1"/>
      <w:numFmt w:val="decimal"/>
      <w:pStyle w:val="Naslov3GOO"/>
      <w:lvlText w:val="2.%1"/>
      <w:lvlJc w:val="left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AD80057"/>
    <w:multiLevelType w:val="hybridMultilevel"/>
    <w:tmpl w:val="9D64AF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BA4FB1"/>
    <w:multiLevelType w:val="hybridMultilevel"/>
    <w:tmpl w:val="C5700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CE57B8"/>
    <w:multiLevelType w:val="hybridMultilevel"/>
    <w:tmpl w:val="6EE6D3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6271FB"/>
    <w:multiLevelType w:val="hybridMultilevel"/>
    <w:tmpl w:val="1A1853FA"/>
    <w:lvl w:ilvl="0" w:tplc="FFFFFFFF">
      <w:start w:val="1"/>
      <w:numFmt w:val="decimal"/>
      <w:pStyle w:val="Alineazaodstavkom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6F245B5"/>
    <w:multiLevelType w:val="hybridMultilevel"/>
    <w:tmpl w:val="40EAA3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C365325"/>
    <w:multiLevelType w:val="hybridMultilevel"/>
    <w:tmpl w:val="0C383670"/>
    <w:lvl w:ilvl="0" w:tplc="69EE5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EDB02504">
      <w:start w:val="1"/>
      <w:numFmt w:val="lowerLetter"/>
      <w:lvlText w:val="(%4)"/>
      <w:lvlJc w:val="left"/>
      <w:pPr>
        <w:ind w:left="7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655E5C"/>
    <w:multiLevelType w:val="hybridMultilevel"/>
    <w:tmpl w:val="4E765C9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D4C1A4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65828712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C0A8643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03D541D"/>
    <w:multiLevelType w:val="hybridMultilevel"/>
    <w:tmpl w:val="A4D4C1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Calibri" w:hAnsi="Calibri" w:cs="Times New Roman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FC3178"/>
    <w:multiLevelType w:val="multilevel"/>
    <w:tmpl w:val="CC3E1234"/>
    <w:numStyleLink w:val="Slog2"/>
  </w:abstractNum>
  <w:abstractNum w:abstractNumId="50" w15:restartNumberingAfterBreak="0">
    <w:nsid w:val="671D1321"/>
    <w:multiLevelType w:val="multilevel"/>
    <w:tmpl w:val="FCF4CE82"/>
    <w:styleLink w:val="Slog11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8E740A5"/>
    <w:multiLevelType w:val="hybridMultilevel"/>
    <w:tmpl w:val="A63CE0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B264D6"/>
    <w:multiLevelType w:val="multilevel"/>
    <w:tmpl w:val="0E5080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ind w:left="2542" w:hanging="180"/>
      </w:p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3" w15:restartNumberingAfterBreak="0">
    <w:nsid w:val="6C803C4D"/>
    <w:multiLevelType w:val="hybridMultilevel"/>
    <w:tmpl w:val="C15EB9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2DD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F43EC"/>
    <w:multiLevelType w:val="multilevel"/>
    <w:tmpl w:val="0E5080DA"/>
    <w:styleLink w:val="Slog2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ind w:left="2542" w:hanging="180"/>
      </w:p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5" w15:restartNumberingAfterBreak="0">
    <w:nsid w:val="70D85601"/>
    <w:multiLevelType w:val="hybridMultilevel"/>
    <w:tmpl w:val="3F4C9B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DF79A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olor w:val="2F5496" w:themeColor="accent1" w:themeShade="BF"/>
        <w:spacing w:val="0"/>
        <w:w w:val="99"/>
        <w:sz w:val="24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2F5496" w:themeColor="accent1" w:themeShade="BF"/>
        <w:spacing w:val="0"/>
        <w:w w:val="99"/>
        <w:sz w:val="24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1435ACC"/>
    <w:multiLevelType w:val="multilevel"/>
    <w:tmpl w:val="8E361C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2722" w:hanging="36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3262" w:hanging="360"/>
      </w:pPr>
    </w:lvl>
    <w:lvl w:ilvl="4">
      <w:start w:val="1"/>
      <w:numFmt w:val="lowerLetter"/>
      <w:lvlText w:val="%5."/>
      <w:lvlJc w:val="left"/>
      <w:pPr>
        <w:ind w:left="3982" w:hanging="360"/>
      </w:pPr>
    </w:lvl>
    <w:lvl w:ilvl="5">
      <w:start w:val="1"/>
      <w:numFmt w:val="lowerRoman"/>
      <w:lvlText w:val="%6."/>
      <w:lvlJc w:val="right"/>
      <w:pPr>
        <w:ind w:left="4702" w:hanging="180"/>
      </w:pPr>
    </w:lvl>
    <w:lvl w:ilvl="6">
      <w:start w:val="1"/>
      <w:numFmt w:val="decimal"/>
      <w:lvlText w:val="%7."/>
      <w:lvlJc w:val="left"/>
      <w:pPr>
        <w:ind w:left="5422" w:hanging="360"/>
      </w:pPr>
    </w:lvl>
    <w:lvl w:ilvl="7">
      <w:start w:val="1"/>
      <w:numFmt w:val="lowerLetter"/>
      <w:lvlText w:val="%8."/>
      <w:lvlJc w:val="left"/>
      <w:pPr>
        <w:ind w:left="6142" w:hanging="360"/>
      </w:pPr>
    </w:lvl>
    <w:lvl w:ilvl="8">
      <w:start w:val="1"/>
      <w:numFmt w:val="lowerRoman"/>
      <w:lvlText w:val="%9."/>
      <w:lvlJc w:val="right"/>
      <w:pPr>
        <w:ind w:left="6862" w:hanging="180"/>
      </w:pPr>
    </w:lvl>
  </w:abstractNum>
  <w:abstractNum w:abstractNumId="58" w15:restartNumberingAfterBreak="0">
    <w:nsid w:val="724057F2"/>
    <w:multiLevelType w:val="hybridMultilevel"/>
    <w:tmpl w:val="4DC61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6A5996"/>
    <w:multiLevelType w:val="multilevel"/>
    <w:tmpl w:val="2F6A84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5C852FF"/>
    <w:multiLevelType w:val="hybridMultilevel"/>
    <w:tmpl w:val="E52094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6558F1"/>
    <w:multiLevelType w:val="hybridMultilevel"/>
    <w:tmpl w:val="5A0ABC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A1C58"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06678C"/>
    <w:multiLevelType w:val="hybridMultilevel"/>
    <w:tmpl w:val="486CCD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1221A2"/>
    <w:multiLevelType w:val="hybridMultilevel"/>
    <w:tmpl w:val="BC9C4C72"/>
    <w:lvl w:ilvl="0" w:tplc="36B2DD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425B9D"/>
    <w:multiLevelType w:val="hybridMultilevel"/>
    <w:tmpl w:val="E55200AC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334428">
    <w:abstractNumId w:val="43"/>
  </w:num>
  <w:num w:numId="2" w16cid:durableId="262418871">
    <w:abstractNumId w:val="22"/>
  </w:num>
  <w:num w:numId="3" w16cid:durableId="1046567480">
    <w:abstractNumId w:val="9"/>
  </w:num>
  <w:num w:numId="4" w16cid:durableId="1369140125">
    <w:abstractNumId w:val="18"/>
  </w:num>
  <w:num w:numId="5" w16cid:durableId="1711222407">
    <w:abstractNumId w:val="63"/>
  </w:num>
  <w:num w:numId="6" w16cid:durableId="1389379667">
    <w:abstractNumId w:val="11"/>
  </w:num>
  <w:num w:numId="7" w16cid:durableId="5134838">
    <w:abstractNumId w:val="35"/>
  </w:num>
  <w:num w:numId="8" w16cid:durableId="656148533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26921348">
    <w:abstractNumId w:val="4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8465840">
    <w:abstractNumId w:val="12"/>
  </w:num>
  <w:num w:numId="11" w16cid:durableId="1333878419">
    <w:abstractNumId w:val="3"/>
  </w:num>
  <w:num w:numId="12" w16cid:durableId="1771310774">
    <w:abstractNumId w:val="16"/>
  </w:num>
  <w:num w:numId="13" w16cid:durableId="590285289">
    <w:abstractNumId w:val="34"/>
  </w:num>
  <w:num w:numId="14" w16cid:durableId="732391024">
    <w:abstractNumId w:val="15"/>
  </w:num>
  <w:num w:numId="15" w16cid:durableId="640576144">
    <w:abstractNumId w:val="58"/>
  </w:num>
  <w:num w:numId="16" w16cid:durableId="25370224">
    <w:abstractNumId w:val="36"/>
  </w:num>
  <w:num w:numId="17" w16cid:durableId="1057898058">
    <w:abstractNumId w:val="51"/>
  </w:num>
  <w:num w:numId="18" w16cid:durableId="451562590">
    <w:abstractNumId w:val="38"/>
  </w:num>
  <w:num w:numId="19" w16cid:durableId="1360157363">
    <w:abstractNumId w:val="29"/>
  </w:num>
  <w:num w:numId="20" w16cid:durableId="143275226">
    <w:abstractNumId w:val="31"/>
  </w:num>
  <w:num w:numId="21" w16cid:durableId="68625874">
    <w:abstractNumId w:val="44"/>
  </w:num>
  <w:num w:numId="22" w16cid:durableId="104808126">
    <w:abstractNumId w:val="47"/>
  </w:num>
  <w:num w:numId="23" w16cid:durableId="809516973">
    <w:abstractNumId w:val="59"/>
  </w:num>
  <w:num w:numId="24" w16cid:durableId="331874557">
    <w:abstractNumId w:val="14"/>
  </w:num>
  <w:num w:numId="25" w16cid:durableId="123934707">
    <w:abstractNumId w:val="27"/>
  </w:num>
  <w:num w:numId="26" w16cid:durableId="1210219804">
    <w:abstractNumId w:val="13"/>
  </w:num>
  <w:num w:numId="27" w16cid:durableId="1735349526">
    <w:abstractNumId w:val="55"/>
  </w:num>
  <w:num w:numId="28" w16cid:durableId="660473619">
    <w:abstractNumId w:val="53"/>
  </w:num>
  <w:num w:numId="29" w16cid:durableId="1398624280">
    <w:abstractNumId w:val="62"/>
  </w:num>
  <w:num w:numId="30" w16cid:durableId="1583568996">
    <w:abstractNumId w:val="25"/>
  </w:num>
  <w:num w:numId="31" w16cid:durableId="1040279468">
    <w:abstractNumId w:val="56"/>
  </w:num>
  <w:num w:numId="32" w16cid:durableId="1445735088">
    <w:abstractNumId w:val="46"/>
  </w:num>
  <w:num w:numId="33" w16cid:durableId="1345546188">
    <w:abstractNumId w:val="30"/>
  </w:num>
  <w:num w:numId="34" w16cid:durableId="954873748">
    <w:abstractNumId w:val="28"/>
  </w:num>
  <w:num w:numId="35" w16cid:durableId="1989895486">
    <w:abstractNumId w:val="6"/>
  </w:num>
  <w:num w:numId="36" w16cid:durableId="1168599240">
    <w:abstractNumId w:val="40"/>
  </w:num>
  <w:num w:numId="37" w16cid:durableId="346717013">
    <w:abstractNumId w:val="1"/>
  </w:num>
  <w:num w:numId="38" w16cid:durableId="806047592">
    <w:abstractNumId w:val="17"/>
  </w:num>
  <w:num w:numId="39" w16cid:durableId="2090954817">
    <w:abstractNumId w:val="33"/>
  </w:num>
  <w:num w:numId="40" w16cid:durableId="1295794428">
    <w:abstractNumId w:val="64"/>
  </w:num>
  <w:num w:numId="41" w16cid:durableId="1009599204">
    <w:abstractNumId w:val="0"/>
  </w:num>
  <w:num w:numId="42" w16cid:durableId="1712264755">
    <w:abstractNumId w:val="49"/>
    <w:lvlOverride w:ilvl="1">
      <w:lvl w:ilvl="1">
        <w:start w:val="1"/>
        <w:numFmt w:val="ordinal"/>
        <w:lvlText w:val="2.%2"/>
        <w:lvlJc w:val="left"/>
        <w:pPr>
          <w:ind w:left="720" w:hanging="360"/>
        </w:pPr>
        <w:rPr>
          <w:rFonts w:ascii="Arial" w:hAnsi="Arial" w:hint="default"/>
          <w:b/>
          <w:bCs w:val="0"/>
          <w:i w:val="0"/>
          <w:iCs w:val="0"/>
          <w:color w:val="2F5496" w:themeColor="accent1" w:themeShade="BF"/>
          <w:spacing w:val="0"/>
          <w:w w:val="99"/>
          <w:sz w:val="24"/>
          <w:szCs w:val="24"/>
        </w:rPr>
      </w:lvl>
    </w:lvlOverride>
  </w:num>
  <w:num w:numId="43" w16cid:durableId="2068645335">
    <w:abstractNumId w:val="42"/>
  </w:num>
  <w:num w:numId="44" w16cid:durableId="1500391387">
    <w:abstractNumId w:val="4"/>
  </w:num>
  <w:num w:numId="45" w16cid:durableId="959990112">
    <w:abstractNumId w:val="8"/>
  </w:num>
  <w:num w:numId="46" w16cid:durableId="1284386684">
    <w:abstractNumId w:val="23"/>
  </w:num>
  <w:num w:numId="47" w16cid:durableId="1310012129">
    <w:abstractNumId w:val="61"/>
  </w:num>
  <w:num w:numId="48" w16cid:durableId="1270626052">
    <w:abstractNumId w:val="21"/>
  </w:num>
  <w:num w:numId="49" w16cid:durableId="1474787621">
    <w:abstractNumId w:val="2"/>
  </w:num>
  <w:num w:numId="50" w16cid:durableId="1085417232">
    <w:abstractNumId w:val="39"/>
  </w:num>
  <w:num w:numId="51" w16cid:durableId="1808622569">
    <w:abstractNumId w:val="37"/>
  </w:num>
  <w:num w:numId="52" w16cid:durableId="1905141331">
    <w:abstractNumId w:val="50"/>
  </w:num>
  <w:num w:numId="53" w16cid:durableId="659574658">
    <w:abstractNumId w:val="45"/>
    <w:lvlOverride w:ilvl="0">
      <w:startOverride w:val="1"/>
    </w:lvlOverride>
  </w:num>
  <w:num w:numId="54" w16cid:durableId="201091249">
    <w:abstractNumId w:val="10"/>
  </w:num>
  <w:num w:numId="55" w16cid:durableId="1310016414">
    <w:abstractNumId w:val="32"/>
  </w:num>
  <w:num w:numId="56" w16cid:durableId="521239794">
    <w:abstractNumId w:val="19"/>
  </w:num>
  <w:num w:numId="57" w16cid:durableId="2074156179">
    <w:abstractNumId w:val="54"/>
  </w:num>
  <w:num w:numId="58" w16cid:durableId="905838887">
    <w:abstractNumId w:val="52"/>
  </w:num>
  <w:num w:numId="59" w16cid:durableId="1831218390">
    <w:abstractNumId w:val="20"/>
  </w:num>
  <w:num w:numId="60" w16cid:durableId="1929001203">
    <w:abstractNumId w:val="57"/>
  </w:num>
  <w:num w:numId="61" w16cid:durableId="89666828">
    <w:abstractNumId w:val="41"/>
  </w:num>
  <w:num w:numId="62" w16cid:durableId="905919354">
    <w:abstractNumId w:val="5"/>
  </w:num>
  <w:num w:numId="63" w16cid:durableId="634533013">
    <w:abstractNumId w:val="7"/>
  </w:num>
  <w:num w:numId="64" w16cid:durableId="975642670">
    <w:abstractNumId w:val="26"/>
  </w:num>
  <w:num w:numId="65" w16cid:durableId="1070812507">
    <w:abstractNumId w:val="5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458354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4282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74E"/>
    <w:rsid w:val="00003265"/>
    <w:rsid w:val="00003748"/>
    <w:rsid w:val="0000461F"/>
    <w:rsid w:val="00007476"/>
    <w:rsid w:val="00012B50"/>
    <w:rsid w:val="00013909"/>
    <w:rsid w:val="00013B03"/>
    <w:rsid w:val="0001404C"/>
    <w:rsid w:val="000146FA"/>
    <w:rsid w:val="0001491E"/>
    <w:rsid w:val="00014B1F"/>
    <w:rsid w:val="00014D2C"/>
    <w:rsid w:val="00015323"/>
    <w:rsid w:val="00017D6E"/>
    <w:rsid w:val="00021751"/>
    <w:rsid w:val="000235B9"/>
    <w:rsid w:val="00023A88"/>
    <w:rsid w:val="0002499C"/>
    <w:rsid w:val="00025252"/>
    <w:rsid w:val="00025AB5"/>
    <w:rsid w:val="00025EF2"/>
    <w:rsid w:val="00026209"/>
    <w:rsid w:val="0002647A"/>
    <w:rsid w:val="00026D7A"/>
    <w:rsid w:val="00027D07"/>
    <w:rsid w:val="00030580"/>
    <w:rsid w:val="000310C3"/>
    <w:rsid w:val="000314EC"/>
    <w:rsid w:val="000315B0"/>
    <w:rsid w:val="00031AA7"/>
    <w:rsid w:val="00031CB2"/>
    <w:rsid w:val="00032F11"/>
    <w:rsid w:val="000331C6"/>
    <w:rsid w:val="00034E74"/>
    <w:rsid w:val="000357AF"/>
    <w:rsid w:val="0003611A"/>
    <w:rsid w:val="000363F8"/>
    <w:rsid w:val="00036701"/>
    <w:rsid w:val="00037B8E"/>
    <w:rsid w:val="00037CAF"/>
    <w:rsid w:val="00040BB6"/>
    <w:rsid w:val="00040CDE"/>
    <w:rsid w:val="00040FB3"/>
    <w:rsid w:val="000412CD"/>
    <w:rsid w:val="000430E1"/>
    <w:rsid w:val="00043ACB"/>
    <w:rsid w:val="00043C99"/>
    <w:rsid w:val="00044B40"/>
    <w:rsid w:val="000452F7"/>
    <w:rsid w:val="00045F24"/>
    <w:rsid w:val="0004606F"/>
    <w:rsid w:val="000463E3"/>
    <w:rsid w:val="000465AF"/>
    <w:rsid w:val="000465B6"/>
    <w:rsid w:val="00047772"/>
    <w:rsid w:val="00047CAF"/>
    <w:rsid w:val="00051ED9"/>
    <w:rsid w:val="00052759"/>
    <w:rsid w:val="00053DF3"/>
    <w:rsid w:val="0005436A"/>
    <w:rsid w:val="00054FF1"/>
    <w:rsid w:val="00055458"/>
    <w:rsid w:val="000557E4"/>
    <w:rsid w:val="00056007"/>
    <w:rsid w:val="00057FB4"/>
    <w:rsid w:val="00060BC0"/>
    <w:rsid w:val="00060F10"/>
    <w:rsid w:val="00061815"/>
    <w:rsid w:val="00061822"/>
    <w:rsid w:val="00061CA8"/>
    <w:rsid w:val="00061FB7"/>
    <w:rsid w:val="0006585F"/>
    <w:rsid w:val="00065871"/>
    <w:rsid w:val="0006640C"/>
    <w:rsid w:val="0006793E"/>
    <w:rsid w:val="00070AF8"/>
    <w:rsid w:val="00071652"/>
    <w:rsid w:val="000721D4"/>
    <w:rsid w:val="0007364B"/>
    <w:rsid w:val="00073901"/>
    <w:rsid w:val="00075F80"/>
    <w:rsid w:val="000761BA"/>
    <w:rsid w:val="000765AD"/>
    <w:rsid w:val="00076AA4"/>
    <w:rsid w:val="00076DAA"/>
    <w:rsid w:val="00081E57"/>
    <w:rsid w:val="0008242F"/>
    <w:rsid w:val="00082899"/>
    <w:rsid w:val="00082F01"/>
    <w:rsid w:val="00082FF0"/>
    <w:rsid w:val="000837E6"/>
    <w:rsid w:val="00084067"/>
    <w:rsid w:val="00084484"/>
    <w:rsid w:val="000846F8"/>
    <w:rsid w:val="00085E1D"/>
    <w:rsid w:val="000862BE"/>
    <w:rsid w:val="000862FD"/>
    <w:rsid w:val="000868E6"/>
    <w:rsid w:val="00086DD7"/>
    <w:rsid w:val="00087BE9"/>
    <w:rsid w:val="00091ADF"/>
    <w:rsid w:val="00092AE0"/>
    <w:rsid w:val="00092C64"/>
    <w:rsid w:val="00092E2C"/>
    <w:rsid w:val="00093EB3"/>
    <w:rsid w:val="000968B5"/>
    <w:rsid w:val="00096A63"/>
    <w:rsid w:val="000A0AB1"/>
    <w:rsid w:val="000A2AB4"/>
    <w:rsid w:val="000A2CC3"/>
    <w:rsid w:val="000A3370"/>
    <w:rsid w:val="000A3B67"/>
    <w:rsid w:val="000A3C6B"/>
    <w:rsid w:val="000A3D3E"/>
    <w:rsid w:val="000A4C05"/>
    <w:rsid w:val="000A5A3F"/>
    <w:rsid w:val="000A5F03"/>
    <w:rsid w:val="000A6119"/>
    <w:rsid w:val="000A6ED5"/>
    <w:rsid w:val="000A7238"/>
    <w:rsid w:val="000A7671"/>
    <w:rsid w:val="000A7890"/>
    <w:rsid w:val="000A7DC4"/>
    <w:rsid w:val="000B1119"/>
    <w:rsid w:val="000B216C"/>
    <w:rsid w:val="000B2AB1"/>
    <w:rsid w:val="000B567D"/>
    <w:rsid w:val="000B5E58"/>
    <w:rsid w:val="000B70DC"/>
    <w:rsid w:val="000C0D27"/>
    <w:rsid w:val="000C0D87"/>
    <w:rsid w:val="000C0DBF"/>
    <w:rsid w:val="000C1F4D"/>
    <w:rsid w:val="000C39C3"/>
    <w:rsid w:val="000C3DBD"/>
    <w:rsid w:val="000C4CC1"/>
    <w:rsid w:val="000C4FFD"/>
    <w:rsid w:val="000C678A"/>
    <w:rsid w:val="000C6BDE"/>
    <w:rsid w:val="000D0989"/>
    <w:rsid w:val="000D0B46"/>
    <w:rsid w:val="000D1DA7"/>
    <w:rsid w:val="000D25D5"/>
    <w:rsid w:val="000D32B4"/>
    <w:rsid w:val="000D3A7F"/>
    <w:rsid w:val="000D5E14"/>
    <w:rsid w:val="000D7AFE"/>
    <w:rsid w:val="000D7B35"/>
    <w:rsid w:val="000E0044"/>
    <w:rsid w:val="000E099C"/>
    <w:rsid w:val="000E2F62"/>
    <w:rsid w:val="000E5E3B"/>
    <w:rsid w:val="000E7A26"/>
    <w:rsid w:val="000F154E"/>
    <w:rsid w:val="000F1ADF"/>
    <w:rsid w:val="000F1CB3"/>
    <w:rsid w:val="000F381D"/>
    <w:rsid w:val="000F3C57"/>
    <w:rsid w:val="000F529D"/>
    <w:rsid w:val="000F6623"/>
    <w:rsid w:val="000F6961"/>
    <w:rsid w:val="000F780B"/>
    <w:rsid w:val="000F7EA2"/>
    <w:rsid w:val="00100852"/>
    <w:rsid w:val="001010C9"/>
    <w:rsid w:val="00102FBE"/>
    <w:rsid w:val="0010546D"/>
    <w:rsid w:val="0010718D"/>
    <w:rsid w:val="00107A5E"/>
    <w:rsid w:val="00107AA8"/>
    <w:rsid w:val="00110CEE"/>
    <w:rsid w:val="001116B7"/>
    <w:rsid w:val="00112117"/>
    <w:rsid w:val="00112902"/>
    <w:rsid w:val="00113B43"/>
    <w:rsid w:val="0011453F"/>
    <w:rsid w:val="001146FF"/>
    <w:rsid w:val="00115382"/>
    <w:rsid w:val="001154E3"/>
    <w:rsid w:val="00115F98"/>
    <w:rsid w:val="00117EE2"/>
    <w:rsid w:val="00120130"/>
    <w:rsid w:val="00120653"/>
    <w:rsid w:val="00120DE7"/>
    <w:rsid w:val="00121403"/>
    <w:rsid w:val="00121A64"/>
    <w:rsid w:val="0012356C"/>
    <w:rsid w:val="00124314"/>
    <w:rsid w:val="00124380"/>
    <w:rsid w:val="0012454E"/>
    <w:rsid w:val="0012489E"/>
    <w:rsid w:val="0012569F"/>
    <w:rsid w:val="001259AD"/>
    <w:rsid w:val="001268EF"/>
    <w:rsid w:val="00126C2D"/>
    <w:rsid w:val="001271D1"/>
    <w:rsid w:val="00127697"/>
    <w:rsid w:val="00130159"/>
    <w:rsid w:val="00130502"/>
    <w:rsid w:val="0013078B"/>
    <w:rsid w:val="0013123B"/>
    <w:rsid w:val="001323B5"/>
    <w:rsid w:val="00132ABE"/>
    <w:rsid w:val="00132CED"/>
    <w:rsid w:val="0013402B"/>
    <w:rsid w:val="00134850"/>
    <w:rsid w:val="001357B2"/>
    <w:rsid w:val="001360AB"/>
    <w:rsid w:val="0013633A"/>
    <w:rsid w:val="0014075B"/>
    <w:rsid w:val="0014101A"/>
    <w:rsid w:val="0014300A"/>
    <w:rsid w:val="00143F81"/>
    <w:rsid w:val="0014413F"/>
    <w:rsid w:val="00150EF2"/>
    <w:rsid w:val="001529CA"/>
    <w:rsid w:val="00152F89"/>
    <w:rsid w:val="001530D5"/>
    <w:rsid w:val="0015392E"/>
    <w:rsid w:val="00155325"/>
    <w:rsid w:val="00155BB8"/>
    <w:rsid w:val="00157014"/>
    <w:rsid w:val="001602CD"/>
    <w:rsid w:val="00160B9C"/>
    <w:rsid w:val="001612BA"/>
    <w:rsid w:val="00162493"/>
    <w:rsid w:val="00165EA7"/>
    <w:rsid w:val="001703AD"/>
    <w:rsid w:val="00170C5D"/>
    <w:rsid w:val="00170D7C"/>
    <w:rsid w:val="00171B57"/>
    <w:rsid w:val="00172251"/>
    <w:rsid w:val="00172F94"/>
    <w:rsid w:val="00173448"/>
    <w:rsid w:val="001735DC"/>
    <w:rsid w:val="00174104"/>
    <w:rsid w:val="00177B83"/>
    <w:rsid w:val="00177C2A"/>
    <w:rsid w:val="001800CC"/>
    <w:rsid w:val="00181B08"/>
    <w:rsid w:val="00181ECD"/>
    <w:rsid w:val="0018453F"/>
    <w:rsid w:val="00185870"/>
    <w:rsid w:val="00185BB1"/>
    <w:rsid w:val="00186082"/>
    <w:rsid w:val="0019070A"/>
    <w:rsid w:val="001908E4"/>
    <w:rsid w:val="001911C1"/>
    <w:rsid w:val="001914B9"/>
    <w:rsid w:val="00191BF9"/>
    <w:rsid w:val="00191D73"/>
    <w:rsid w:val="001926F4"/>
    <w:rsid w:val="00192913"/>
    <w:rsid w:val="0019363C"/>
    <w:rsid w:val="00193F8D"/>
    <w:rsid w:val="00194523"/>
    <w:rsid w:val="00194ABB"/>
    <w:rsid w:val="00195729"/>
    <w:rsid w:val="00197497"/>
    <w:rsid w:val="00197989"/>
    <w:rsid w:val="001A17F2"/>
    <w:rsid w:val="001A1FD0"/>
    <w:rsid w:val="001A21BD"/>
    <w:rsid w:val="001A2B40"/>
    <w:rsid w:val="001A2EAF"/>
    <w:rsid w:val="001A3041"/>
    <w:rsid w:val="001A3C0D"/>
    <w:rsid w:val="001A45B0"/>
    <w:rsid w:val="001A4F24"/>
    <w:rsid w:val="001A5AA6"/>
    <w:rsid w:val="001A5FCD"/>
    <w:rsid w:val="001A6014"/>
    <w:rsid w:val="001A6B99"/>
    <w:rsid w:val="001A6E3A"/>
    <w:rsid w:val="001A7CE9"/>
    <w:rsid w:val="001B129C"/>
    <w:rsid w:val="001B22B5"/>
    <w:rsid w:val="001B3B9D"/>
    <w:rsid w:val="001B4F6D"/>
    <w:rsid w:val="001B7A1A"/>
    <w:rsid w:val="001B7D77"/>
    <w:rsid w:val="001C01D9"/>
    <w:rsid w:val="001C07C6"/>
    <w:rsid w:val="001C0B24"/>
    <w:rsid w:val="001C19F4"/>
    <w:rsid w:val="001C22F4"/>
    <w:rsid w:val="001C6004"/>
    <w:rsid w:val="001C6614"/>
    <w:rsid w:val="001C762B"/>
    <w:rsid w:val="001D05B2"/>
    <w:rsid w:val="001D08AA"/>
    <w:rsid w:val="001D1041"/>
    <w:rsid w:val="001D1E04"/>
    <w:rsid w:val="001D34D2"/>
    <w:rsid w:val="001D3E5F"/>
    <w:rsid w:val="001D4E68"/>
    <w:rsid w:val="001D5B59"/>
    <w:rsid w:val="001D68E7"/>
    <w:rsid w:val="001D7E8D"/>
    <w:rsid w:val="001E0096"/>
    <w:rsid w:val="001E056C"/>
    <w:rsid w:val="001E1766"/>
    <w:rsid w:val="001E20BF"/>
    <w:rsid w:val="001E2138"/>
    <w:rsid w:val="001E2952"/>
    <w:rsid w:val="001E32A9"/>
    <w:rsid w:val="001E4164"/>
    <w:rsid w:val="001E5901"/>
    <w:rsid w:val="001E65D3"/>
    <w:rsid w:val="001E6A66"/>
    <w:rsid w:val="001E6A86"/>
    <w:rsid w:val="001E70A0"/>
    <w:rsid w:val="001F04A3"/>
    <w:rsid w:val="001F256F"/>
    <w:rsid w:val="001F27EB"/>
    <w:rsid w:val="001F2844"/>
    <w:rsid w:val="001F4489"/>
    <w:rsid w:val="001F584B"/>
    <w:rsid w:val="001F5956"/>
    <w:rsid w:val="001F5EF8"/>
    <w:rsid w:val="001F72AA"/>
    <w:rsid w:val="001F7DEC"/>
    <w:rsid w:val="00202A77"/>
    <w:rsid w:val="00202C06"/>
    <w:rsid w:val="002030A6"/>
    <w:rsid w:val="00203E73"/>
    <w:rsid w:val="002062DA"/>
    <w:rsid w:val="002069F5"/>
    <w:rsid w:val="0020781C"/>
    <w:rsid w:val="00207E9E"/>
    <w:rsid w:val="00210F77"/>
    <w:rsid w:val="0021214A"/>
    <w:rsid w:val="00214B1A"/>
    <w:rsid w:val="00214F2E"/>
    <w:rsid w:val="0021622B"/>
    <w:rsid w:val="002162C7"/>
    <w:rsid w:val="0021675C"/>
    <w:rsid w:val="00220599"/>
    <w:rsid w:val="0022158B"/>
    <w:rsid w:val="00221800"/>
    <w:rsid w:val="0022189B"/>
    <w:rsid w:val="0022316B"/>
    <w:rsid w:val="0022407A"/>
    <w:rsid w:val="00226F9C"/>
    <w:rsid w:val="00230839"/>
    <w:rsid w:val="00230F1D"/>
    <w:rsid w:val="002319E2"/>
    <w:rsid w:val="0023257A"/>
    <w:rsid w:val="00232ACB"/>
    <w:rsid w:val="002333F4"/>
    <w:rsid w:val="00235782"/>
    <w:rsid w:val="00235E41"/>
    <w:rsid w:val="0023648F"/>
    <w:rsid w:val="00237905"/>
    <w:rsid w:val="00240531"/>
    <w:rsid w:val="0024104E"/>
    <w:rsid w:val="00241422"/>
    <w:rsid w:val="00241575"/>
    <w:rsid w:val="002437D8"/>
    <w:rsid w:val="00243CD9"/>
    <w:rsid w:val="00243E73"/>
    <w:rsid w:val="002447EE"/>
    <w:rsid w:val="0024546F"/>
    <w:rsid w:val="002477D8"/>
    <w:rsid w:val="00250760"/>
    <w:rsid w:val="00250E13"/>
    <w:rsid w:val="0025129D"/>
    <w:rsid w:val="0025138A"/>
    <w:rsid w:val="0025150F"/>
    <w:rsid w:val="0025186A"/>
    <w:rsid w:val="00251ECF"/>
    <w:rsid w:val="00251EE7"/>
    <w:rsid w:val="00252BC5"/>
    <w:rsid w:val="0025508F"/>
    <w:rsid w:val="00256EB7"/>
    <w:rsid w:val="00257F2F"/>
    <w:rsid w:val="0026065A"/>
    <w:rsid w:val="00261AB6"/>
    <w:rsid w:val="00261F14"/>
    <w:rsid w:val="0026231C"/>
    <w:rsid w:val="00263802"/>
    <w:rsid w:val="00265D8E"/>
    <w:rsid w:val="00266243"/>
    <w:rsid w:val="0026794D"/>
    <w:rsid w:val="00267A7A"/>
    <w:rsid w:val="00267B0A"/>
    <w:rsid w:val="00267ECE"/>
    <w:rsid w:val="0027002E"/>
    <w:rsid w:val="0027004C"/>
    <w:rsid w:val="00270409"/>
    <w:rsid w:val="00270738"/>
    <w:rsid w:val="00271CE5"/>
    <w:rsid w:val="00271EA5"/>
    <w:rsid w:val="0027549F"/>
    <w:rsid w:val="00275BBC"/>
    <w:rsid w:val="00275F42"/>
    <w:rsid w:val="0027659F"/>
    <w:rsid w:val="00280B93"/>
    <w:rsid w:val="00281CB2"/>
    <w:rsid w:val="00282020"/>
    <w:rsid w:val="0028218D"/>
    <w:rsid w:val="00282441"/>
    <w:rsid w:val="0028247D"/>
    <w:rsid w:val="00283188"/>
    <w:rsid w:val="00285BC1"/>
    <w:rsid w:val="00285D27"/>
    <w:rsid w:val="0028771C"/>
    <w:rsid w:val="002906FA"/>
    <w:rsid w:val="002913E4"/>
    <w:rsid w:val="002930AE"/>
    <w:rsid w:val="002937DD"/>
    <w:rsid w:val="00295C1C"/>
    <w:rsid w:val="00295C88"/>
    <w:rsid w:val="002A1202"/>
    <w:rsid w:val="002A220E"/>
    <w:rsid w:val="002A3807"/>
    <w:rsid w:val="002A4C84"/>
    <w:rsid w:val="002A5188"/>
    <w:rsid w:val="002A6302"/>
    <w:rsid w:val="002A6350"/>
    <w:rsid w:val="002A6A03"/>
    <w:rsid w:val="002A7499"/>
    <w:rsid w:val="002A7786"/>
    <w:rsid w:val="002B09D8"/>
    <w:rsid w:val="002B251E"/>
    <w:rsid w:val="002B4118"/>
    <w:rsid w:val="002B5E71"/>
    <w:rsid w:val="002B674E"/>
    <w:rsid w:val="002B72A8"/>
    <w:rsid w:val="002C0755"/>
    <w:rsid w:val="002C0A1A"/>
    <w:rsid w:val="002C0B59"/>
    <w:rsid w:val="002C151F"/>
    <w:rsid w:val="002C1D29"/>
    <w:rsid w:val="002C1EF0"/>
    <w:rsid w:val="002C28CA"/>
    <w:rsid w:val="002C7709"/>
    <w:rsid w:val="002C7A1E"/>
    <w:rsid w:val="002C7AEE"/>
    <w:rsid w:val="002C7C96"/>
    <w:rsid w:val="002D15BD"/>
    <w:rsid w:val="002D49DE"/>
    <w:rsid w:val="002D58A0"/>
    <w:rsid w:val="002D67C4"/>
    <w:rsid w:val="002D781F"/>
    <w:rsid w:val="002E0662"/>
    <w:rsid w:val="002E0EAB"/>
    <w:rsid w:val="002E1479"/>
    <w:rsid w:val="002E18F3"/>
    <w:rsid w:val="002E209D"/>
    <w:rsid w:val="002E2B88"/>
    <w:rsid w:val="002E3486"/>
    <w:rsid w:val="002E3898"/>
    <w:rsid w:val="002E3E16"/>
    <w:rsid w:val="002E5542"/>
    <w:rsid w:val="002F068C"/>
    <w:rsid w:val="002F08B7"/>
    <w:rsid w:val="002F0C10"/>
    <w:rsid w:val="002F1520"/>
    <w:rsid w:val="002F1C4F"/>
    <w:rsid w:val="002F1F3E"/>
    <w:rsid w:val="002F371A"/>
    <w:rsid w:val="002F52FF"/>
    <w:rsid w:val="002F536F"/>
    <w:rsid w:val="002F5394"/>
    <w:rsid w:val="002F5451"/>
    <w:rsid w:val="002F6C8C"/>
    <w:rsid w:val="00300A96"/>
    <w:rsid w:val="00300F48"/>
    <w:rsid w:val="00301C31"/>
    <w:rsid w:val="003028CE"/>
    <w:rsid w:val="00304CD2"/>
    <w:rsid w:val="00306915"/>
    <w:rsid w:val="00306F27"/>
    <w:rsid w:val="00310826"/>
    <w:rsid w:val="00310A02"/>
    <w:rsid w:val="00311520"/>
    <w:rsid w:val="00311ABD"/>
    <w:rsid w:val="00313F9C"/>
    <w:rsid w:val="00314384"/>
    <w:rsid w:val="00315315"/>
    <w:rsid w:val="00315938"/>
    <w:rsid w:val="00315B78"/>
    <w:rsid w:val="00316585"/>
    <w:rsid w:val="003171A4"/>
    <w:rsid w:val="003179A3"/>
    <w:rsid w:val="00320162"/>
    <w:rsid w:val="00320836"/>
    <w:rsid w:val="00322178"/>
    <w:rsid w:val="003233D9"/>
    <w:rsid w:val="00323C65"/>
    <w:rsid w:val="0032481F"/>
    <w:rsid w:val="0032504A"/>
    <w:rsid w:val="003266E1"/>
    <w:rsid w:val="0032685A"/>
    <w:rsid w:val="00327BCA"/>
    <w:rsid w:val="00327D40"/>
    <w:rsid w:val="0033125C"/>
    <w:rsid w:val="003323E7"/>
    <w:rsid w:val="00332969"/>
    <w:rsid w:val="00334EB0"/>
    <w:rsid w:val="003352E2"/>
    <w:rsid w:val="00337479"/>
    <w:rsid w:val="0033761D"/>
    <w:rsid w:val="0034169E"/>
    <w:rsid w:val="0034242B"/>
    <w:rsid w:val="00343576"/>
    <w:rsid w:val="00343AB3"/>
    <w:rsid w:val="0034531E"/>
    <w:rsid w:val="003458BE"/>
    <w:rsid w:val="00346B45"/>
    <w:rsid w:val="00346EA1"/>
    <w:rsid w:val="00347A4B"/>
    <w:rsid w:val="00347E24"/>
    <w:rsid w:val="00351CDE"/>
    <w:rsid w:val="0035202D"/>
    <w:rsid w:val="003523F0"/>
    <w:rsid w:val="003525F2"/>
    <w:rsid w:val="00352BBC"/>
    <w:rsid w:val="003539BE"/>
    <w:rsid w:val="00353CF6"/>
    <w:rsid w:val="0035439E"/>
    <w:rsid w:val="003576B9"/>
    <w:rsid w:val="00357E7F"/>
    <w:rsid w:val="0036020E"/>
    <w:rsid w:val="0036097D"/>
    <w:rsid w:val="00363048"/>
    <w:rsid w:val="003636BF"/>
    <w:rsid w:val="00363966"/>
    <w:rsid w:val="00364045"/>
    <w:rsid w:val="00364468"/>
    <w:rsid w:val="00365660"/>
    <w:rsid w:val="00365CD3"/>
    <w:rsid w:val="003668BD"/>
    <w:rsid w:val="003672E4"/>
    <w:rsid w:val="00372C41"/>
    <w:rsid w:val="00373943"/>
    <w:rsid w:val="00373E3D"/>
    <w:rsid w:val="0037479F"/>
    <w:rsid w:val="00374E03"/>
    <w:rsid w:val="00374E86"/>
    <w:rsid w:val="00375B97"/>
    <w:rsid w:val="00375FA5"/>
    <w:rsid w:val="003770FB"/>
    <w:rsid w:val="003805C7"/>
    <w:rsid w:val="0038088D"/>
    <w:rsid w:val="00380A3A"/>
    <w:rsid w:val="00380C24"/>
    <w:rsid w:val="0038358B"/>
    <w:rsid w:val="003838AC"/>
    <w:rsid w:val="00383CBF"/>
    <w:rsid w:val="00384412"/>
    <w:rsid w:val="003845B4"/>
    <w:rsid w:val="00385253"/>
    <w:rsid w:val="003854A3"/>
    <w:rsid w:val="00385851"/>
    <w:rsid w:val="0038722D"/>
    <w:rsid w:val="00387B1A"/>
    <w:rsid w:val="00387DE0"/>
    <w:rsid w:val="003914E4"/>
    <w:rsid w:val="00391A7B"/>
    <w:rsid w:val="00392E7B"/>
    <w:rsid w:val="003939BB"/>
    <w:rsid w:val="00395E04"/>
    <w:rsid w:val="0039650D"/>
    <w:rsid w:val="00396601"/>
    <w:rsid w:val="003A006A"/>
    <w:rsid w:val="003A01EB"/>
    <w:rsid w:val="003A0B90"/>
    <w:rsid w:val="003A1229"/>
    <w:rsid w:val="003A12C3"/>
    <w:rsid w:val="003A22FE"/>
    <w:rsid w:val="003A245B"/>
    <w:rsid w:val="003A2A77"/>
    <w:rsid w:val="003A34F6"/>
    <w:rsid w:val="003A36D2"/>
    <w:rsid w:val="003A3841"/>
    <w:rsid w:val="003A455B"/>
    <w:rsid w:val="003A486A"/>
    <w:rsid w:val="003A548E"/>
    <w:rsid w:val="003A6326"/>
    <w:rsid w:val="003A706E"/>
    <w:rsid w:val="003A7245"/>
    <w:rsid w:val="003B121B"/>
    <w:rsid w:val="003B1761"/>
    <w:rsid w:val="003B217C"/>
    <w:rsid w:val="003B21EE"/>
    <w:rsid w:val="003B4BEF"/>
    <w:rsid w:val="003B5B34"/>
    <w:rsid w:val="003B670D"/>
    <w:rsid w:val="003B6EE4"/>
    <w:rsid w:val="003B7039"/>
    <w:rsid w:val="003C0957"/>
    <w:rsid w:val="003C1767"/>
    <w:rsid w:val="003C3884"/>
    <w:rsid w:val="003C4A4C"/>
    <w:rsid w:val="003C4BA5"/>
    <w:rsid w:val="003C4D53"/>
    <w:rsid w:val="003C5700"/>
    <w:rsid w:val="003C5857"/>
    <w:rsid w:val="003C5D22"/>
    <w:rsid w:val="003C6E2D"/>
    <w:rsid w:val="003C7E4B"/>
    <w:rsid w:val="003D0E4A"/>
    <w:rsid w:val="003D10F3"/>
    <w:rsid w:val="003D162E"/>
    <w:rsid w:val="003D1A4A"/>
    <w:rsid w:val="003D1E9B"/>
    <w:rsid w:val="003D2860"/>
    <w:rsid w:val="003D2BD8"/>
    <w:rsid w:val="003D3496"/>
    <w:rsid w:val="003D3A33"/>
    <w:rsid w:val="003D5483"/>
    <w:rsid w:val="003D7397"/>
    <w:rsid w:val="003D7B3D"/>
    <w:rsid w:val="003E15EF"/>
    <w:rsid w:val="003E1C74"/>
    <w:rsid w:val="003E222A"/>
    <w:rsid w:val="003E3A36"/>
    <w:rsid w:val="003E5474"/>
    <w:rsid w:val="003E551B"/>
    <w:rsid w:val="003E5880"/>
    <w:rsid w:val="003E6893"/>
    <w:rsid w:val="003E68ED"/>
    <w:rsid w:val="003E7401"/>
    <w:rsid w:val="003F180E"/>
    <w:rsid w:val="003F39E1"/>
    <w:rsid w:val="003F4F19"/>
    <w:rsid w:val="003F51ED"/>
    <w:rsid w:val="003F62F2"/>
    <w:rsid w:val="003F79F0"/>
    <w:rsid w:val="003F7E07"/>
    <w:rsid w:val="00401142"/>
    <w:rsid w:val="00403889"/>
    <w:rsid w:val="00404FAA"/>
    <w:rsid w:val="0040527F"/>
    <w:rsid w:val="004062DC"/>
    <w:rsid w:val="00406D2A"/>
    <w:rsid w:val="00407A06"/>
    <w:rsid w:val="0041122E"/>
    <w:rsid w:val="0041202D"/>
    <w:rsid w:val="00412586"/>
    <w:rsid w:val="004135FE"/>
    <w:rsid w:val="00415895"/>
    <w:rsid w:val="00417133"/>
    <w:rsid w:val="00417849"/>
    <w:rsid w:val="00417E87"/>
    <w:rsid w:val="00420825"/>
    <w:rsid w:val="004209ED"/>
    <w:rsid w:val="00420E54"/>
    <w:rsid w:val="00421BA2"/>
    <w:rsid w:val="00422204"/>
    <w:rsid w:val="00423CF0"/>
    <w:rsid w:val="00423E05"/>
    <w:rsid w:val="00424977"/>
    <w:rsid w:val="00424A1F"/>
    <w:rsid w:val="00424B15"/>
    <w:rsid w:val="004257D2"/>
    <w:rsid w:val="00425A02"/>
    <w:rsid w:val="00425C4A"/>
    <w:rsid w:val="004265A7"/>
    <w:rsid w:val="00430A04"/>
    <w:rsid w:val="004317EB"/>
    <w:rsid w:val="00431D79"/>
    <w:rsid w:val="00434956"/>
    <w:rsid w:val="00435A27"/>
    <w:rsid w:val="0043712C"/>
    <w:rsid w:val="00437206"/>
    <w:rsid w:val="004377DB"/>
    <w:rsid w:val="00437F36"/>
    <w:rsid w:val="00441326"/>
    <w:rsid w:val="0044177F"/>
    <w:rsid w:val="004418A1"/>
    <w:rsid w:val="00444EB1"/>
    <w:rsid w:val="00445181"/>
    <w:rsid w:val="004459CA"/>
    <w:rsid w:val="00445E4D"/>
    <w:rsid w:val="004462E0"/>
    <w:rsid w:val="004468A3"/>
    <w:rsid w:val="00446D65"/>
    <w:rsid w:val="00446FF6"/>
    <w:rsid w:val="0044733B"/>
    <w:rsid w:val="004479E8"/>
    <w:rsid w:val="004479FC"/>
    <w:rsid w:val="00447E52"/>
    <w:rsid w:val="0045082C"/>
    <w:rsid w:val="00450B82"/>
    <w:rsid w:val="00450FE1"/>
    <w:rsid w:val="004530DC"/>
    <w:rsid w:val="0045513D"/>
    <w:rsid w:val="00455CC1"/>
    <w:rsid w:val="004631D8"/>
    <w:rsid w:val="0046396D"/>
    <w:rsid w:val="0046485A"/>
    <w:rsid w:val="00464B4B"/>
    <w:rsid w:val="00464C2A"/>
    <w:rsid w:val="0046659D"/>
    <w:rsid w:val="00466E8D"/>
    <w:rsid w:val="00470171"/>
    <w:rsid w:val="004708AD"/>
    <w:rsid w:val="004708CD"/>
    <w:rsid w:val="0047145E"/>
    <w:rsid w:val="00472001"/>
    <w:rsid w:val="004727CD"/>
    <w:rsid w:val="00473480"/>
    <w:rsid w:val="004741BE"/>
    <w:rsid w:val="0047497D"/>
    <w:rsid w:val="00475D38"/>
    <w:rsid w:val="00476B46"/>
    <w:rsid w:val="00476BD2"/>
    <w:rsid w:val="00476CAC"/>
    <w:rsid w:val="00477013"/>
    <w:rsid w:val="00481D41"/>
    <w:rsid w:val="00482147"/>
    <w:rsid w:val="004827FB"/>
    <w:rsid w:val="004832DC"/>
    <w:rsid w:val="004871C8"/>
    <w:rsid w:val="00490149"/>
    <w:rsid w:val="0049101B"/>
    <w:rsid w:val="00491131"/>
    <w:rsid w:val="00491540"/>
    <w:rsid w:val="00491B72"/>
    <w:rsid w:val="00491EB0"/>
    <w:rsid w:val="0049261C"/>
    <w:rsid w:val="00492EB2"/>
    <w:rsid w:val="00493EEC"/>
    <w:rsid w:val="0049508C"/>
    <w:rsid w:val="00496670"/>
    <w:rsid w:val="00496907"/>
    <w:rsid w:val="00496CF4"/>
    <w:rsid w:val="0049795A"/>
    <w:rsid w:val="00497C9C"/>
    <w:rsid w:val="004A0470"/>
    <w:rsid w:val="004A1E87"/>
    <w:rsid w:val="004A22BD"/>
    <w:rsid w:val="004A399E"/>
    <w:rsid w:val="004A53DE"/>
    <w:rsid w:val="004A550C"/>
    <w:rsid w:val="004A559C"/>
    <w:rsid w:val="004A6042"/>
    <w:rsid w:val="004B1477"/>
    <w:rsid w:val="004B14C7"/>
    <w:rsid w:val="004B1FEC"/>
    <w:rsid w:val="004B260F"/>
    <w:rsid w:val="004B3E56"/>
    <w:rsid w:val="004B540E"/>
    <w:rsid w:val="004B546B"/>
    <w:rsid w:val="004B6651"/>
    <w:rsid w:val="004C1DFE"/>
    <w:rsid w:val="004C29DF"/>
    <w:rsid w:val="004C2C36"/>
    <w:rsid w:val="004C3A81"/>
    <w:rsid w:val="004C50DE"/>
    <w:rsid w:val="004C75C1"/>
    <w:rsid w:val="004C79C3"/>
    <w:rsid w:val="004C7E57"/>
    <w:rsid w:val="004D1331"/>
    <w:rsid w:val="004D1A23"/>
    <w:rsid w:val="004D1DC4"/>
    <w:rsid w:val="004D3CFC"/>
    <w:rsid w:val="004D40F3"/>
    <w:rsid w:val="004D4BE0"/>
    <w:rsid w:val="004D63B6"/>
    <w:rsid w:val="004D7E82"/>
    <w:rsid w:val="004E0967"/>
    <w:rsid w:val="004E1331"/>
    <w:rsid w:val="004E4302"/>
    <w:rsid w:val="004E4715"/>
    <w:rsid w:val="004E489B"/>
    <w:rsid w:val="004E6716"/>
    <w:rsid w:val="004E7B66"/>
    <w:rsid w:val="004F0791"/>
    <w:rsid w:val="004F235C"/>
    <w:rsid w:val="004F26D1"/>
    <w:rsid w:val="004F28E1"/>
    <w:rsid w:val="004F376A"/>
    <w:rsid w:val="004F4B2B"/>
    <w:rsid w:val="004F5120"/>
    <w:rsid w:val="004F5E4B"/>
    <w:rsid w:val="004F7C48"/>
    <w:rsid w:val="00501480"/>
    <w:rsid w:val="00501662"/>
    <w:rsid w:val="00501AD8"/>
    <w:rsid w:val="00502E41"/>
    <w:rsid w:val="00504D52"/>
    <w:rsid w:val="005058CD"/>
    <w:rsid w:val="00505CC2"/>
    <w:rsid w:val="005063EF"/>
    <w:rsid w:val="00506755"/>
    <w:rsid w:val="00507428"/>
    <w:rsid w:val="00507F7C"/>
    <w:rsid w:val="005102CF"/>
    <w:rsid w:val="00511F49"/>
    <w:rsid w:val="00514ACA"/>
    <w:rsid w:val="00514CFD"/>
    <w:rsid w:val="00514EC2"/>
    <w:rsid w:val="00515635"/>
    <w:rsid w:val="00515F64"/>
    <w:rsid w:val="00515FA2"/>
    <w:rsid w:val="005166FF"/>
    <w:rsid w:val="0051785A"/>
    <w:rsid w:val="005207C8"/>
    <w:rsid w:val="0052208A"/>
    <w:rsid w:val="005223EF"/>
    <w:rsid w:val="00522C96"/>
    <w:rsid w:val="00522D91"/>
    <w:rsid w:val="0052305C"/>
    <w:rsid w:val="00523F1D"/>
    <w:rsid w:val="00526246"/>
    <w:rsid w:val="0052631D"/>
    <w:rsid w:val="00526BD6"/>
    <w:rsid w:val="00526DBA"/>
    <w:rsid w:val="00526FBE"/>
    <w:rsid w:val="0052777D"/>
    <w:rsid w:val="00527F97"/>
    <w:rsid w:val="00531540"/>
    <w:rsid w:val="005347CF"/>
    <w:rsid w:val="005369DF"/>
    <w:rsid w:val="00537C34"/>
    <w:rsid w:val="0054158C"/>
    <w:rsid w:val="00541816"/>
    <w:rsid w:val="005438A3"/>
    <w:rsid w:val="00543F9A"/>
    <w:rsid w:val="00544FE5"/>
    <w:rsid w:val="00546E52"/>
    <w:rsid w:val="00547B32"/>
    <w:rsid w:val="0055038B"/>
    <w:rsid w:val="00550A4C"/>
    <w:rsid w:val="00551933"/>
    <w:rsid w:val="00552E13"/>
    <w:rsid w:val="005548E3"/>
    <w:rsid w:val="005549AA"/>
    <w:rsid w:val="00554D05"/>
    <w:rsid w:val="00555390"/>
    <w:rsid w:val="00557A0C"/>
    <w:rsid w:val="005619BD"/>
    <w:rsid w:val="00562251"/>
    <w:rsid w:val="005623CB"/>
    <w:rsid w:val="00562516"/>
    <w:rsid w:val="00563F12"/>
    <w:rsid w:val="00564667"/>
    <w:rsid w:val="005647BB"/>
    <w:rsid w:val="00564F64"/>
    <w:rsid w:val="00565589"/>
    <w:rsid w:val="00566125"/>
    <w:rsid w:val="0056619A"/>
    <w:rsid w:val="00566815"/>
    <w:rsid w:val="00566E6E"/>
    <w:rsid w:val="00567106"/>
    <w:rsid w:val="005712A3"/>
    <w:rsid w:val="00571FA5"/>
    <w:rsid w:val="00572B34"/>
    <w:rsid w:val="00574668"/>
    <w:rsid w:val="005748D0"/>
    <w:rsid w:val="005751F2"/>
    <w:rsid w:val="005757A1"/>
    <w:rsid w:val="00575E50"/>
    <w:rsid w:val="005767BA"/>
    <w:rsid w:val="00576979"/>
    <w:rsid w:val="00577D80"/>
    <w:rsid w:val="00580002"/>
    <w:rsid w:val="005812DA"/>
    <w:rsid w:val="005813C7"/>
    <w:rsid w:val="00582A55"/>
    <w:rsid w:val="00583C3D"/>
    <w:rsid w:val="00584393"/>
    <w:rsid w:val="00584821"/>
    <w:rsid w:val="005849EC"/>
    <w:rsid w:val="00584EAF"/>
    <w:rsid w:val="0058563B"/>
    <w:rsid w:val="00585738"/>
    <w:rsid w:val="00586664"/>
    <w:rsid w:val="00587823"/>
    <w:rsid w:val="0059111F"/>
    <w:rsid w:val="00593B8F"/>
    <w:rsid w:val="00594F0A"/>
    <w:rsid w:val="00597520"/>
    <w:rsid w:val="00597DA2"/>
    <w:rsid w:val="005A0B82"/>
    <w:rsid w:val="005A1498"/>
    <w:rsid w:val="005A20A6"/>
    <w:rsid w:val="005A21BD"/>
    <w:rsid w:val="005A3711"/>
    <w:rsid w:val="005A3888"/>
    <w:rsid w:val="005A3F1F"/>
    <w:rsid w:val="005A4502"/>
    <w:rsid w:val="005A46CD"/>
    <w:rsid w:val="005A6264"/>
    <w:rsid w:val="005A70BB"/>
    <w:rsid w:val="005B164D"/>
    <w:rsid w:val="005B27D8"/>
    <w:rsid w:val="005B35CD"/>
    <w:rsid w:val="005B3945"/>
    <w:rsid w:val="005B4663"/>
    <w:rsid w:val="005B5398"/>
    <w:rsid w:val="005B5933"/>
    <w:rsid w:val="005B5DEE"/>
    <w:rsid w:val="005C0281"/>
    <w:rsid w:val="005C07F2"/>
    <w:rsid w:val="005C0CF6"/>
    <w:rsid w:val="005C19D6"/>
    <w:rsid w:val="005C2439"/>
    <w:rsid w:val="005C3EEF"/>
    <w:rsid w:val="005C448B"/>
    <w:rsid w:val="005C4CF3"/>
    <w:rsid w:val="005C509A"/>
    <w:rsid w:val="005C662A"/>
    <w:rsid w:val="005C6BB4"/>
    <w:rsid w:val="005C70F1"/>
    <w:rsid w:val="005C7A63"/>
    <w:rsid w:val="005D0F69"/>
    <w:rsid w:val="005D1A22"/>
    <w:rsid w:val="005D1BEE"/>
    <w:rsid w:val="005D1FB3"/>
    <w:rsid w:val="005D2298"/>
    <w:rsid w:val="005D29F0"/>
    <w:rsid w:val="005D2ECC"/>
    <w:rsid w:val="005D300C"/>
    <w:rsid w:val="005D3455"/>
    <w:rsid w:val="005D3802"/>
    <w:rsid w:val="005D4BA5"/>
    <w:rsid w:val="005D6238"/>
    <w:rsid w:val="005D6A0E"/>
    <w:rsid w:val="005D7044"/>
    <w:rsid w:val="005D782E"/>
    <w:rsid w:val="005D7D0E"/>
    <w:rsid w:val="005E1B63"/>
    <w:rsid w:val="005E1CB8"/>
    <w:rsid w:val="005E1D3C"/>
    <w:rsid w:val="005E1D46"/>
    <w:rsid w:val="005E1EB0"/>
    <w:rsid w:val="005E30BE"/>
    <w:rsid w:val="005E3525"/>
    <w:rsid w:val="005E5C7D"/>
    <w:rsid w:val="005E5EBE"/>
    <w:rsid w:val="005E5F32"/>
    <w:rsid w:val="005E6189"/>
    <w:rsid w:val="005E693E"/>
    <w:rsid w:val="005E71DC"/>
    <w:rsid w:val="005E7215"/>
    <w:rsid w:val="005E7866"/>
    <w:rsid w:val="005F00C7"/>
    <w:rsid w:val="005F3027"/>
    <w:rsid w:val="005F3B8B"/>
    <w:rsid w:val="005F40F9"/>
    <w:rsid w:val="005F5794"/>
    <w:rsid w:val="005F5BBB"/>
    <w:rsid w:val="005F7EE0"/>
    <w:rsid w:val="00600D9F"/>
    <w:rsid w:val="006010B1"/>
    <w:rsid w:val="00601DB0"/>
    <w:rsid w:val="00604628"/>
    <w:rsid w:val="00604E91"/>
    <w:rsid w:val="00604F5C"/>
    <w:rsid w:val="00607904"/>
    <w:rsid w:val="0061035D"/>
    <w:rsid w:val="00610603"/>
    <w:rsid w:val="0061107B"/>
    <w:rsid w:val="00611200"/>
    <w:rsid w:val="00611F32"/>
    <w:rsid w:val="00616821"/>
    <w:rsid w:val="006174C0"/>
    <w:rsid w:val="006200C9"/>
    <w:rsid w:val="006220F5"/>
    <w:rsid w:val="006223EF"/>
    <w:rsid w:val="0062257B"/>
    <w:rsid w:val="00622C31"/>
    <w:rsid w:val="00623627"/>
    <w:rsid w:val="00623F9D"/>
    <w:rsid w:val="0062424B"/>
    <w:rsid w:val="00624C80"/>
    <w:rsid w:val="00626277"/>
    <w:rsid w:val="00630690"/>
    <w:rsid w:val="0063198E"/>
    <w:rsid w:val="00632253"/>
    <w:rsid w:val="00632C2C"/>
    <w:rsid w:val="00632EB3"/>
    <w:rsid w:val="006333CD"/>
    <w:rsid w:val="00633700"/>
    <w:rsid w:val="0063634C"/>
    <w:rsid w:val="00636716"/>
    <w:rsid w:val="00636E39"/>
    <w:rsid w:val="00636FA9"/>
    <w:rsid w:val="0063785C"/>
    <w:rsid w:val="00640118"/>
    <w:rsid w:val="0064066B"/>
    <w:rsid w:val="006421CD"/>
    <w:rsid w:val="006424D4"/>
    <w:rsid w:val="00642714"/>
    <w:rsid w:val="00644701"/>
    <w:rsid w:val="006455C0"/>
    <w:rsid w:val="006455CE"/>
    <w:rsid w:val="00646234"/>
    <w:rsid w:val="00646751"/>
    <w:rsid w:val="006472D8"/>
    <w:rsid w:val="0064744D"/>
    <w:rsid w:val="006501FD"/>
    <w:rsid w:val="00650428"/>
    <w:rsid w:val="006518F7"/>
    <w:rsid w:val="00651FCC"/>
    <w:rsid w:val="0065226C"/>
    <w:rsid w:val="00652CB9"/>
    <w:rsid w:val="0065317D"/>
    <w:rsid w:val="00653638"/>
    <w:rsid w:val="0065483F"/>
    <w:rsid w:val="00654A24"/>
    <w:rsid w:val="00655046"/>
    <w:rsid w:val="00655115"/>
    <w:rsid w:val="006554AE"/>
    <w:rsid w:val="006559E9"/>
    <w:rsid w:val="006560ED"/>
    <w:rsid w:val="006562FA"/>
    <w:rsid w:val="006565AF"/>
    <w:rsid w:val="00656F6C"/>
    <w:rsid w:val="006578DD"/>
    <w:rsid w:val="00657AD5"/>
    <w:rsid w:val="006604B3"/>
    <w:rsid w:val="00661CDC"/>
    <w:rsid w:val="006623E5"/>
    <w:rsid w:val="006626CB"/>
    <w:rsid w:val="00662BDD"/>
    <w:rsid w:val="0066320C"/>
    <w:rsid w:val="006633E6"/>
    <w:rsid w:val="00663580"/>
    <w:rsid w:val="0066358C"/>
    <w:rsid w:val="0066432C"/>
    <w:rsid w:val="00664EE9"/>
    <w:rsid w:val="006655D7"/>
    <w:rsid w:val="00666850"/>
    <w:rsid w:val="00670C79"/>
    <w:rsid w:val="00670F04"/>
    <w:rsid w:val="006712B0"/>
    <w:rsid w:val="006723B3"/>
    <w:rsid w:val="00672498"/>
    <w:rsid w:val="00673422"/>
    <w:rsid w:val="00673453"/>
    <w:rsid w:val="0067532F"/>
    <w:rsid w:val="006759D5"/>
    <w:rsid w:val="00675C51"/>
    <w:rsid w:val="00675E4D"/>
    <w:rsid w:val="006760BB"/>
    <w:rsid w:val="006762CE"/>
    <w:rsid w:val="00676395"/>
    <w:rsid w:val="00676EF4"/>
    <w:rsid w:val="00677D94"/>
    <w:rsid w:val="00677EF4"/>
    <w:rsid w:val="006805D5"/>
    <w:rsid w:val="00680CBA"/>
    <w:rsid w:val="00681167"/>
    <w:rsid w:val="006813F4"/>
    <w:rsid w:val="006815B7"/>
    <w:rsid w:val="00681E48"/>
    <w:rsid w:val="0068202E"/>
    <w:rsid w:val="00683182"/>
    <w:rsid w:val="00685065"/>
    <w:rsid w:val="006852F4"/>
    <w:rsid w:val="00685771"/>
    <w:rsid w:val="00687323"/>
    <w:rsid w:val="006878C4"/>
    <w:rsid w:val="00687F08"/>
    <w:rsid w:val="00687FDF"/>
    <w:rsid w:val="0069053F"/>
    <w:rsid w:val="00690BFE"/>
    <w:rsid w:val="00690D03"/>
    <w:rsid w:val="00692EC9"/>
    <w:rsid w:val="00693403"/>
    <w:rsid w:val="00695120"/>
    <w:rsid w:val="006954B5"/>
    <w:rsid w:val="0069569F"/>
    <w:rsid w:val="006975FF"/>
    <w:rsid w:val="00697C0D"/>
    <w:rsid w:val="006A129F"/>
    <w:rsid w:val="006A142C"/>
    <w:rsid w:val="006A2E23"/>
    <w:rsid w:val="006A5405"/>
    <w:rsid w:val="006A5BA7"/>
    <w:rsid w:val="006A5BEA"/>
    <w:rsid w:val="006A658E"/>
    <w:rsid w:val="006A675C"/>
    <w:rsid w:val="006A6FC6"/>
    <w:rsid w:val="006A7CC0"/>
    <w:rsid w:val="006B00E4"/>
    <w:rsid w:val="006B0BA9"/>
    <w:rsid w:val="006B0DD8"/>
    <w:rsid w:val="006B1C1F"/>
    <w:rsid w:val="006B2B83"/>
    <w:rsid w:val="006B3436"/>
    <w:rsid w:val="006B38B2"/>
    <w:rsid w:val="006B3B7E"/>
    <w:rsid w:val="006B4415"/>
    <w:rsid w:val="006B50C5"/>
    <w:rsid w:val="006B5BDE"/>
    <w:rsid w:val="006B5EE8"/>
    <w:rsid w:val="006B77C2"/>
    <w:rsid w:val="006B78EC"/>
    <w:rsid w:val="006C0100"/>
    <w:rsid w:val="006C019E"/>
    <w:rsid w:val="006C01FC"/>
    <w:rsid w:val="006C26AC"/>
    <w:rsid w:val="006C3484"/>
    <w:rsid w:val="006C412C"/>
    <w:rsid w:val="006C4478"/>
    <w:rsid w:val="006C4B5F"/>
    <w:rsid w:val="006C5171"/>
    <w:rsid w:val="006C700E"/>
    <w:rsid w:val="006C7A5A"/>
    <w:rsid w:val="006D1A1B"/>
    <w:rsid w:val="006D259B"/>
    <w:rsid w:val="006D25B3"/>
    <w:rsid w:val="006D3BDC"/>
    <w:rsid w:val="006D423F"/>
    <w:rsid w:val="006D42D9"/>
    <w:rsid w:val="006D4984"/>
    <w:rsid w:val="006D4F6D"/>
    <w:rsid w:val="006D575D"/>
    <w:rsid w:val="006D5F69"/>
    <w:rsid w:val="006E021F"/>
    <w:rsid w:val="006E0994"/>
    <w:rsid w:val="006E0C19"/>
    <w:rsid w:val="006E1324"/>
    <w:rsid w:val="006E1B32"/>
    <w:rsid w:val="006E3B38"/>
    <w:rsid w:val="006E6D1F"/>
    <w:rsid w:val="006E70A6"/>
    <w:rsid w:val="006E74EA"/>
    <w:rsid w:val="006F0B22"/>
    <w:rsid w:val="006F28A2"/>
    <w:rsid w:val="006F2BA1"/>
    <w:rsid w:val="006F2BBE"/>
    <w:rsid w:val="006F380D"/>
    <w:rsid w:val="006F45C8"/>
    <w:rsid w:val="006F5529"/>
    <w:rsid w:val="006F60E5"/>
    <w:rsid w:val="006F64D6"/>
    <w:rsid w:val="006F77A7"/>
    <w:rsid w:val="006F7A88"/>
    <w:rsid w:val="006F7F96"/>
    <w:rsid w:val="00700CC3"/>
    <w:rsid w:val="00701366"/>
    <w:rsid w:val="00701745"/>
    <w:rsid w:val="00702320"/>
    <w:rsid w:val="00702681"/>
    <w:rsid w:val="00702A08"/>
    <w:rsid w:val="0070324F"/>
    <w:rsid w:val="007036E2"/>
    <w:rsid w:val="007051EE"/>
    <w:rsid w:val="00705FB0"/>
    <w:rsid w:val="007074C0"/>
    <w:rsid w:val="00710AE3"/>
    <w:rsid w:val="00710C80"/>
    <w:rsid w:val="00710F6D"/>
    <w:rsid w:val="0071357B"/>
    <w:rsid w:val="00714030"/>
    <w:rsid w:val="00714C8A"/>
    <w:rsid w:val="007168FD"/>
    <w:rsid w:val="00717951"/>
    <w:rsid w:val="00717ED3"/>
    <w:rsid w:val="00721AA8"/>
    <w:rsid w:val="00722347"/>
    <w:rsid w:val="007239E1"/>
    <w:rsid w:val="00723B35"/>
    <w:rsid w:val="0072452D"/>
    <w:rsid w:val="00724542"/>
    <w:rsid w:val="0072542B"/>
    <w:rsid w:val="00725C8B"/>
    <w:rsid w:val="00727686"/>
    <w:rsid w:val="00730EDC"/>
    <w:rsid w:val="00732374"/>
    <w:rsid w:val="007325B8"/>
    <w:rsid w:val="007328A7"/>
    <w:rsid w:val="00733017"/>
    <w:rsid w:val="00733781"/>
    <w:rsid w:val="007338C9"/>
    <w:rsid w:val="007338E4"/>
    <w:rsid w:val="00735810"/>
    <w:rsid w:val="0073606A"/>
    <w:rsid w:val="00736600"/>
    <w:rsid w:val="0073762E"/>
    <w:rsid w:val="00737CEC"/>
    <w:rsid w:val="00740022"/>
    <w:rsid w:val="00740AD4"/>
    <w:rsid w:val="00741658"/>
    <w:rsid w:val="007421D5"/>
    <w:rsid w:val="0074271B"/>
    <w:rsid w:val="00743956"/>
    <w:rsid w:val="00744E38"/>
    <w:rsid w:val="00745719"/>
    <w:rsid w:val="007458A1"/>
    <w:rsid w:val="00746DA9"/>
    <w:rsid w:val="00746EDE"/>
    <w:rsid w:val="00747615"/>
    <w:rsid w:val="007501E0"/>
    <w:rsid w:val="0075190E"/>
    <w:rsid w:val="00751B90"/>
    <w:rsid w:val="00752D98"/>
    <w:rsid w:val="0075400C"/>
    <w:rsid w:val="007543EC"/>
    <w:rsid w:val="00756959"/>
    <w:rsid w:val="00757C37"/>
    <w:rsid w:val="00760E2B"/>
    <w:rsid w:val="00763D42"/>
    <w:rsid w:val="007644BC"/>
    <w:rsid w:val="00764B40"/>
    <w:rsid w:val="00764C61"/>
    <w:rsid w:val="00765F4A"/>
    <w:rsid w:val="0076690D"/>
    <w:rsid w:val="007676C0"/>
    <w:rsid w:val="00767F90"/>
    <w:rsid w:val="00771B2F"/>
    <w:rsid w:val="00771ECE"/>
    <w:rsid w:val="00772342"/>
    <w:rsid w:val="007739FB"/>
    <w:rsid w:val="00775BAA"/>
    <w:rsid w:val="007761D9"/>
    <w:rsid w:val="007776AD"/>
    <w:rsid w:val="0077794B"/>
    <w:rsid w:val="00780233"/>
    <w:rsid w:val="00780BCA"/>
    <w:rsid w:val="00781E7C"/>
    <w:rsid w:val="00783310"/>
    <w:rsid w:val="007840B2"/>
    <w:rsid w:val="0078463D"/>
    <w:rsid w:val="007847B5"/>
    <w:rsid w:val="00784A1C"/>
    <w:rsid w:val="0078655B"/>
    <w:rsid w:val="00787C15"/>
    <w:rsid w:val="00790013"/>
    <w:rsid w:val="00790879"/>
    <w:rsid w:val="00791B4B"/>
    <w:rsid w:val="00791FCD"/>
    <w:rsid w:val="007933AB"/>
    <w:rsid w:val="007951F9"/>
    <w:rsid w:val="00795243"/>
    <w:rsid w:val="0079555C"/>
    <w:rsid w:val="007A0465"/>
    <w:rsid w:val="007A27F3"/>
    <w:rsid w:val="007A2C8C"/>
    <w:rsid w:val="007A3663"/>
    <w:rsid w:val="007A4458"/>
    <w:rsid w:val="007A4A6D"/>
    <w:rsid w:val="007A5CD0"/>
    <w:rsid w:val="007A6097"/>
    <w:rsid w:val="007A709B"/>
    <w:rsid w:val="007A7CDF"/>
    <w:rsid w:val="007B0167"/>
    <w:rsid w:val="007B017D"/>
    <w:rsid w:val="007B06D1"/>
    <w:rsid w:val="007B07D5"/>
    <w:rsid w:val="007B26DC"/>
    <w:rsid w:val="007B349C"/>
    <w:rsid w:val="007B3F5B"/>
    <w:rsid w:val="007B4C49"/>
    <w:rsid w:val="007B5BC0"/>
    <w:rsid w:val="007C09D6"/>
    <w:rsid w:val="007C106E"/>
    <w:rsid w:val="007C1A8A"/>
    <w:rsid w:val="007C1E3E"/>
    <w:rsid w:val="007C2022"/>
    <w:rsid w:val="007C2B29"/>
    <w:rsid w:val="007C378E"/>
    <w:rsid w:val="007C47F5"/>
    <w:rsid w:val="007C4BCB"/>
    <w:rsid w:val="007C5643"/>
    <w:rsid w:val="007C6624"/>
    <w:rsid w:val="007C7185"/>
    <w:rsid w:val="007C7195"/>
    <w:rsid w:val="007D06AC"/>
    <w:rsid w:val="007D1BCF"/>
    <w:rsid w:val="007D1EC0"/>
    <w:rsid w:val="007D2D3F"/>
    <w:rsid w:val="007D323F"/>
    <w:rsid w:val="007D3A36"/>
    <w:rsid w:val="007D6164"/>
    <w:rsid w:val="007D737D"/>
    <w:rsid w:val="007D75CF"/>
    <w:rsid w:val="007D781D"/>
    <w:rsid w:val="007D7CF5"/>
    <w:rsid w:val="007E0D16"/>
    <w:rsid w:val="007E0DC2"/>
    <w:rsid w:val="007E1778"/>
    <w:rsid w:val="007E1BF9"/>
    <w:rsid w:val="007E1D47"/>
    <w:rsid w:val="007E2B63"/>
    <w:rsid w:val="007E2FAD"/>
    <w:rsid w:val="007E36DD"/>
    <w:rsid w:val="007E3AA0"/>
    <w:rsid w:val="007E5410"/>
    <w:rsid w:val="007E6DC5"/>
    <w:rsid w:val="007E758D"/>
    <w:rsid w:val="007F08ED"/>
    <w:rsid w:val="007F1E0D"/>
    <w:rsid w:val="007F1E19"/>
    <w:rsid w:val="007F1FD3"/>
    <w:rsid w:val="007F2EF4"/>
    <w:rsid w:val="007F3A68"/>
    <w:rsid w:val="007F3F95"/>
    <w:rsid w:val="007F430E"/>
    <w:rsid w:val="007F51AE"/>
    <w:rsid w:val="007F6582"/>
    <w:rsid w:val="00801240"/>
    <w:rsid w:val="00801C99"/>
    <w:rsid w:val="00802CBF"/>
    <w:rsid w:val="00802E6E"/>
    <w:rsid w:val="00804AE5"/>
    <w:rsid w:val="00805147"/>
    <w:rsid w:val="0080523A"/>
    <w:rsid w:val="0080525A"/>
    <w:rsid w:val="008065A2"/>
    <w:rsid w:val="00806C7C"/>
    <w:rsid w:val="00811E64"/>
    <w:rsid w:val="0081202F"/>
    <w:rsid w:val="008128B4"/>
    <w:rsid w:val="00813DAD"/>
    <w:rsid w:val="00814213"/>
    <w:rsid w:val="00814D22"/>
    <w:rsid w:val="00815075"/>
    <w:rsid w:val="00815FFB"/>
    <w:rsid w:val="0081654A"/>
    <w:rsid w:val="008208F0"/>
    <w:rsid w:val="0082152F"/>
    <w:rsid w:val="0082218A"/>
    <w:rsid w:val="0082339E"/>
    <w:rsid w:val="00823625"/>
    <w:rsid w:val="00824F97"/>
    <w:rsid w:val="00825BE9"/>
    <w:rsid w:val="00825F6A"/>
    <w:rsid w:val="00826EED"/>
    <w:rsid w:val="0082703A"/>
    <w:rsid w:val="00827427"/>
    <w:rsid w:val="008275A1"/>
    <w:rsid w:val="00830637"/>
    <w:rsid w:val="00831540"/>
    <w:rsid w:val="0083228A"/>
    <w:rsid w:val="008327EA"/>
    <w:rsid w:val="008330E6"/>
    <w:rsid w:val="00833FAE"/>
    <w:rsid w:val="00834463"/>
    <w:rsid w:val="00835710"/>
    <w:rsid w:val="0083574E"/>
    <w:rsid w:val="00835C0E"/>
    <w:rsid w:val="00835D67"/>
    <w:rsid w:val="008360A7"/>
    <w:rsid w:val="00836207"/>
    <w:rsid w:val="00837518"/>
    <w:rsid w:val="00841501"/>
    <w:rsid w:val="00841DCD"/>
    <w:rsid w:val="00842245"/>
    <w:rsid w:val="008429B0"/>
    <w:rsid w:val="00843757"/>
    <w:rsid w:val="0084379C"/>
    <w:rsid w:val="00844858"/>
    <w:rsid w:val="00845721"/>
    <w:rsid w:val="00847BAC"/>
    <w:rsid w:val="00847F89"/>
    <w:rsid w:val="008509E2"/>
    <w:rsid w:val="00850A6E"/>
    <w:rsid w:val="008524C6"/>
    <w:rsid w:val="00852AD2"/>
    <w:rsid w:val="00852FFA"/>
    <w:rsid w:val="0085313F"/>
    <w:rsid w:val="008567A9"/>
    <w:rsid w:val="008567F4"/>
    <w:rsid w:val="00856825"/>
    <w:rsid w:val="00856A73"/>
    <w:rsid w:val="00857815"/>
    <w:rsid w:val="00861F0F"/>
    <w:rsid w:val="008633A1"/>
    <w:rsid w:val="00863AA8"/>
    <w:rsid w:val="00863AF2"/>
    <w:rsid w:val="00864CB3"/>
    <w:rsid w:val="00865144"/>
    <w:rsid w:val="00867ACA"/>
    <w:rsid w:val="00870ABA"/>
    <w:rsid w:val="00872C07"/>
    <w:rsid w:val="00873275"/>
    <w:rsid w:val="00874801"/>
    <w:rsid w:val="0087626A"/>
    <w:rsid w:val="00876946"/>
    <w:rsid w:val="008772F2"/>
    <w:rsid w:val="00877683"/>
    <w:rsid w:val="0088043C"/>
    <w:rsid w:val="008807B8"/>
    <w:rsid w:val="00882173"/>
    <w:rsid w:val="008821BB"/>
    <w:rsid w:val="008822EA"/>
    <w:rsid w:val="00882902"/>
    <w:rsid w:val="00882CD3"/>
    <w:rsid w:val="00883041"/>
    <w:rsid w:val="008830DD"/>
    <w:rsid w:val="00883495"/>
    <w:rsid w:val="00885420"/>
    <w:rsid w:val="00886459"/>
    <w:rsid w:val="008866C5"/>
    <w:rsid w:val="00887A03"/>
    <w:rsid w:val="00887A93"/>
    <w:rsid w:val="00887AC3"/>
    <w:rsid w:val="00887DC5"/>
    <w:rsid w:val="00887FE4"/>
    <w:rsid w:val="00890303"/>
    <w:rsid w:val="008906C9"/>
    <w:rsid w:val="00890B15"/>
    <w:rsid w:val="00892CDC"/>
    <w:rsid w:val="00892F12"/>
    <w:rsid w:val="00893E71"/>
    <w:rsid w:val="00893E83"/>
    <w:rsid w:val="00894938"/>
    <w:rsid w:val="00895F7B"/>
    <w:rsid w:val="00896967"/>
    <w:rsid w:val="008970E0"/>
    <w:rsid w:val="008A06B6"/>
    <w:rsid w:val="008A0BBB"/>
    <w:rsid w:val="008A1C0A"/>
    <w:rsid w:val="008A2949"/>
    <w:rsid w:val="008A333B"/>
    <w:rsid w:val="008A4CA8"/>
    <w:rsid w:val="008A6343"/>
    <w:rsid w:val="008B07EE"/>
    <w:rsid w:val="008B0E06"/>
    <w:rsid w:val="008B10BF"/>
    <w:rsid w:val="008B1CF3"/>
    <w:rsid w:val="008B25B4"/>
    <w:rsid w:val="008B3F84"/>
    <w:rsid w:val="008B44C3"/>
    <w:rsid w:val="008B5929"/>
    <w:rsid w:val="008B6AA1"/>
    <w:rsid w:val="008B77DF"/>
    <w:rsid w:val="008C0903"/>
    <w:rsid w:val="008C09D7"/>
    <w:rsid w:val="008C0BB9"/>
    <w:rsid w:val="008C1DA9"/>
    <w:rsid w:val="008C2A22"/>
    <w:rsid w:val="008C32A9"/>
    <w:rsid w:val="008C4BD8"/>
    <w:rsid w:val="008C50D3"/>
    <w:rsid w:val="008C5738"/>
    <w:rsid w:val="008C67B7"/>
    <w:rsid w:val="008C6D25"/>
    <w:rsid w:val="008C752D"/>
    <w:rsid w:val="008D04F0"/>
    <w:rsid w:val="008D0CF6"/>
    <w:rsid w:val="008D1396"/>
    <w:rsid w:val="008D1D9D"/>
    <w:rsid w:val="008D2A7D"/>
    <w:rsid w:val="008D4CA4"/>
    <w:rsid w:val="008D4D00"/>
    <w:rsid w:val="008D5EBB"/>
    <w:rsid w:val="008D63C2"/>
    <w:rsid w:val="008D65EC"/>
    <w:rsid w:val="008D68D5"/>
    <w:rsid w:val="008D705E"/>
    <w:rsid w:val="008D72A0"/>
    <w:rsid w:val="008D7716"/>
    <w:rsid w:val="008E2665"/>
    <w:rsid w:val="008E36B8"/>
    <w:rsid w:val="008E57E2"/>
    <w:rsid w:val="008E6275"/>
    <w:rsid w:val="008E768E"/>
    <w:rsid w:val="008E7AE3"/>
    <w:rsid w:val="008F04FB"/>
    <w:rsid w:val="008F27B5"/>
    <w:rsid w:val="008F3382"/>
    <w:rsid w:val="008F3500"/>
    <w:rsid w:val="008F48DD"/>
    <w:rsid w:val="008F5E29"/>
    <w:rsid w:val="00900B61"/>
    <w:rsid w:val="0090275D"/>
    <w:rsid w:val="00902A8E"/>
    <w:rsid w:val="00903E8A"/>
    <w:rsid w:val="00904138"/>
    <w:rsid w:val="00904418"/>
    <w:rsid w:val="00905A18"/>
    <w:rsid w:val="00906317"/>
    <w:rsid w:val="009077DB"/>
    <w:rsid w:val="00907A57"/>
    <w:rsid w:val="009109E9"/>
    <w:rsid w:val="00910E34"/>
    <w:rsid w:val="00910FFA"/>
    <w:rsid w:val="009111E2"/>
    <w:rsid w:val="009113B9"/>
    <w:rsid w:val="00911E43"/>
    <w:rsid w:val="009136CC"/>
    <w:rsid w:val="00914475"/>
    <w:rsid w:val="00914705"/>
    <w:rsid w:val="00914CBB"/>
    <w:rsid w:val="00916021"/>
    <w:rsid w:val="009174B7"/>
    <w:rsid w:val="00920D1C"/>
    <w:rsid w:val="00921A09"/>
    <w:rsid w:val="00923867"/>
    <w:rsid w:val="00924E3C"/>
    <w:rsid w:val="009256E0"/>
    <w:rsid w:val="0092613A"/>
    <w:rsid w:val="009264ED"/>
    <w:rsid w:val="009303B4"/>
    <w:rsid w:val="00932E94"/>
    <w:rsid w:val="0093545D"/>
    <w:rsid w:val="00935D6C"/>
    <w:rsid w:val="00937275"/>
    <w:rsid w:val="009376E5"/>
    <w:rsid w:val="009404C8"/>
    <w:rsid w:val="00941218"/>
    <w:rsid w:val="009418FE"/>
    <w:rsid w:val="00942BA7"/>
    <w:rsid w:val="00942E4E"/>
    <w:rsid w:val="00946C49"/>
    <w:rsid w:val="00946EC2"/>
    <w:rsid w:val="0094723D"/>
    <w:rsid w:val="00947472"/>
    <w:rsid w:val="009477F1"/>
    <w:rsid w:val="00947D1F"/>
    <w:rsid w:val="00951567"/>
    <w:rsid w:val="0095202C"/>
    <w:rsid w:val="00953B6A"/>
    <w:rsid w:val="009548FF"/>
    <w:rsid w:val="00955F6B"/>
    <w:rsid w:val="00956295"/>
    <w:rsid w:val="00956928"/>
    <w:rsid w:val="009600DF"/>
    <w:rsid w:val="00960E36"/>
    <w:rsid w:val="009612BB"/>
    <w:rsid w:val="00961690"/>
    <w:rsid w:val="00962CCD"/>
    <w:rsid w:val="00962CDE"/>
    <w:rsid w:val="00963CF3"/>
    <w:rsid w:val="00964EA9"/>
    <w:rsid w:val="0096500A"/>
    <w:rsid w:val="00965069"/>
    <w:rsid w:val="009650FF"/>
    <w:rsid w:val="009653EF"/>
    <w:rsid w:val="00966403"/>
    <w:rsid w:val="00967B46"/>
    <w:rsid w:val="0097055D"/>
    <w:rsid w:val="009710FE"/>
    <w:rsid w:val="009711A0"/>
    <w:rsid w:val="00972E3A"/>
    <w:rsid w:val="00972E74"/>
    <w:rsid w:val="00972ED3"/>
    <w:rsid w:val="00973FEF"/>
    <w:rsid w:val="0097414A"/>
    <w:rsid w:val="00974B71"/>
    <w:rsid w:val="0097537E"/>
    <w:rsid w:val="00975A08"/>
    <w:rsid w:val="00975A5A"/>
    <w:rsid w:val="009776FE"/>
    <w:rsid w:val="00977936"/>
    <w:rsid w:val="00980526"/>
    <w:rsid w:val="009807BF"/>
    <w:rsid w:val="00981213"/>
    <w:rsid w:val="00981359"/>
    <w:rsid w:val="009822E5"/>
    <w:rsid w:val="009845FF"/>
    <w:rsid w:val="00984F37"/>
    <w:rsid w:val="009859A7"/>
    <w:rsid w:val="0098647C"/>
    <w:rsid w:val="009868D9"/>
    <w:rsid w:val="009868DE"/>
    <w:rsid w:val="00987930"/>
    <w:rsid w:val="00990119"/>
    <w:rsid w:val="009916BA"/>
    <w:rsid w:val="00993581"/>
    <w:rsid w:val="00994148"/>
    <w:rsid w:val="00996700"/>
    <w:rsid w:val="00997B86"/>
    <w:rsid w:val="009A0425"/>
    <w:rsid w:val="009A044B"/>
    <w:rsid w:val="009A05BA"/>
    <w:rsid w:val="009A23E0"/>
    <w:rsid w:val="009A29D8"/>
    <w:rsid w:val="009A438D"/>
    <w:rsid w:val="009A44E7"/>
    <w:rsid w:val="009A4A9A"/>
    <w:rsid w:val="009A674F"/>
    <w:rsid w:val="009A6BB1"/>
    <w:rsid w:val="009A7599"/>
    <w:rsid w:val="009A76C6"/>
    <w:rsid w:val="009B02E2"/>
    <w:rsid w:val="009B0E0C"/>
    <w:rsid w:val="009B2262"/>
    <w:rsid w:val="009B27AA"/>
    <w:rsid w:val="009B28CE"/>
    <w:rsid w:val="009B2BC0"/>
    <w:rsid w:val="009B370F"/>
    <w:rsid w:val="009B3808"/>
    <w:rsid w:val="009B4468"/>
    <w:rsid w:val="009B48BB"/>
    <w:rsid w:val="009B6593"/>
    <w:rsid w:val="009C0962"/>
    <w:rsid w:val="009C19F5"/>
    <w:rsid w:val="009C1B6E"/>
    <w:rsid w:val="009C1D79"/>
    <w:rsid w:val="009C34F4"/>
    <w:rsid w:val="009C3FC2"/>
    <w:rsid w:val="009C44EF"/>
    <w:rsid w:val="009C4BAA"/>
    <w:rsid w:val="009C6101"/>
    <w:rsid w:val="009D0EC0"/>
    <w:rsid w:val="009D12E5"/>
    <w:rsid w:val="009D2550"/>
    <w:rsid w:val="009D2555"/>
    <w:rsid w:val="009D2E15"/>
    <w:rsid w:val="009D3133"/>
    <w:rsid w:val="009D35E0"/>
    <w:rsid w:val="009D434D"/>
    <w:rsid w:val="009D48AB"/>
    <w:rsid w:val="009D5734"/>
    <w:rsid w:val="009D59BC"/>
    <w:rsid w:val="009D7888"/>
    <w:rsid w:val="009D7CA3"/>
    <w:rsid w:val="009E21AB"/>
    <w:rsid w:val="009E267B"/>
    <w:rsid w:val="009E3F68"/>
    <w:rsid w:val="009E4970"/>
    <w:rsid w:val="009E60E8"/>
    <w:rsid w:val="009E61B7"/>
    <w:rsid w:val="009E7755"/>
    <w:rsid w:val="009F0365"/>
    <w:rsid w:val="009F0A4E"/>
    <w:rsid w:val="009F0DCD"/>
    <w:rsid w:val="009F3B16"/>
    <w:rsid w:val="009F73F0"/>
    <w:rsid w:val="009F7F05"/>
    <w:rsid w:val="00A023DA"/>
    <w:rsid w:val="00A052E7"/>
    <w:rsid w:val="00A0606F"/>
    <w:rsid w:val="00A06400"/>
    <w:rsid w:val="00A06974"/>
    <w:rsid w:val="00A072A7"/>
    <w:rsid w:val="00A07910"/>
    <w:rsid w:val="00A0792A"/>
    <w:rsid w:val="00A10F33"/>
    <w:rsid w:val="00A1102C"/>
    <w:rsid w:val="00A112BC"/>
    <w:rsid w:val="00A11637"/>
    <w:rsid w:val="00A11AD5"/>
    <w:rsid w:val="00A125C5"/>
    <w:rsid w:val="00A1372F"/>
    <w:rsid w:val="00A13EB8"/>
    <w:rsid w:val="00A15066"/>
    <w:rsid w:val="00A154EC"/>
    <w:rsid w:val="00A16BE8"/>
    <w:rsid w:val="00A173A1"/>
    <w:rsid w:val="00A17BF4"/>
    <w:rsid w:val="00A210F3"/>
    <w:rsid w:val="00A21908"/>
    <w:rsid w:val="00A21C36"/>
    <w:rsid w:val="00A22149"/>
    <w:rsid w:val="00A2362C"/>
    <w:rsid w:val="00A24399"/>
    <w:rsid w:val="00A2523A"/>
    <w:rsid w:val="00A26368"/>
    <w:rsid w:val="00A26748"/>
    <w:rsid w:val="00A26807"/>
    <w:rsid w:val="00A26FF1"/>
    <w:rsid w:val="00A2717A"/>
    <w:rsid w:val="00A272E4"/>
    <w:rsid w:val="00A30872"/>
    <w:rsid w:val="00A316AB"/>
    <w:rsid w:val="00A31BB8"/>
    <w:rsid w:val="00A31F8D"/>
    <w:rsid w:val="00A331B8"/>
    <w:rsid w:val="00A336EF"/>
    <w:rsid w:val="00A33D66"/>
    <w:rsid w:val="00A342A2"/>
    <w:rsid w:val="00A359BD"/>
    <w:rsid w:val="00A35AE5"/>
    <w:rsid w:val="00A373B1"/>
    <w:rsid w:val="00A37816"/>
    <w:rsid w:val="00A4144D"/>
    <w:rsid w:val="00A4165F"/>
    <w:rsid w:val="00A4253C"/>
    <w:rsid w:val="00A42808"/>
    <w:rsid w:val="00A43ADC"/>
    <w:rsid w:val="00A47112"/>
    <w:rsid w:val="00A47D89"/>
    <w:rsid w:val="00A5039D"/>
    <w:rsid w:val="00A5063D"/>
    <w:rsid w:val="00A50910"/>
    <w:rsid w:val="00A50B02"/>
    <w:rsid w:val="00A51963"/>
    <w:rsid w:val="00A522E9"/>
    <w:rsid w:val="00A52639"/>
    <w:rsid w:val="00A52807"/>
    <w:rsid w:val="00A52E5D"/>
    <w:rsid w:val="00A5319D"/>
    <w:rsid w:val="00A54177"/>
    <w:rsid w:val="00A54E87"/>
    <w:rsid w:val="00A54F7A"/>
    <w:rsid w:val="00A5512C"/>
    <w:rsid w:val="00A5513F"/>
    <w:rsid w:val="00A56752"/>
    <w:rsid w:val="00A60153"/>
    <w:rsid w:val="00A6041D"/>
    <w:rsid w:val="00A6109D"/>
    <w:rsid w:val="00A61253"/>
    <w:rsid w:val="00A622AB"/>
    <w:rsid w:val="00A62737"/>
    <w:rsid w:val="00A637E8"/>
    <w:rsid w:val="00A639DC"/>
    <w:rsid w:val="00A63A9B"/>
    <w:rsid w:val="00A646C6"/>
    <w:rsid w:val="00A6495C"/>
    <w:rsid w:val="00A6577E"/>
    <w:rsid w:val="00A65859"/>
    <w:rsid w:val="00A65D4B"/>
    <w:rsid w:val="00A65EE7"/>
    <w:rsid w:val="00A65F1D"/>
    <w:rsid w:val="00A663A0"/>
    <w:rsid w:val="00A6772C"/>
    <w:rsid w:val="00A67E87"/>
    <w:rsid w:val="00A70133"/>
    <w:rsid w:val="00A7112A"/>
    <w:rsid w:val="00A73F2B"/>
    <w:rsid w:val="00A741DF"/>
    <w:rsid w:val="00A7435A"/>
    <w:rsid w:val="00A7565A"/>
    <w:rsid w:val="00A75B2E"/>
    <w:rsid w:val="00A8009F"/>
    <w:rsid w:val="00A80A5A"/>
    <w:rsid w:val="00A813C5"/>
    <w:rsid w:val="00A81B40"/>
    <w:rsid w:val="00A83206"/>
    <w:rsid w:val="00A83863"/>
    <w:rsid w:val="00A83D40"/>
    <w:rsid w:val="00A844FA"/>
    <w:rsid w:val="00A85AFF"/>
    <w:rsid w:val="00A86C6D"/>
    <w:rsid w:val="00A870EC"/>
    <w:rsid w:val="00A87DA1"/>
    <w:rsid w:val="00A90298"/>
    <w:rsid w:val="00A91923"/>
    <w:rsid w:val="00A9337A"/>
    <w:rsid w:val="00A949D0"/>
    <w:rsid w:val="00A95B84"/>
    <w:rsid w:val="00A96632"/>
    <w:rsid w:val="00A97C54"/>
    <w:rsid w:val="00AA23D1"/>
    <w:rsid w:val="00AA4838"/>
    <w:rsid w:val="00AA4D34"/>
    <w:rsid w:val="00AA738F"/>
    <w:rsid w:val="00AB0017"/>
    <w:rsid w:val="00AB026A"/>
    <w:rsid w:val="00AB1D18"/>
    <w:rsid w:val="00AB30FC"/>
    <w:rsid w:val="00AB36FA"/>
    <w:rsid w:val="00AB3817"/>
    <w:rsid w:val="00AB3AD8"/>
    <w:rsid w:val="00AB41EA"/>
    <w:rsid w:val="00AB4988"/>
    <w:rsid w:val="00AB561C"/>
    <w:rsid w:val="00AB5CE0"/>
    <w:rsid w:val="00AB6DCE"/>
    <w:rsid w:val="00AB723F"/>
    <w:rsid w:val="00AB72FB"/>
    <w:rsid w:val="00AB7532"/>
    <w:rsid w:val="00AB7C7B"/>
    <w:rsid w:val="00AC163E"/>
    <w:rsid w:val="00AC3C4D"/>
    <w:rsid w:val="00AC3CB2"/>
    <w:rsid w:val="00AC529E"/>
    <w:rsid w:val="00AC55BB"/>
    <w:rsid w:val="00AC5C90"/>
    <w:rsid w:val="00AC66B4"/>
    <w:rsid w:val="00AC7DB6"/>
    <w:rsid w:val="00AD00B4"/>
    <w:rsid w:val="00AD29D8"/>
    <w:rsid w:val="00AD3CE3"/>
    <w:rsid w:val="00AD49CE"/>
    <w:rsid w:val="00AD5563"/>
    <w:rsid w:val="00AD61B7"/>
    <w:rsid w:val="00AD6658"/>
    <w:rsid w:val="00AD6FA8"/>
    <w:rsid w:val="00AD7820"/>
    <w:rsid w:val="00AD7E0A"/>
    <w:rsid w:val="00AE03AF"/>
    <w:rsid w:val="00AE0B6F"/>
    <w:rsid w:val="00AE0CAB"/>
    <w:rsid w:val="00AE23EE"/>
    <w:rsid w:val="00AE2686"/>
    <w:rsid w:val="00AE2E6D"/>
    <w:rsid w:val="00AE3E18"/>
    <w:rsid w:val="00AE4700"/>
    <w:rsid w:val="00AE4DEE"/>
    <w:rsid w:val="00AE4EE3"/>
    <w:rsid w:val="00AE57E2"/>
    <w:rsid w:val="00AE6534"/>
    <w:rsid w:val="00AE6DCF"/>
    <w:rsid w:val="00AE71C9"/>
    <w:rsid w:val="00AE728C"/>
    <w:rsid w:val="00AE7348"/>
    <w:rsid w:val="00AE78E2"/>
    <w:rsid w:val="00AF02C8"/>
    <w:rsid w:val="00AF0AD0"/>
    <w:rsid w:val="00AF1C80"/>
    <w:rsid w:val="00AF25FF"/>
    <w:rsid w:val="00AF2721"/>
    <w:rsid w:val="00AF2FFC"/>
    <w:rsid w:val="00AF30CC"/>
    <w:rsid w:val="00AF372E"/>
    <w:rsid w:val="00AF573B"/>
    <w:rsid w:val="00AF5DF2"/>
    <w:rsid w:val="00AF6C50"/>
    <w:rsid w:val="00AF6E0F"/>
    <w:rsid w:val="00AF7E23"/>
    <w:rsid w:val="00B00D97"/>
    <w:rsid w:val="00B01FA8"/>
    <w:rsid w:val="00B02545"/>
    <w:rsid w:val="00B03033"/>
    <w:rsid w:val="00B03804"/>
    <w:rsid w:val="00B03E2B"/>
    <w:rsid w:val="00B04E6C"/>
    <w:rsid w:val="00B0587A"/>
    <w:rsid w:val="00B06230"/>
    <w:rsid w:val="00B0632B"/>
    <w:rsid w:val="00B06B9A"/>
    <w:rsid w:val="00B06E9B"/>
    <w:rsid w:val="00B07D0C"/>
    <w:rsid w:val="00B07E3A"/>
    <w:rsid w:val="00B100AF"/>
    <w:rsid w:val="00B10822"/>
    <w:rsid w:val="00B10949"/>
    <w:rsid w:val="00B1118D"/>
    <w:rsid w:val="00B1225B"/>
    <w:rsid w:val="00B1347E"/>
    <w:rsid w:val="00B1398F"/>
    <w:rsid w:val="00B152CC"/>
    <w:rsid w:val="00B16659"/>
    <w:rsid w:val="00B16A7C"/>
    <w:rsid w:val="00B17098"/>
    <w:rsid w:val="00B17141"/>
    <w:rsid w:val="00B21779"/>
    <w:rsid w:val="00B217C9"/>
    <w:rsid w:val="00B2222F"/>
    <w:rsid w:val="00B223FA"/>
    <w:rsid w:val="00B225B5"/>
    <w:rsid w:val="00B22985"/>
    <w:rsid w:val="00B22B61"/>
    <w:rsid w:val="00B231A7"/>
    <w:rsid w:val="00B25C9B"/>
    <w:rsid w:val="00B26082"/>
    <w:rsid w:val="00B27691"/>
    <w:rsid w:val="00B3113B"/>
    <w:rsid w:val="00B31575"/>
    <w:rsid w:val="00B31D00"/>
    <w:rsid w:val="00B326A2"/>
    <w:rsid w:val="00B33266"/>
    <w:rsid w:val="00B33392"/>
    <w:rsid w:val="00B34127"/>
    <w:rsid w:val="00B3427E"/>
    <w:rsid w:val="00B365F5"/>
    <w:rsid w:val="00B37025"/>
    <w:rsid w:val="00B37F18"/>
    <w:rsid w:val="00B405D2"/>
    <w:rsid w:val="00B413D7"/>
    <w:rsid w:val="00B41E63"/>
    <w:rsid w:val="00B42720"/>
    <w:rsid w:val="00B43183"/>
    <w:rsid w:val="00B43560"/>
    <w:rsid w:val="00B43657"/>
    <w:rsid w:val="00B43787"/>
    <w:rsid w:val="00B4394D"/>
    <w:rsid w:val="00B43B75"/>
    <w:rsid w:val="00B43FAC"/>
    <w:rsid w:val="00B44878"/>
    <w:rsid w:val="00B45A97"/>
    <w:rsid w:val="00B45B73"/>
    <w:rsid w:val="00B47445"/>
    <w:rsid w:val="00B47643"/>
    <w:rsid w:val="00B47C3B"/>
    <w:rsid w:val="00B47F78"/>
    <w:rsid w:val="00B52288"/>
    <w:rsid w:val="00B524ED"/>
    <w:rsid w:val="00B52C0C"/>
    <w:rsid w:val="00B540A3"/>
    <w:rsid w:val="00B54BC2"/>
    <w:rsid w:val="00B56385"/>
    <w:rsid w:val="00B563D4"/>
    <w:rsid w:val="00B56882"/>
    <w:rsid w:val="00B570A1"/>
    <w:rsid w:val="00B571ED"/>
    <w:rsid w:val="00B613B8"/>
    <w:rsid w:val="00B61887"/>
    <w:rsid w:val="00B6196E"/>
    <w:rsid w:val="00B635DF"/>
    <w:rsid w:val="00B63831"/>
    <w:rsid w:val="00B677F9"/>
    <w:rsid w:val="00B714FC"/>
    <w:rsid w:val="00B71968"/>
    <w:rsid w:val="00B71E19"/>
    <w:rsid w:val="00B72D1F"/>
    <w:rsid w:val="00B7373B"/>
    <w:rsid w:val="00B73A11"/>
    <w:rsid w:val="00B7458C"/>
    <w:rsid w:val="00B74730"/>
    <w:rsid w:val="00B74A2E"/>
    <w:rsid w:val="00B756A5"/>
    <w:rsid w:val="00B76818"/>
    <w:rsid w:val="00B80359"/>
    <w:rsid w:val="00B80A97"/>
    <w:rsid w:val="00B810B4"/>
    <w:rsid w:val="00B821C0"/>
    <w:rsid w:val="00B839B4"/>
    <w:rsid w:val="00B83E6E"/>
    <w:rsid w:val="00B84C21"/>
    <w:rsid w:val="00B8547D"/>
    <w:rsid w:val="00B87B2A"/>
    <w:rsid w:val="00B91A27"/>
    <w:rsid w:val="00B94DF4"/>
    <w:rsid w:val="00B94E40"/>
    <w:rsid w:val="00B94F44"/>
    <w:rsid w:val="00B96F0B"/>
    <w:rsid w:val="00BA0B65"/>
    <w:rsid w:val="00BA0ED3"/>
    <w:rsid w:val="00BA18A5"/>
    <w:rsid w:val="00BA1C09"/>
    <w:rsid w:val="00BA304D"/>
    <w:rsid w:val="00BA3631"/>
    <w:rsid w:val="00BA47FD"/>
    <w:rsid w:val="00BA48CC"/>
    <w:rsid w:val="00BA4D90"/>
    <w:rsid w:val="00BB01A9"/>
    <w:rsid w:val="00BB1FA0"/>
    <w:rsid w:val="00BB2A08"/>
    <w:rsid w:val="00BB3E88"/>
    <w:rsid w:val="00BB440A"/>
    <w:rsid w:val="00BB717E"/>
    <w:rsid w:val="00BB77B0"/>
    <w:rsid w:val="00BB77E1"/>
    <w:rsid w:val="00BC04C5"/>
    <w:rsid w:val="00BC1234"/>
    <w:rsid w:val="00BC18E0"/>
    <w:rsid w:val="00BC1906"/>
    <w:rsid w:val="00BC2701"/>
    <w:rsid w:val="00BC3E1C"/>
    <w:rsid w:val="00BC3F99"/>
    <w:rsid w:val="00BC3FA6"/>
    <w:rsid w:val="00BC7AA6"/>
    <w:rsid w:val="00BD138D"/>
    <w:rsid w:val="00BD1D27"/>
    <w:rsid w:val="00BD445B"/>
    <w:rsid w:val="00BD4B72"/>
    <w:rsid w:val="00BD53BD"/>
    <w:rsid w:val="00BD67A2"/>
    <w:rsid w:val="00BD7149"/>
    <w:rsid w:val="00BD765C"/>
    <w:rsid w:val="00BE1646"/>
    <w:rsid w:val="00BE398D"/>
    <w:rsid w:val="00BE42F8"/>
    <w:rsid w:val="00BE4768"/>
    <w:rsid w:val="00BE4A7A"/>
    <w:rsid w:val="00BE5A3D"/>
    <w:rsid w:val="00BE69DF"/>
    <w:rsid w:val="00BE79F9"/>
    <w:rsid w:val="00BF438B"/>
    <w:rsid w:val="00BF462F"/>
    <w:rsid w:val="00BF52D0"/>
    <w:rsid w:val="00BF52DD"/>
    <w:rsid w:val="00BF5367"/>
    <w:rsid w:val="00BF63DA"/>
    <w:rsid w:val="00C0064D"/>
    <w:rsid w:val="00C007DE"/>
    <w:rsid w:val="00C012B8"/>
    <w:rsid w:val="00C015DC"/>
    <w:rsid w:val="00C01A63"/>
    <w:rsid w:val="00C02D90"/>
    <w:rsid w:val="00C036E9"/>
    <w:rsid w:val="00C03D28"/>
    <w:rsid w:val="00C03D94"/>
    <w:rsid w:val="00C0513D"/>
    <w:rsid w:val="00C07253"/>
    <w:rsid w:val="00C075CA"/>
    <w:rsid w:val="00C121BB"/>
    <w:rsid w:val="00C124A5"/>
    <w:rsid w:val="00C12B04"/>
    <w:rsid w:val="00C12B34"/>
    <w:rsid w:val="00C13CA1"/>
    <w:rsid w:val="00C14267"/>
    <w:rsid w:val="00C14DB9"/>
    <w:rsid w:val="00C16B6F"/>
    <w:rsid w:val="00C2014D"/>
    <w:rsid w:val="00C20C44"/>
    <w:rsid w:val="00C20C88"/>
    <w:rsid w:val="00C20CAE"/>
    <w:rsid w:val="00C224E6"/>
    <w:rsid w:val="00C244E6"/>
    <w:rsid w:val="00C24C24"/>
    <w:rsid w:val="00C250D5"/>
    <w:rsid w:val="00C25693"/>
    <w:rsid w:val="00C2575D"/>
    <w:rsid w:val="00C26648"/>
    <w:rsid w:val="00C26820"/>
    <w:rsid w:val="00C27687"/>
    <w:rsid w:val="00C30723"/>
    <w:rsid w:val="00C30760"/>
    <w:rsid w:val="00C30FEB"/>
    <w:rsid w:val="00C338E4"/>
    <w:rsid w:val="00C340C8"/>
    <w:rsid w:val="00C3426F"/>
    <w:rsid w:val="00C347C8"/>
    <w:rsid w:val="00C363A7"/>
    <w:rsid w:val="00C37E9D"/>
    <w:rsid w:val="00C403D8"/>
    <w:rsid w:val="00C40640"/>
    <w:rsid w:val="00C411C9"/>
    <w:rsid w:val="00C416A3"/>
    <w:rsid w:val="00C41F78"/>
    <w:rsid w:val="00C421C1"/>
    <w:rsid w:val="00C42D65"/>
    <w:rsid w:val="00C42F4B"/>
    <w:rsid w:val="00C43AB0"/>
    <w:rsid w:val="00C4435F"/>
    <w:rsid w:val="00C45759"/>
    <w:rsid w:val="00C45B80"/>
    <w:rsid w:val="00C46DB3"/>
    <w:rsid w:val="00C46FAA"/>
    <w:rsid w:val="00C47B78"/>
    <w:rsid w:val="00C47D53"/>
    <w:rsid w:val="00C503BF"/>
    <w:rsid w:val="00C50AAE"/>
    <w:rsid w:val="00C51DFD"/>
    <w:rsid w:val="00C52AF0"/>
    <w:rsid w:val="00C5384C"/>
    <w:rsid w:val="00C5463D"/>
    <w:rsid w:val="00C54AE0"/>
    <w:rsid w:val="00C56493"/>
    <w:rsid w:val="00C5694E"/>
    <w:rsid w:val="00C57808"/>
    <w:rsid w:val="00C6050C"/>
    <w:rsid w:val="00C614A5"/>
    <w:rsid w:val="00C61A9F"/>
    <w:rsid w:val="00C61ADD"/>
    <w:rsid w:val="00C62833"/>
    <w:rsid w:val="00C630E1"/>
    <w:rsid w:val="00C631CD"/>
    <w:rsid w:val="00C6337D"/>
    <w:rsid w:val="00C6396B"/>
    <w:rsid w:val="00C66C3E"/>
    <w:rsid w:val="00C67E93"/>
    <w:rsid w:val="00C70149"/>
    <w:rsid w:val="00C70AC2"/>
    <w:rsid w:val="00C722D5"/>
    <w:rsid w:val="00C72C31"/>
    <w:rsid w:val="00C7302B"/>
    <w:rsid w:val="00C751C7"/>
    <w:rsid w:val="00C763B1"/>
    <w:rsid w:val="00C76512"/>
    <w:rsid w:val="00C76612"/>
    <w:rsid w:val="00C8006C"/>
    <w:rsid w:val="00C826AC"/>
    <w:rsid w:val="00C82E25"/>
    <w:rsid w:val="00C84FD6"/>
    <w:rsid w:val="00C8502C"/>
    <w:rsid w:val="00C857C8"/>
    <w:rsid w:val="00C869C9"/>
    <w:rsid w:val="00C86A17"/>
    <w:rsid w:val="00C86A2B"/>
    <w:rsid w:val="00C870A7"/>
    <w:rsid w:val="00C871B2"/>
    <w:rsid w:val="00C87FEA"/>
    <w:rsid w:val="00C91C35"/>
    <w:rsid w:val="00C92898"/>
    <w:rsid w:val="00C92A28"/>
    <w:rsid w:val="00C939A4"/>
    <w:rsid w:val="00C944F1"/>
    <w:rsid w:val="00C947C8"/>
    <w:rsid w:val="00C94A0B"/>
    <w:rsid w:val="00C96B12"/>
    <w:rsid w:val="00C96DEA"/>
    <w:rsid w:val="00C979BB"/>
    <w:rsid w:val="00CA096D"/>
    <w:rsid w:val="00CA1AC1"/>
    <w:rsid w:val="00CA264C"/>
    <w:rsid w:val="00CA39D8"/>
    <w:rsid w:val="00CA3C9A"/>
    <w:rsid w:val="00CA56A6"/>
    <w:rsid w:val="00CA583C"/>
    <w:rsid w:val="00CA5BF1"/>
    <w:rsid w:val="00CA7983"/>
    <w:rsid w:val="00CA7CFC"/>
    <w:rsid w:val="00CB0177"/>
    <w:rsid w:val="00CB08DF"/>
    <w:rsid w:val="00CB0A31"/>
    <w:rsid w:val="00CB1526"/>
    <w:rsid w:val="00CB3CFB"/>
    <w:rsid w:val="00CB6A1C"/>
    <w:rsid w:val="00CB7493"/>
    <w:rsid w:val="00CC0062"/>
    <w:rsid w:val="00CC13CF"/>
    <w:rsid w:val="00CC17CF"/>
    <w:rsid w:val="00CC1CE6"/>
    <w:rsid w:val="00CC29E0"/>
    <w:rsid w:val="00CC2E56"/>
    <w:rsid w:val="00CC394A"/>
    <w:rsid w:val="00CC397F"/>
    <w:rsid w:val="00CC3AFB"/>
    <w:rsid w:val="00CC3B7F"/>
    <w:rsid w:val="00CC3B97"/>
    <w:rsid w:val="00CC3CE8"/>
    <w:rsid w:val="00CC4F46"/>
    <w:rsid w:val="00CC7308"/>
    <w:rsid w:val="00CD0748"/>
    <w:rsid w:val="00CD2223"/>
    <w:rsid w:val="00CD3C52"/>
    <w:rsid w:val="00CD4B96"/>
    <w:rsid w:val="00CD5078"/>
    <w:rsid w:val="00CD55F2"/>
    <w:rsid w:val="00CD63B2"/>
    <w:rsid w:val="00CD76B4"/>
    <w:rsid w:val="00CE0E0C"/>
    <w:rsid w:val="00CE4071"/>
    <w:rsid w:val="00CE4D37"/>
    <w:rsid w:val="00CE66BB"/>
    <w:rsid w:val="00CE7514"/>
    <w:rsid w:val="00CE76B5"/>
    <w:rsid w:val="00CE7766"/>
    <w:rsid w:val="00CE790A"/>
    <w:rsid w:val="00CF11C2"/>
    <w:rsid w:val="00CF24EB"/>
    <w:rsid w:val="00CF261C"/>
    <w:rsid w:val="00CF37CE"/>
    <w:rsid w:val="00CF4578"/>
    <w:rsid w:val="00CF6663"/>
    <w:rsid w:val="00CF704B"/>
    <w:rsid w:val="00CF77F3"/>
    <w:rsid w:val="00D0004D"/>
    <w:rsid w:val="00D00D1F"/>
    <w:rsid w:val="00D0195F"/>
    <w:rsid w:val="00D025CB"/>
    <w:rsid w:val="00D02764"/>
    <w:rsid w:val="00D02D8B"/>
    <w:rsid w:val="00D042FA"/>
    <w:rsid w:val="00D045F9"/>
    <w:rsid w:val="00D04BF8"/>
    <w:rsid w:val="00D05C0F"/>
    <w:rsid w:val="00D07187"/>
    <w:rsid w:val="00D07AE1"/>
    <w:rsid w:val="00D105C2"/>
    <w:rsid w:val="00D10D3B"/>
    <w:rsid w:val="00D11569"/>
    <w:rsid w:val="00D13734"/>
    <w:rsid w:val="00D13754"/>
    <w:rsid w:val="00D15EE2"/>
    <w:rsid w:val="00D2078B"/>
    <w:rsid w:val="00D20F70"/>
    <w:rsid w:val="00D20F9D"/>
    <w:rsid w:val="00D2198F"/>
    <w:rsid w:val="00D23572"/>
    <w:rsid w:val="00D248DE"/>
    <w:rsid w:val="00D2501F"/>
    <w:rsid w:val="00D25499"/>
    <w:rsid w:val="00D26261"/>
    <w:rsid w:val="00D26D0C"/>
    <w:rsid w:val="00D31518"/>
    <w:rsid w:val="00D322B2"/>
    <w:rsid w:val="00D332C5"/>
    <w:rsid w:val="00D348AC"/>
    <w:rsid w:val="00D35140"/>
    <w:rsid w:val="00D35161"/>
    <w:rsid w:val="00D36CF8"/>
    <w:rsid w:val="00D37FAC"/>
    <w:rsid w:val="00D4001D"/>
    <w:rsid w:val="00D40A36"/>
    <w:rsid w:val="00D41415"/>
    <w:rsid w:val="00D430D3"/>
    <w:rsid w:val="00D43295"/>
    <w:rsid w:val="00D43416"/>
    <w:rsid w:val="00D451CC"/>
    <w:rsid w:val="00D47374"/>
    <w:rsid w:val="00D477DD"/>
    <w:rsid w:val="00D50E06"/>
    <w:rsid w:val="00D5218D"/>
    <w:rsid w:val="00D52478"/>
    <w:rsid w:val="00D52483"/>
    <w:rsid w:val="00D528A0"/>
    <w:rsid w:val="00D53A94"/>
    <w:rsid w:val="00D544C1"/>
    <w:rsid w:val="00D5496D"/>
    <w:rsid w:val="00D54A2B"/>
    <w:rsid w:val="00D55F19"/>
    <w:rsid w:val="00D56EC9"/>
    <w:rsid w:val="00D56EE3"/>
    <w:rsid w:val="00D57351"/>
    <w:rsid w:val="00D57DE9"/>
    <w:rsid w:val="00D62426"/>
    <w:rsid w:val="00D62515"/>
    <w:rsid w:val="00D629CD"/>
    <w:rsid w:val="00D65DC9"/>
    <w:rsid w:val="00D704FD"/>
    <w:rsid w:val="00D721E4"/>
    <w:rsid w:val="00D7339F"/>
    <w:rsid w:val="00D7357E"/>
    <w:rsid w:val="00D74A7C"/>
    <w:rsid w:val="00D753BA"/>
    <w:rsid w:val="00D75B29"/>
    <w:rsid w:val="00D75CC2"/>
    <w:rsid w:val="00D7701C"/>
    <w:rsid w:val="00D80C6D"/>
    <w:rsid w:val="00D81184"/>
    <w:rsid w:val="00D82873"/>
    <w:rsid w:val="00D834E8"/>
    <w:rsid w:val="00D83B30"/>
    <w:rsid w:val="00D84CFC"/>
    <w:rsid w:val="00D8542D"/>
    <w:rsid w:val="00D85B56"/>
    <w:rsid w:val="00D85D20"/>
    <w:rsid w:val="00D85E75"/>
    <w:rsid w:val="00D90888"/>
    <w:rsid w:val="00D93585"/>
    <w:rsid w:val="00D93E82"/>
    <w:rsid w:val="00D95133"/>
    <w:rsid w:val="00D9583A"/>
    <w:rsid w:val="00D9636A"/>
    <w:rsid w:val="00DA0904"/>
    <w:rsid w:val="00DA295B"/>
    <w:rsid w:val="00DA2CA2"/>
    <w:rsid w:val="00DA2E85"/>
    <w:rsid w:val="00DA2F60"/>
    <w:rsid w:val="00DA3139"/>
    <w:rsid w:val="00DA32CD"/>
    <w:rsid w:val="00DA35FE"/>
    <w:rsid w:val="00DA3ED1"/>
    <w:rsid w:val="00DA3FE1"/>
    <w:rsid w:val="00DA48CF"/>
    <w:rsid w:val="00DA4B0B"/>
    <w:rsid w:val="00DA51D4"/>
    <w:rsid w:val="00DA6583"/>
    <w:rsid w:val="00DA6E42"/>
    <w:rsid w:val="00DA70EE"/>
    <w:rsid w:val="00DA7CC6"/>
    <w:rsid w:val="00DB06C6"/>
    <w:rsid w:val="00DB1D0F"/>
    <w:rsid w:val="00DB30E1"/>
    <w:rsid w:val="00DB3353"/>
    <w:rsid w:val="00DB4E20"/>
    <w:rsid w:val="00DB505A"/>
    <w:rsid w:val="00DC0C88"/>
    <w:rsid w:val="00DC2BF7"/>
    <w:rsid w:val="00DC38F3"/>
    <w:rsid w:val="00DC48EF"/>
    <w:rsid w:val="00DC49DB"/>
    <w:rsid w:val="00DC50A5"/>
    <w:rsid w:val="00DC50F0"/>
    <w:rsid w:val="00DC54F9"/>
    <w:rsid w:val="00DC55DF"/>
    <w:rsid w:val="00DC5BCA"/>
    <w:rsid w:val="00DC630D"/>
    <w:rsid w:val="00DC6A71"/>
    <w:rsid w:val="00DC71E8"/>
    <w:rsid w:val="00DD02B5"/>
    <w:rsid w:val="00DD1289"/>
    <w:rsid w:val="00DD2854"/>
    <w:rsid w:val="00DD2E98"/>
    <w:rsid w:val="00DD3920"/>
    <w:rsid w:val="00DD3A4D"/>
    <w:rsid w:val="00DD3A74"/>
    <w:rsid w:val="00DD557E"/>
    <w:rsid w:val="00DD5B2F"/>
    <w:rsid w:val="00DD7AF9"/>
    <w:rsid w:val="00DE0C16"/>
    <w:rsid w:val="00DE1546"/>
    <w:rsid w:val="00DE17A5"/>
    <w:rsid w:val="00DE215B"/>
    <w:rsid w:val="00DE29A2"/>
    <w:rsid w:val="00DE2BDB"/>
    <w:rsid w:val="00DE346A"/>
    <w:rsid w:val="00DE3D5F"/>
    <w:rsid w:val="00DE3FBE"/>
    <w:rsid w:val="00DE45BA"/>
    <w:rsid w:val="00DE4AF3"/>
    <w:rsid w:val="00DE4D49"/>
    <w:rsid w:val="00DE5B46"/>
    <w:rsid w:val="00DE75DC"/>
    <w:rsid w:val="00DE771A"/>
    <w:rsid w:val="00DE7E3D"/>
    <w:rsid w:val="00DF04C1"/>
    <w:rsid w:val="00DF0BB6"/>
    <w:rsid w:val="00DF0CE0"/>
    <w:rsid w:val="00DF1354"/>
    <w:rsid w:val="00DF28BF"/>
    <w:rsid w:val="00DF293A"/>
    <w:rsid w:val="00DF2DFB"/>
    <w:rsid w:val="00DF4E18"/>
    <w:rsid w:val="00DF577C"/>
    <w:rsid w:val="00DF59EC"/>
    <w:rsid w:val="00DF7193"/>
    <w:rsid w:val="00E00653"/>
    <w:rsid w:val="00E00B84"/>
    <w:rsid w:val="00E01029"/>
    <w:rsid w:val="00E027FA"/>
    <w:rsid w:val="00E0357D"/>
    <w:rsid w:val="00E03D3B"/>
    <w:rsid w:val="00E03D4F"/>
    <w:rsid w:val="00E04AB9"/>
    <w:rsid w:val="00E04F7D"/>
    <w:rsid w:val="00E0501C"/>
    <w:rsid w:val="00E0595B"/>
    <w:rsid w:val="00E05C72"/>
    <w:rsid w:val="00E060EF"/>
    <w:rsid w:val="00E074C7"/>
    <w:rsid w:val="00E107BA"/>
    <w:rsid w:val="00E11324"/>
    <w:rsid w:val="00E11595"/>
    <w:rsid w:val="00E1161D"/>
    <w:rsid w:val="00E11B86"/>
    <w:rsid w:val="00E126F2"/>
    <w:rsid w:val="00E12FC7"/>
    <w:rsid w:val="00E13263"/>
    <w:rsid w:val="00E1336E"/>
    <w:rsid w:val="00E139F5"/>
    <w:rsid w:val="00E147B9"/>
    <w:rsid w:val="00E14869"/>
    <w:rsid w:val="00E15EA3"/>
    <w:rsid w:val="00E1623E"/>
    <w:rsid w:val="00E1716B"/>
    <w:rsid w:val="00E1750B"/>
    <w:rsid w:val="00E17B39"/>
    <w:rsid w:val="00E17B72"/>
    <w:rsid w:val="00E17D41"/>
    <w:rsid w:val="00E20001"/>
    <w:rsid w:val="00E22A8C"/>
    <w:rsid w:val="00E22C5B"/>
    <w:rsid w:val="00E24EC2"/>
    <w:rsid w:val="00E25338"/>
    <w:rsid w:val="00E2682F"/>
    <w:rsid w:val="00E26E2B"/>
    <w:rsid w:val="00E26ED3"/>
    <w:rsid w:val="00E27660"/>
    <w:rsid w:val="00E27689"/>
    <w:rsid w:val="00E279EB"/>
    <w:rsid w:val="00E27F2B"/>
    <w:rsid w:val="00E27F46"/>
    <w:rsid w:val="00E30264"/>
    <w:rsid w:val="00E31DE4"/>
    <w:rsid w:val="00E3390A"/>
    <w:rsid w:val="00E37483"/>
    <w:rsid w:val="00E376DB"/>
    <w:rsid w:val="00E37F8B"/>
    <w:rsid w:val="00E447D6"/>
    <w:rsid w:val="00E44978"/>
    <w:rsid w:val="00E45178"/>
    <w:rsid w:val="00E45E0E"/>
    <w:rsid w:val="00E507DA"/>
    <w:rsid w:val="00E508F9"/>
    <w:rsid w:val="00E50CB5"/>
    <w:rsid w:val="00E510A9"/>
    <w:rsid w:val="00E53037"/>
    <w:rsid w:val="00E53183"/>
    <w:rsid w:val="00E548A3"/>
    <w:rsid w:val="00E54F50"/>
    <w:rsid w:val="00E558DD"/>
    <w:rsid w:val="00E569AF"/>
    <w:rsid w:val="00E57BA4"/>
    <w:rsid w:val="00E616C0"/>
    <w:rsid w:val="00E61CF6"/>
    <w:rsid w:val="00E6249A"/>
    <w:rsid w:val="00E628B9"/>
    <w:rsid w:val="00E62958"/>
    <w:rsid w:val="00E629FC"/>
    <w:rsid w:val="00E62F51"/>
    <w:rsid w:val="00E63A51"/>
    <w:rsid w:val="00E6485A"/>
    <w:rsid w:val="00E657F9"/>
    <w:rsid w:val="00E668C8"/>
    <w:rsid w:val="00E705F2"/>
    <w:rsid w:val="00E7150D"/>
    <w:rsid w:val="00E71AA7"/>
    <w:rsid w:val="00E75197"/>
    <w:rsid w:val="00E76062"/>
    <w:rsid w:val="00E76435"/>
    <w:rsid w:val="00E77817"/>
    <w:rsid w:val="00E80065"/>
    <w:rsid w:val="00E809EA"/>
    <w:rsid w:val="00E80DF1"/>
    <w:rsid w:val="00E8116F"/>
    <w:rsid w:val="00E813F2"/>
    <w:rsid w:val="00E81E0F"/>
    <w:rsid w:val="00E841B3"/>
    <w:rsid w:val="00E84215"/>
    <w:rsid w:val="00E85AD8"/>
    <w:rsid w:val="00E86303"/>
    <w:rsid w:val="00E86FC5"/>
    <w:rsid w:val="00E86FE9"/>
    <w:rsid w:val="00E8704E"/>
    <w:rsid w:val="00E87B02"/>
    <w:rsid w:val="00E910BC"/>
    <w:rsid w:val="00E9218F"/>
    <w:rsid w:val="00E926B8"/>
    <w:rsid w:val="00E93620"/>
    <w:rsid w:val="00E940D9"/>
    <w:rsid w:val="00E95189"/>
    <w:rsid w:val="00E954D3"/>
    <w:rsid w:val="00E957E3"/>
    <w:rsid w:val="00E95A5B"/>
    <w:rsid w:val="00E95B3C"/>
    <w:rsid w:val="00E962AD"/>
    <w:rsid w:val="00E965A4"/>
    <w:rsid w:val="00EA1E0D"/>
    <w:rsid w:val="00EA361F"/>
    <w:rsid w:val="00EA60DD"/>
    <w:rsid w:val="00EA7064"/>
    <w:rsid w:val="00EB0A72"/>
    <w:rsid w:val="00EB1C8C"/>
    <w:rsid w:val="00EB230A"/>
    <w:rsid w:val="00EB4127"/>
    <w:rsid w:val="00EB4178"/>
    <w:rsid w:val="00EB4474"/>
    <w:rsid w:val="00EB548B"/>
    <w:rsid w:val="00EB54F7"/>
    <w:rsid w:val="00EB5F81"/>
    <w:rsid w:val="00EB7A72"/>
    <w:rsid w:val="00EC0549"/>
    <w:rsid w:val="00EC06CC"/>
    <w:rsid w:val="00EC0A24"/>
    <w:rsid w:val="00EC0D54"/>
    <w:rsid w:val="00EC17E3"/>
    <w:rsid w:val="00EC2D56"/>
    <w:rsid w:val="00EC3829"/>
    <w:rsid w:val="00EC4869"/>
    <w:rsid w:val="00EC5A73"/>
    <w:rsid w:val="00EC5A95"/>
    <w:rsid w:val="00EC64EB"/>
    <w:rsid w:val="00EC6FE2"/>
    <w:rsid w:val="00ED10BF"/>
    <w:rsid w:val="00ED1A77"/>
    <w:rsid w:val="00ED3195"/>
    <w:rsid w:val="00ED575F"/>
    <w:rsid w:val="00ED5F76"/>
    <w:rsid w:val="00ED63B0"/>
    <w:rsid w:val="00ED6763"/>
    <w:rsid w:val="00ED6D86"/>
    <w:rsid w:val="00EE1576"/>
    <w:rsid w:val="00EE1D89"/>
    <w:rsid w:val="00EE1E21"/>
    <w:rsid w:val="00EE267E"/>
    <w:rsid w:val="00EE58C1"/>
    <w:rsid w:val="00EE5C39"/>
    <w:rsid w:val="00EF000D"/>
    <w:rsid w:val="00EF3854"/>
    <w:rsid w:val="00EF4823"/>
    <w:rsid w:val="00EF4BC6"/>
    <w:rsid w:val="00EF6EEB"/>
    <w:rsid w:val="00EF7E59"/>
    <w:rsid w:val="00F005F9"/>
    <w:rsid w:val="00F01F75"/>
    <w:rsid w:val="00F02121"/>
    <w:rsid w:val="00F0285B"/>
    <w:rsid w:val="00F02861"/>
    <w:rsid w:val="00F0532A"/>
    <w:rsid w:val="00F05B11"/>
    <w:rsid w:val="00F07735"/>
    <w:rsid w:val="00F07D05"/>
    <w:rsid w:val="00F102FC"/>
    <w:rsid w:val="00F10CC4"/>
    <w:rsid w:val="00F11258"/>
    <w:rsid w:val="00F113DF"/>
    <w:rsid w:val="00F11DA7"/>
    <w:rsid w:val="00F124D7"/>
    <w:rsid w:val="00F12546"/>
    <w:rsid w:val="00F126CD"/>
    <w:rsid w:val="00F12EBE"/>
    <w:rsid w:val="00F1502B"/>
    <w:rsid w:val="00F15499"/>
    <w:rsid w:val="00F15C81"/>
    <w:rsid w:val="00F162CF"/>
    <w:rsid w:val="00F163C4"/>
    <w:rsid w:val="00F16556"/>
    <w:rsid w:val="00F1791F"/>
    <w:rsid w:val="00F203B3"/>
    <w:rsid w:val="00F21A5A"/>
    <w:rsid w:val="00F23598"/>
    <w:rsid w:val="00F23D07"/>
    <w:rsid w:val="00F240BB"/>
    <w:rsid w:val="00F24994"/>
    <w:rsid w:val="00F25122"/>
    <w:rsid w:val="00F25BED"/>
    <w:rsid w:val="00F26190"/>
    <w:rsid w:val="00F300A1"/>
    <w:rsid w:val="00F3088A"/>
    <w:rsid w:val="00F308F9"/>
    <w:rsid w:val="00F3155E"/>
    <w:rsid w:val="00F31B94"/>
    <w:rsid w:val="00F33673"/>
    <w:rsid w:val="00F34C22"/>
    <w:rsid w:val="00F35227"/>
    <w:rsid w:val="00F367A1"/>
    <w:rsid w:val="00F36B52"/>
    <w:rsid w:val="00F3729E"/>
    <w:rsid w:val="00F401C1"/>
    <w:rsid w:val="00F40B79"/>
    <w:rsid w:val="00F40E74"/>
    <w:rsid w:val="00F412AC"/>
    <w:rsid w:val="00F41AEA"/>
    <w:rsid w:val="00F429A2"/>
    <w:rsid w:val="00F42A01"/>
    <w:rsid w:val="00F44FAD"/>
    <w:rsid w:val="00F4564E"/>
    <w:rsid w:val="00F46724"/>
    <w:rsid w:val="00F46A6B"/>
    <w:rsid w:val="00F46B59"/>
    <w:rsid w:val="00F502B9"/>
    <w:rsid w:val="00F50587"/>
    <w:rsid w:val="00F5108F"/>
    <w:rsid w:val="00F51E77"/>
    <w:rsid w:val="00F520F2"/>
    <w:rsid w:val="00F55428"/>
    <w:rsid w:val="00F555FE"/>
    <w:rsid w:val="00F55955"/>
    <w:rsid w:val="00F578DE"/>
    <w:rsid w:val="00F57E0E"/>
    <w:rsid w:val="00F57FED"/>
    <w:rsid w:val="00F63C7C"/>
    <w:rsid w:val="00F64DC7"/>
    <w:rsid w:val="00F64FEC"/>
    <w:rsid w:val="00F657F6"/>
    <w:rsid w:val="00F666E6"/>
    <w:rsid w:val="00F668A5"/>
    <w:rsid w:val="00F6704B"/>
    <w:rsid w:val="00F71402"/>
    <w:rsid w:val="00F71709"/>
    <w:rsid w:val="00F71818"/>
    <w:rsid w:val="00F720F0"/>
    <w:rsid w:val="00F7226C"/>
    <w:rsid w:val="00F72444"/>
    <w:rsid w:val="00F73728"/>
    <w:rsid w:val="00F74168"/>
    <w:rsid w:val="00F74297"/>
    <w:rsid w:val="00F75F69"/>
    <w:rsid w:val="00F75FDF"/>
    <w:rsid w:val="00F80353"/>
    <w:rsid w:val="00F816D3"/>
    <w:rsid w:val="00F82A80"/>
    <w:rsid w:val="00F83DE5"/>
    <w:rsid w:val="00F845B2"/>
    <w:rsid w:val="00F8527A"/>
    <w:rsid w:val="00F85E78"/>
    <w:rsid w:val="00F8779D"/>
    <w:rsid w:val="00F9075B"/>
    <w:rsid w:val="00F90D99"/>
    <w:rsid w:val="00F91A2B"/>
    <w:rsid w:val="00F91E9E"/>
    <w:rsid w:val="00F92793"/>
    <w:rsid w:val="00F934B1"/>
    <w:rsid w:val="00F93982"/>
    <w:rsid w:val="00F954AF"/>
    <w:rsid w:val="00F956EC"/>
    <w:rsid w:val="00F957D8"/>
    <w:rsid w:val="00F9651E"/>
    <w:rsid w:val="00F97B2B"/>
    <w:rsid w:val="00FA122E"/>
    <w:rsid w:val="00FA1494"/>
    <w:rsid w:val="00FA1BBB"/>
    <w:rsid w:val="00FA32D6"/>
    <w:rsid w:val="00FA3B2A"/>
    <w:rsid w:val="00FA4D4D"/>
    <w:rsid w:val="00FA5DA0"/>
    <w:rsid w:val="00FA6A41"/>
    <w:rsid w:val="00FA6ADD"/>
    <w:rsid w:val="00FA7114"/>
    <w:rsid w:val="00FB12EA"/>
    <w:rsid w:val="00FB3B21"/>
    <w:rsid w:val="00FB5512"/>
    <w:rsid w:val="00FB5575"/>
    <w:rsid w:val="00FB689B"/>
    <w:rsid w:val="00FB6FD2"/>
    <w:rsid w:val="00FC0CF0"/>
    <w:rsid w:val="00FC1184"/>
    <w:rsid w:val="00FC17A5"/>
    <w:rsid w:val="00FC2BF2"/>
    <w:rsid w:val="00FC3696"/>
    <w:rsid w:val="00FC3A51"/>
    <w:rsid w:val="00FC44AF"/>
    <w:rsid w:val="00FC4C21"/>
    <w:rsid w:val="00FC5494"/>
    <w:rsid w:val="00FC6145"/>
    <w:rsid w:val="00FC6516"/>
    <w:rsid w:val="00FC6DE7"/>
    <w:rsid w:val="00FC7044"/>
    <w:rsid w:val="00FC7EF1"/>
    <w:rsid w:val="00FD02FF"/>
    <w:rsid w:val="00FD06EF"/>
    <w:rsid w:val="00FD109C"/>
    <w:rsid w:val="00FD2572"/>
    <w:rsid w:val="00FD28DA"/>
    <w:rsid w:val="00FD2BB2"/>
    <w:rsid w:val="00FD3538"/>
    <w:rsid w:val="00FD416E"/>
    <w:rsid w:val="00FD6532"/>
    <w:rsid w:val="00FD666E"/>
    <w:rsid w:val="00FD6AF7"/>
    <w:rsid w:val="00FD794E"/>
    <w:rsid w:val="00FE0609"/>
    <w:rsid w:val="00FE0A2D"/>
    <w:rsid w:val="00FE13C6"/>
    <w:rsid w:val="00FE14BA"/>
    <w:rsid w:val="00FE189C"/>
    <w:rsid w:val="00FE32E0"/>
    <w:rsid w:val="00FE4502"/>
    <w:rsid w:val="00FE62AB"/>
    <w:rsid w:val="00FE6762"/>
    <w:rsid w:val="00FE779C"/>
    <w:rsid w:val="00FF0579"/>
    <w:rsid w:val="00FF133F"/>
    <w:rsid w:val="00FF2806"/>
    <w:rsid w:val="00FF32E7"/>
    <w:rsid w:val="00FF3B5A"/>
    <w:rsid w:val="00FF6461"/>
    <w:rsid w:val="00FF68BC"/>
    <w:rsid w:val="00FF782C"/>
    <w:rsid w:val="037C37FF"/>
    <w:rsid w:val="064C76EE"/>
    <w:rsid w:val="0C36EA89"/>
    <w:rsid w:val="0D51017B"/>
    <w:rsid w:val="0EDE3FAB"/>
    <w:rsid w:val="1093A5E7"/>
    <w:rsid w:val="10E0E563"/>
    <w:rsid w:val="12E18932"/>
    <w:rsid w:val="1542D906"/>
    <w:rsid w:val="16D493FB"/>
    <w:rsid w:val="17DCD068"/>
    <w:rsid w:val="1A8B0513"/>
    <w:rsid w:val="1BC88F03"/>
    <w:rsid w:val="1D0910E5"/>
    <w:rsid w:val="2AA990FE"/>
    <w:rsid w:val="2DF9B104"/>
    <w:rsid w:val="2E9D4FF5"/>
    <w:rsid w:val="3076D781"/>
    <w:rsid w:val="31E833ED"/>
    <w:rsid w:val="36E00698"/>
    <w:rsid w:val="38886CE0"/>
    <w:rsid w:val="401A68D3"/>
    <w:rsid w:val="41CB71A7"/>
    <w:rsid w:val="43715689"/>
    <w:rsid w:val="45BCCCD4"/>
    <w:rsid w:val="49DE9F79"/>
    <w:rsid w:val="4BCB377A"/>
    <w:rsid w:val="57C544EF"/>
    <w:rsid w:val="59D392C6"/>
    <w:rsid w:val="5F3AE1BE"/>
    <w:rsid w:val="695B4059"/>
    <w:rsid w:val="6E8790D4"/>
    <w:rsid w:val="7244E35C"/>
    <w:rsid w:val="78248729"/>
    <w:rsid w:val="7858DBD3"/>
    <w:rsid w:val="795B7FD7"/>
    <w:rsid w:val="7D6B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"/>
    </o:shapedefaults>
    <o:shapelayout v:ext="edit">
      <o:idmap v:ext="edit" data="2"/>
    </o:shapelayout>
  </w:shapeDefaults>
  <w:doNotEmbedSmartTags/>
  <w:decimalSymbol w:val=","/>
  <w:listSeparator w:val=";"/>
  <w14:docId w14:val="1569F378"/>
  <w15:chartTrackingRefBased/>
  <w15:docId w15:val="{6ED62C35-4783-416D-967B-239FAF1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endnote reference" w:uiPriority="99"/>
    <w:lsdException w:name="endnote text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622AB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,GOŠO"/>
    <w:basedOn w:val="Navaden"/>
    <w:next w:val="Navaden"/>
    <w:link w:val="Naslov1Znak"/>
    <w:autoRedefine/>
    <w:qFormat/>
    <w:rsid w:val="00CE76B5"/>
    <w:pPr>
      <w:keepNext/>
      <w:numPr>
        <w:numId w:val="3"/>
      </w:numPr>
      <w:spacing w:line="240" w:lineRule="auto"/>
      <w:jc w:val="both"/>
      <w:outlineLvl w:val="0"/>
    </w:pPr>
    <w:rPr>
      <w:rFonts w:cs="Arial"/>
      <w:b/>
      <w:color w:val="2F5496" w:themeColor="accent1" w:themeShade="BF"/>
      <w:kern w:val="32"/>
      <w:sz w:val="22"/>
      <w:szCs w:val="22"/>
      <w:lang w:val="sl-SI"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DC48EF"/>
    <w:pPr>
      <w:keepNext/>
      <w:keepLines/>
      <w:numPr>
        <w:ilvl w:val="1"/>
        <w:numId w:val="3"/>
      </w:numPr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l-SI" w:eastAsia="sl-SI"/>
    </w:rPr>
  </w:style>
  <w:style w:type="paragraph" w:styleId="Naslov3">
    <w:name w:val="heading 3"/>
    <w:basedOn w:val="Navaden"/>
    <w:link w:val="Naslov3Znak"/>
    <w:qFormat/>
    <w:rsid w:val="00DC48EF"/>
    <w:pPr>
      <w:numPr>
        <w:ilvl w:val="2"/>
        <w:numId w:val="3"/>
      </w:numPr>
      <w:tabs>
        <w:tab w:val="num" w:pos="360"/>
      </w:tabs>
      <w:spacing w:before="100" w:beforeAutospacing="1" w:after="100" w:afterAutospacing="1" w:line="240" w:lineRule="auto"/>
      <w:ind w:left="0" w:firstLine="0"/>
      <w:outlineLvl w:val="2"/>
    </w:pPr>
    <w:rPr>
      <w:rFonts w:ascii="Times New Roman" w:hAnsi="Times New Roman"/>
      <w:b/>
      <w:bCs/>
      <w:sz w:val="27"/>
      <w:szCs w:val="27"/>
      <w:lang w:val="sl-SI" w:eastAsia="sl-SI"/>
    </w:rPr>
  </w:style>
  <w:style w:type="paragraph" w:styleId="Naslov4">
    <w:name w:val="heading 4"/>
    <w:basedOn w:val="Navaden"/>
    <w:next w:val="Navaden"/>
    <w:link w:val="Naslov4Znak"/>
    <w:unhideWhenUsed/>
    <w:qFormat/>
    <w:rsid w:val="009A6BB1"/>
    <w:pPr>
      <w:keepNext/>
      <w:keepLines/>
      <w:numPr>
        <w:ilvl w:val="3"/>
        <w:numId w:val="3"/>
      </w:numPr>
      <w:tabs>
        <w:tab w:val="num" w:pos="360"/>
      </w:tabs>
      <w:spacing w:before="40"/>
      <w:ind w:left="0" w:firstLine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nhideWhenUsed/>
    <w:qFormat/>
    <w:rsid w:val="00863AF2"/>
    <w:pPr>
      <w:numPr>
        <w:ilvl w:val="4"/>
        <w:numId w:val="3"/>
      </w:numPr>
      <w:tabs>
        <w:tab w:val="num" w:pos="360"/>
      </w:tabs>
      <w:spacing w:before="240" w:after="60"/>
      <w:ind w:left="0"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9A438D"/>
    <w:pPr>
      <w:keepNext/>
      <w:keepLines/>
      <w:numPr>
        <w:ilvl w:val="5"/>
        <w:numId w:val="3"/>
      </w:numPr>
      <w:tabs>
        <w:tab w:val="num" w:pos="360"/>
      </w:tabs>
      <w:spacing w:before="4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9A438D"/>
    <w:pPr>
      <w:keepNext/>
      <w:keepLines/>
      <w:numPr>
        <w:ilvl w:val="6"/>
        <w:numId w:val="3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9A438D"/>
    <w:pPr>
      <w:keepNext/>
      <w:keepLines/>
      <w:numPr>
        <w:ilvl w:val="7"/>
        <w:numId w:val="3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nhideWhenUsed/>
    <w:qFormat/>
    <w:rsid w:val="009A438D"/>
    <w:pPr>
      <w:keepNext/>
      <w:keepLines/>
      <w:numPr>
        <w:ilvl w:val="8"/>
        <w:numId w:val="3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uiPriority w:val="5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character" w:customStyle="1" w:styleId="GlavaZnak">
    <w:name w:val="Glava Znak"/>
    <w:aliases w:val="E-PVO-glava Znak,body txt Znak,Znak Znak,Glava - napis Znak"/>
    <w:link w:val="Glava"/>
    <w:uiPriority w:val="99"/>
    <w:rsid w:val="00B03033"/>
    <w:rPr>
      <w:rFonts w:ascii="Arial" w:hAnsi="Arial"/>
      <w:szCs w:val="24"/>
      <w:lang w:val="en-US" w:eastAsia="en-US"/>
    </w:rPr>
  </w:style>
  <w:style w:type="paragraph" w:customStyle="1" w:styleId="ListParagraph1">
    <w:name w:val="List Paragraph1"/>
    <w:basedOn w:val="Navaden"/>
    <w:link w:val="ListParagraphChar"/>
    <w:uiPriority w:val="34"/>
    <w:qFormat/>
    <w:rsid w:val="008D705E"/>
    <w:pPr>
      <w:spacing w:line="276" w:lineRule="auto"/>
      <w:ind w:left="720"/>
    </w:pPr>
    <w:rPr>
      <w:rFonts w:ascii="Calibri" w:eastAsia="Calibri" w:hAnsi="Calibri"/>
      <w:szCs w:val="20"/>
      <w:lang w:val="x-none"/>
    </w:rPr>
  </w:style>
  <w:style w:type="character" w:customStyle="1" w:styleId="ListParagraphChar">
    <w:name w:val="List Paragraph Char"/>
    <w:link w:val="ListParagraph1"/>
    <w:uiPriority w:val="34"/>
    <w:locked/>
    <w:rsid w:val="008D705E"/>
    <w:rPr>
      <w:rFonts w:ascii="Calibri" w:eastAsia="Calibri" w:hAnsi="Calibri"/>
      <w:lang w:eastAsia="en-US"/>
    </w:rPr>
  </w:style>
  <w:style w:type="character" w:customStyle="1" w:styleId="OdstavekseznamaZnak">
    <w:name w:val="Odstavek seznama Znak"/>
    <w:aliases w:val="za tekst Znak,Označevanje Znak,List Paragraph2 Znak,Bullet OFM Znak,List Paragraph (numbered (a)) Znak,Bullet List Znak,Primus H 3 Znak,lp1 Znak,Use Case List Paragraph Char Znak,Citation List Znak,Use Case List Paragraph Znak"/>
    <w:link w:val="Odstavekseznama"/>
    <w:uiPriority w:val="34"/>
    <w:qFormat/>
    <w:locked/>
    <w:rsid w:val="003B1761"/>
    <w:rPr>
      <w:rFonts w:ascii="Arial" w:hAnsi="Arial" w:cs="Arial"/>
      <w:szCs w:val="24"/>
      <w:lang w:val="en-US"/>
    </w:rPr>
  </w:style>
  <w:style w:type="paragraph" w:styleId="Odstavekseznama">
    <w:name w:val="List Paragraph"/>
    <w:aliases w:val="za tekst,Označevanje,List Paragraph2,Bullet OFM,List Paragraph (numbered (a)),Bullet List,Primus H 3,lp1,Use Case List Paragraph Char,Citation List,Use Case List Paragraph,555,AB List 1,Prgrf_UNDP,Bullet Points,Odstavek seznama_IP,K1"/>
    <w:basedOn w:val="Navaden"/>
    <w:link w:val="OdstavekseznamaZnak"/>
    <w:uiPriority w:val="34"/>
    <w:qFormat/>
    <w:rsid w:val="00A61253"/>
    <w:pPr>
      <w:spacing w:line="260" w:lineRule="exact"/>
      <w:ind w:left="708"/>
    </w:pPr>
    <w:rPr>
      <w:rFonts w:cs="Arial"/>
      <w:lang w:eastAsia="sl-SI"/>
    </w:rPr>
  </w:style>
  <w:style w:type="paragraph" w:customStyle="1" w:styleId="align-justify">
    <w:name w:val="align-justify"/>
    <w:basedOn w:val="Navaden"/>
    <w:rsid w:val="001D1041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styleId="Krepko">
    <w:name w:val="Strong"/>
    <w:uiPriority w:val="22"/>
    <w:qFormat/>
    <w:rsid w:val="001D1041"/>
    <w:rPr>
      <w:b/>
      <w:bCs/>
    </w:rPr>
  </w:style>
  <w:style w:type="paragraph" w:styleId="Navadensplet">
    <w:name w:val="Normal (Web)"/>
    <w:basedOn w:val="Navaden"/>
    <w:uiPriority w:val="99"/>
    <w:unhideWhenUsed/>
    <w:rsid w:val="001D1041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Odstavekseznama1">
    <w:name w:val="Odstavek seznama1"/>
    <w:basedOn w:val="Navaden"/>
    <w:uiPriority w:val="34"/>
    <w:qFormat/>
    <w:rsid w:val="00F077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l-SI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nhideWhenUsed/>
    <w:qFormat/>
    <w:rsid w:val="001E2952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rsid w:val="001E2952"/>
  </w:style>
  <w:style w:type="character" w:styleId="Sprotnaopomba-sklic">
    <w:name w:val="footnote reference"/>
    <w:aliases w:val="Footnote symbol,Footnote,Fussnota, Znak,Footnote reference number,note TESI,SUPERS,EN Footnote Reference,-E Fußnotenzeichen,number,Times 10 Point,Exposant 3 Point,Footnote Reference_LVL6,Footnote Reference_LVL61"/>
    <w:uiPriority w:val="99"/>
    <w:unhideWhenUsed/>
    <w:qFormat/>
    <w:rsid w:val="001E2952"/>
    <w:rPr>
      <w:vertAlign w:val="superscript"/>
    </w:rPr>
  </w:style>
  <w:style w:type="paragraph" w:styleId="Telobesedila2">
    <w:name w:val="Body Text 2"/>
    <w:basedOn w:val="Navaden"/>
    <w:link w:val="Telobesedila2Znak"/>
    <w:unhideWhenUsed/>
    <w:rsid w:val="00B22985"/>
    <w:pPr>
      <w:spacing w:after="120" w:line="480" w:lineRule="auto"/>
    </w:pPr>
    <w:rPr>
      <w:rFonts w:ascii="Times New Roman" w:hAnsi="Times New Roman"/>
      <w:sz w:val="24"/>
      <w:lang w:val="sl-SI" w:eastAsia="sl-SI"/>
    </w:rPr>
  </w:style>
  <w:style w:type="character" w:customStyle="1" w:styleId="Telobesedila2Znak">
    <w:name w:val="Telo besedila 2 Znak"/>
    <w:link w:val="Telobesedila2"/>
    <w:rsid w:val="00B22985"/>
    <w:rPr>
      <w:sz w:val="24"/>
      <w:szCs w:val="24"/>
    </w:rPr>
  </w:style>
  <w:style w:type="paragraph" w:customStyle="1" w:styleId="ZnakZnak4ZnakZnak">
    <w:name w:val="Znak Znak4 Znak Znak"/>
    <w:basedOn w:val="Navaden"/>
    <w:rsid w:val="00A336EF"/>
    <w:pPr>
      <w:spacing w:after="160" w:line="240" w:lineRule="exact"/>
    </w:pPr>
    <w:rPr>
      <w:rFonts w:ascii="Tahoma" w:eastAsia="SimSun" w:hAnsi="Tahoma" w:cs="Tahoma"/>
      <w:szCs w:val="20"/>
    </w:rPr>
  </w:style>
  <w:style w:type="paragraph" w:styleId="Besedilooblaka">
    <w:name w:val="Balloon Text"/>
    <w:basedOn w:val="Navaden"/>
    <w:link w:val="BesedilooblakaZnak"/>
    <w:rsid w:val="008C67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C67B7"/>
    <w:rPr>
      <w:rFonts w:ascii="Tahoma" w:hAnsi="Tahoma" w:cs="Tahoma"/>
      <w:sz w:val="16"/>
      <w:szCs w:val="16"/>
      <w:lang w:val="en-US" w:eastAsia="en-US"/>
    </w:rPr>
  </w:style>
  <w:style w:type="paragraph" w:customStyle="1" w:styleId="Text3">
    <w:name w:val="Text 3"/>
    <w:basedOn w:val="Navaden"/>
    <w:rsid w:val="00863AF2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Arial" w:hAnsi="Times New Roman"/>
      <w:sz w:val="24"/>
      <w:szCs w:val="20"/>
      <w:lang w:val="en-GB"/>
    </w:rPr>
  </w:style>
  <w:style w:type="paragraph" w:styleId="Telobesedila">
    <w:name w:val="Body Text"/>
    <w:aliases w:val="SHEME,sheme,Telo besedila_SHEMA,Telo besedila_SHEME,Telo besedila_shema,Body"/>
    <w:basedOn w:val="Navaden"/>
    <w:link w:val="TelobesedilaZnak"/>
    <w:rsid w:val="00863AF2"/>
    <w:pPr>
      <w:spacing w:after="120" w:line="240" w:lineRule="auto"/>
    </w:pPr>
    <w:rPr>
      <w:rFonts w:ascii="Times New Roman" w:hAnsi="Times New Roman"/>
      <w:sz w:val="24"/>
      <w:lang w:val="sl-SI" w:eastAsia="sl-SI"/>
    </w:rPr>
  </w:style>
  <w:style w:type="character" w:customStyle="1" w:styleId="TelobesedilaZnak">
    <w:name w:val="Telo besedila Znak"/>
    <w:aliases w:val="SHEME Znak,sheme Znak,Telo besedila_SHEMA Znak,Telo besedila_SHEME Znak,Telo besedila_shema Znak,Body Znak"/>
    <w:link w:val="Telobesedila"/>
    <w:rsid w:val="00863AF2"/>
    <w:rPr>
      <w:sz w:val="24"/>
      <w:szCs w:val="24"/>
    </w:rPr>
  </w:style>
  <w:style w:type="character" w:customStyle="1" w:styleId="Naslov5Znak">
    <w:name w:val="Naslov 5 Znak"/>
    <w:link w:val="Naslov5"/>
    <w:rsid w:val="00863AF2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styleId="Poudarek">
    <w:name w:val="Emphasis"/>
    <w:qFormat/>
    <w:rsid w:val="00863AF2"/>
    <w:rPr>
      <w:i/>
      <w:iCs/>
    </w:rPr>
  </w:style>
  <w:style w:type="paragraph" w:customStyle="1" w:styleId="documentdescription">
    <w:name w:val="documentdescription"/>
    <w:basedOn w:val="Navaden"/>
    <w:rsid w:val="00863AF2"/>
    <w:pPr>
      <w:spacing w:after="360" w:line="270" w:lineRule="atLeast"/>
    </w:pPr>
    <w:rPr>
      <w:rFonts w:ascii="Times New Roman" w:hAnsi="Times New Roman"/>
      <w:b/>
      <w:bCs/>
      <w:color w:val="004C83"/>
      <w:sz w:val="24"/>
      <w:lang w:val="sl-SI" w:eastAsia="sl-SI"/>
    </w:rPr>
  </w:style>
  <w:style w:type="character" w:customStyle="1" w:styleId="apple-style-span">
    <w:name w:val="apple-style-span"/>
    <w:rsid w:val="0006585F"/>
  </w:style>
  <w:style w:type="character" w:styleId="Pripombasklic">
    <w:name w:val="annotation reference"/>
    <w:aliases w:val="Komentar - sklic,Komentar - sklic1"/>
    <w:rsid w:val="0006585F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06585F"/>
    <w:rPr>
      <w:szCs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06585F"/>
    <w:rPr>
      <w:rFonts w:ascii="Arial" w:hAnsi="Arial"/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06585F"/>
    <w:rPr>
      <w:b/>
      <w:bCs/>
    </w:rPr>
  </w:style>
  <w:style w:type="character" w:customStyle="1" w:styleId="ZadevapripombeZnak">
    <w:name w:val="Zadeva pripombe Znak"/>
    <w:link w:val="Zadevapripombe"/>
    <w:rsid w:val="0006585F"/>
    <w:rPr>
      <w:rFonts w:ascii="Arial" w:hAnsi="Arial"/>
      <w:b/>
      <w:bCs/>
      <w:lang w:val="en-US" w:eastAsia="en-US"/>
    </w:rPr>
  </w:style>
  <w:style w:type="paragraph" w:customStyle="1" w:styleId="CharCharChar1">
    <w:name w:val="Char Char Char1"/>
    <w:basedOn w:val="Navaden"/>
    <w:rsid w:val="00EB7A72"/>
    <w:pPr>
      <w:spacing w:after="160" w:line="240" w:lineRule="exact"/>
    </w:pPr>
    <w:rPr>
      <w:rFonts w:ascii="Times New Roman" w:hAnsi="Times New Roman"/>
      <w:noProof/>
      <w:color w:val="000000"/>
      <w:szCs w:val="20"/>
      <w:lang w:val="sl-SI" w:eastAsia="sl-SI"/>
    </w:rPr>
  </w:style>
  <w:style w:type="paragraph" w:customStyle="1" w:styleId="Default">
    <w:name w:val="Default"/>
    <w:rsid w:val="0008406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odyText21">
    <w:name w:val="Body Text 21"/>
    <w:basedOn w:val="Navaden"/>
    <w:rsid w:val="00EF7E59"/>
    <w:pPr>
      <w:spacing w:line="313" w:lineRule="atLeast"/>
      <w:jc w:val="both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apple-tab-span">
    <w:name w:val="apple-tab-span"/>
    <w:rsid w:val="0047497D"/>
  </w:style>
  <w:style w:type="character" w:customStyle="1" w:styleId="Nerazreenaomemba1">
    <w:name w:val="Nerazrešena omemba1"/>
    <w:uiPriority w:val="99"/>
    <w:unhideWhenUsed/>
    <w:rsid w:val="0049795A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5E71DC"/>
    <w:rPr>
      <w:rFonts w:ascii="Arial" w:hAnsi="Arial"/>
      <w:szCs w:val="24"/>
      <w:lang w:val="en-US" w:eastAsia="en-US"/>
    </w:rPr>
  </w:style>
  <w:style w:type="table" w:styleId="Tabelamrea">
    <w:name w:val="Table Grid"/>
    <w:basedOn w:val="Navadnatabela"/>
    <w:rsid w:val="002F6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Znak">
    <w:name w:val="Naslov 4 Znak"/>
    <w:basedOn w:val="Privzetapisavaodstavka"/>
    <w:link w:val="Naslov4"/>
    <w:rsid w:val="009A6BB1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DC48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DC48EF"/>
    <w:rPr>
      <w:b/>
      <w:bCs/>
      <w:sz w:val="27"/>
      <w:szCs w:val="27"/>
    </w:rPr>
  </w:style>
  <w:style w:type="paragraph" w:customStyle="1" w:styleId="vrstapredpisa">
    <w:name w:val="vrstapredpis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naslovpredpisa">
    <w:name w:val="naslovpredpis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tyle2">
    <w:name w:val="Style2"/>
    <w:basedOn w:val="Navaden"/>
    <w:link w:val="Style2Znak"/>
    <w:rsid w:val="00DC48EF"/>
    <w:pPr>
      <w:suppressAutoHyphens/>
      <w:spacing w:line="240" w:lineRule="auto"/>
    </w:pPr>
    <w:rPr>
      <w:rFonts w:ascii="Times New Roman" w:hAnsi="Times New Roman"/>
      <w:sz w:val="24"/>
      <w:lang w:val="sl-SI" w:eastAsia="zh-CN"/>
    </w:rPr>
  </w:style>
  <w:style w:type="paragraph" w:customStyle="1" w:styleId="besedilolenabrezodstavkov">
    <w:name w:val="besedilo člena brez odstavkov"/>
    <w:basedOn w:val="Navaden"/>
    <w:next w:val="Navaden"/>
    <w:qFormat/>
    <w:rsid w:val="00DC48EF"/>
    <w:pPr>
      <w:spacing w:before="120" w:after="120" w:line="240" w:lineRule="auto"/>
      <w:jc w:val="both"/>
    </w:pPr>
    <w:rPr>
      <w:rFonts w:eastAsia="Calibri"/>
      <w:szCs w:val="20"/>
      <w:lang w:val="sl-SI"/>
    </w:rPr>
  </w:style>
  <w:style w:type="paragraph" w:customStyle="1" w:styleId="Alineazaodstavkom">
    <w:name w:val="Alinea za odstavkom"/>
    <w:basedOn w:val="Navaden"/>
    <w:link w:val="AlineazaodstavkomZnak"/>
    <w:qFormat/>
    <w:rsid w:val="00DC48EF"/>
    <w:pPr>
      <w:numPr>
        <w:numId w:val="1"/>
      </w:numPr>
      <w:overflowPunct w:val="0"/>
      <w:autoSpaceDE w:val="0"/>
      <w:autoSpaceDN w:val="0"/>
      <w:adjustRightInd w:val="0"/>
      <w:spacing w:line="200" w:lineRule="exact"/>
      <w:jc w:val="both"/>
      <w:textAlignment w:val="baseline"/>
    </w:pPr>
    <w:rPr>
      <w:rFonts w:cs="Arial"/>
      <w:sz w:val="22"/>
      <w:szCs w:val="22"/>
      <w:lang w:val="sl-SI" w:eastAsia="sl-SI"/>
    </w:rPr>
  </w:style>
  <w:style w:type="character" w:customStyle="1" w:styleId="AlineazaodstavkomZnak">
    <w:name w:val="Alinea za odstavkom Znak"/>
    <w:link w:val="Alineazaodstavkom"/>
    <w:rsid w:val="00DC48EF"/>
    <w:rPr>
      <w:rFonts w:ascii="Arial" w:hAnsi="Arial" w:cs="Arial"/>
      <w:sz w:val="22"/>
      <w:szCs w:val="22"/>
    </w:rPr>
  </w:style>
  <w:style w:type="paragraph" w:customStyle="1" w:styleId="Alineazatoko">
    <w:name w:val="Alinea za točko"/>
    <w:basedOn w:val="Navaden"/>
    <w:link w:val="AlineazatokoZnak"/>
    <w:qFormat/>
    <w:rsid w:val="00DC48EF"/>
    <w:pPr>
      <w:overflowPunct w:val="0"/>
      <w:autoSpaceDE w:val="0"/>
      <w:autoSpaceDN w:val="0"/>
      <w:adjustRightInd w:val="0"/>
      <w:spacing w:line="200" w:lineRule="exact"/>
      <w:ind w:left="1080" w:hanging="360"/>
      <w:jc w:val="both"/>
      <w:textAlignment w:val="baseline"/>
    </w:pPr>
    <w:rPr>
      <w:rFonts w:cs="Arial"/>
      <w:sz w:val="22"/>
      <w:szCs w:val="22"/>
      <w:lang w:val="sl-SI" w:eastAsia="sl-SI"/>
    </w:rPr>
  </w:style>
  <w:style w:type="character" w:customStyle="1" w:styleId="AlineazatokoZnak">
    <w:name w:val="Alinea za točko Znak"/>
    <w:link w:val="Alineazatoko"/>
    <w:rsid w:val="00DC48EF"/>
    <w:rPr>
      <w:rFonts w:ascii="Arial" w:hAnsi="Arial" w:cs="Arial"/>
      <w:sz w:val="22"/>
      <w:szCs w:val="22"/>
    </w:rPr>
  </w:style>
  <w:style w:type="character" w:customStyle="1" w:styleId="NogaZnak">
    <w:name w:val="Noga Znak"/>
    <w:basedOn w:val="Privzetapisavaodstavka"/>
    <w:link w:val="Noga"/>
    <w:uiPriority w:val="99"/>
    <w:rsid w:val="00DC48EF"/>
    <w:rPr>
      <w:rFonts w:ascii="Arial" w:hAnsi="Arial"/>
      <w:szCs w:val="24"/>
      <w:lang w:val="en-US" w:eastAsia="en-US"/>
    </w:rPr>
  </w:style>
  <w:style w:type="character" w:customStyle="1" w:styleId="Omemba1">
    <w:name w:val="Omemba1"/>
    <w:basedOn w:val="Privzetapisavaodstavka"/>
    <w:uiPriority w:val="99"/>
    <w:unhideWhenUsed/>
    <w:rsid w:val="00DC48EF"/>
    <w:rPr>
      <w:color w:val="2B579A"/>
      <w:shd w:val="clear" w:color="auto" w:fill="E1DFDD"/>
    </w:rPr>
  </w:style>
  <w:style w:type="character" w:customStyle="1" w:styleId="roles">
    <w:name w:val="roles"/>
    <w:basedOn w:val="Privzetapisavaodstavka"/>
    <w:rsid w:val="00DC48EF"/>
  </w:style>
  <w:style w:type="paragraph" w:styleId="Konnaopomba-besedilo">
    <w:name w:val="endnote text"/>
    <w:basedOn w:val="Navaden"/>
    <w:link w:val="Konnaopomba-besediloZnak"/>
    <w:uiPriority w:val="99"/>
    <w:unhideWhenUsed/>
    <w:rsid w:val="00DC48EF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DC48EF"/>
  </w:style>
  <w:style w:type="character" w:styleId="Konnaopomba-sklic">
    <w:name w:val="endnote reference"/>
    <w:basedOn w:val="Privzetapisavaodstavka"/>
    <w:uiPriority w:val="99"/>
    <w:unhideWhenUsed/>
    <w:rsid w:val="00DC48EF"/>
    <w:rPr>
      <w:vertAlign w:val="superscript"/>
    </w:rPr>
  </w:style>
  <w:style w:type="character" w:customStyle="1" w:styleId="Naslov1Znak">
    <w:name w:val="Naslov 1 Znak"/>
    <w:aliases w:val="NASLOV Znak,GOŠO Znak"/>
    <w:basedOn w:val="Privzetapisavaodstavka"/>
    <w:link w:val="Naslov1"/>
    <w:rsid w:val="00CE76B5"/>
    <w:rPr>
      <w:rFonts w:ascii="Arial" w:hAnsi="Arial" w:cs="Arial"/>
      <w:b/>
      <w:color w:val="2F5496" w:themeColor="accent1" w:themeShade="BF"/>
      <w:kern w:val="32"/>
      <w:sz w:val="22"/>
      <w:szCs w:val="22"/>
    </w:rPr>
  </w:style>
  <w:style w:type="paragraph" w:styleId="Brezrazmikov">
    <w:name w:val="No Spacing"/>
    <w:link w:val="BrezrazmikovZnak"/>
    <w:uiPriority w:val="1"/>
    <w:qFormat/>
    <w:rsid w:val="00DC48EF"/>
    <w:rPr>
      <w:rFonts w:ascii="Arial" w:hAnsi="Arial"/>
      <w:szCs w:val="24"/>
      <w:lang w:eastAsia="en-US"/>
    </w:rPr>
  </w:style>
  <w:style w:type="character" w:styleId="SledenaHiperpovezava">
    <w:name w:val="FollowedHyperlink"/>
    <w:basedOn w:val="Privzetapisavaodstavka"/>
    <w:unhideWhenUsed/>
    <w:rsid w:val="00DC48EF"/>
    <w:rPr>
      <w:color w:val="954F72" w:themeColor="followedHyperlink"/>
      <w:u w:val="single"/>
    </w:rPr>
  </w:style>
  <w:style w:type="paragraph" w:customStyle="1" w:styleId="Naslov2razpis">
    <w:name w:val="Naslov2_razpis"/>
    <w:basedOn w:val="Navaden"/>
    <w:link w:val="Naslov2razpisZnak"/>
    <w:uiPriority w:val="1"/>
    <w:qFormat/>
    <w:rsid w:val="00DC48EF"/>
    <w:pPr>
      <w:numPr>
        <w:ilvl w:val="1"/>
        <w:numId w:val="2"/>
      </w:numPr>
      <w:tabs>
        <w:tab w:val="num" w:pos="360"/>
      </w:tabs>
      <w:spacing w:before="240" w:after="160" w:line="240" w:lineRule="auto"/>
      <w:contextualSpacing/>
      <w:jc w:val="both"/>
    </w:pPr>
    <w:rPr>
      <w:rFonts w:eastAsiaTheme="minorEastAsia" w:cs="Arial"/>
      <w:b/>
      <w:bCs/>
      <w:szCs w:val="20"/>
      <w:lang w:val="sl-SI" w:eastAsia="sl-SI"/>
    </w:rPr>
  </w:style>
  <w:style w:type="character" w:customStyle="1" w:styleId="Naslov2razpisZnak">
    <w:name w:val="Naslov2_razpis Znak"/>
    <w:basedOn w:val="Privzetapisavaodstavka"/>
    <w:link w:val="Naslov2razpis"/>
    <w:uiPriority w:val="1"/>
    <w:rsid w:val="00DC48EF"/>
    <w:rPr>
      <w:rFonts w:ascii="Arial" w:eastAsiaTheme="minorEastAsia" w:hAnsi="Arial" w:cs="Arial"/>
      <w:b/>
      <w:bCs/>
    </w:rPr>
  </w:style>
  <w:style w:type="paragraph" w:customStyle="1" w:styleId="alineazaodstavkom0">
    <w:name w:val="alineazaodstavkom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styleId="NaslovTOC">
    <w:name w:val="TOC Heading"/>
    <w:basedOn w:val="Naslov1"/>
    <w:next w:val="Navaden"/>
    <w:uiPriority w:val="39"/>
    <w:unhideWhenUsed/>
    <w:qFormat/>
    <w:rsid w:val="00DC48EF"/>
    <w:pPr>
      <w:keepLines/>
      <w:spacing w:before="240" w:line="259" w:lineRule="auto"/>
      <w:ind w:left="720" w:hanging="360"/>
      <w:jc w:val="left"/>
      <w:outlineLvl w:val="9"/>
    </w:pPr>
    <w:rPr>
      <w:rFonts w:eastAsiaTheme="majorEastAsia"/>
      <w:bCs/>
      <w:kern w:val="0"/>
    </w:rPr>
  </w:style>
  <w:style w:type="paragraph" w:styleId="Kazalovsebine2">
    <w:name w:val="toc 2"/>
    <w:basedOn w:val="Navaden"/>
    <w:next w:val="Navaden"/>
    <w:autoRedefine/>
    <w:uiPriority w:val="39"/>
    <w:unhideWhenUsed/>
    <w:rsid w:val="00DF7193"/>
    <w:pPr>
      <w:tabs>
        <w:tab w:val="right" w:leader="dot" w:pos="9498"/>
      </w:tabs>
      <w:spacing w:after="100" w:line="259" w:lineRule="auto"/>
      <w:ind w:left="709" w:hanging="851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rsid w:val="005E1EB0"/>
    <w:pPr>
      <w:tabs>
        <w:tab w:val="left" w:pos="440"/>
        <w:tab w:val="right" w:leader="dot" w:pos="934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styleId="Kazalovsebine3">
    <w:name w:val="toc 3"/>
    <w:basedOn w:val="Navaden"/>
    <w:next w:val="Navaden"/>
    <w:autoRedefine/>
    <w:uiPriority w:val="39"/>
    <w:unhideWhenUsed/>
    <w:rsid w:val="00DC48EF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sl-SI" w:eastAsia="sl-SI"/>
    </w:rPr>
  </w:style>
  <w:style w:type="paragraph" w:customStyle="1" w:styleId="len">
    <w:name w:val="len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lennaslov">
    <w:name w:val="lennaslov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odstavek">
    <w:name w:val="odstavek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tevilnatoka">
    <w:name w:val="tevilnatoka"/>
    <w:basedOn w:val="Navaden"/>
    <w:rsid w:val="00DC48E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customStyle="1" w:styleId="normaltextrun">
    <w:name w:val="normaltextrun"/>
    <w:basedOn w:val="Privzetapisavaodstavka"/>
    <w:rsid w:val="00DC48EF"/>
  </w:style>
  <w:style w:type="character" w:customStyle="1" w:styleId="AlinejaodstavekZnak">
    <w:name w:val="Alineja odstavek Znak"/>
    <w:link w:val="Alinejaodstavek"/>
    <w:locked/>
    <w:rsid w:val="000F6961"/>
  </w:style>
  <w:style w:type="paragraph" w:customStyle="1" w:styleId="Alinejaodstavek">
    <w:name w:val="Alineja odstavek"/>
    <w:basedOn w:val="Odstavekseznama"/>
    <w:link w:val="AlinejaodstavekZnak"/>
    <w:qFormat/>
    <w:rsid w:val="000F6961"/>
    <w:pPr>
      <w:numPr>
        <w:numId w:val="4"/>
      </w:numPr>
      <w:spacing w:line="240" w:lineRule="auto"/>
      <w:mirrorIndents/>
      <w:jc w:val="both"/>
    </w:pPr>
    <w:rPr>
      <w:rFonts w:ascii="Times New Roman" w:hAnsi="Times New Roman" w:cs="Times New Roman"/>
      <w:szCs w:val="20"/>
      <w:lang w:val="sl-SI"/>
    </w:rPr>
  </w:style>
  <w:style w:type="character" w:customStyle="1" w:styleId="BrezrazmikovZnak">
    <w:name w:val="Brez razmikov Znak"/>
    <w:link w:val="Brezrazmikov"/>
    <w:uiPriority w:val="1"/>
    <w:rsid w:val="00D322B2"/>
    <w:rPr>
      <w:rFonts w:ascii="Arial" w:hAnsi="Arial"/>
      <w:szCs w:val="24"/>
      <w:lang w:eastAsia="en-US"/>
    </w:rPr>
  </w:style>
  <w:style w:type="table" w:styleId="Tabelasvetlamrea">
    <w:name w:val="Grid Table Light"/>
    <w:basedOn w:val="Navadnatabela"/>
    <w:uiPriority w:val="40"/>
    <w:rsid w:val="00D32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mrea1">
    <w:name w:val="Tabela – mreža1"/>
    <w:basedOn w:val="Navadnatabela"/>
    <w:next w:val="Tabelamrea"/>
    <w:rsid w:val="00972ED3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slov6Znak">
    <w:name w:val="Naslov 6 Znak"/>
    <w:basedOn w:val="Privzetapisavaodstavka"/>
    <w:link w:val="Naslov6"/>
    <w:uiPriority w:val="9"/>
    <w:rsid w:val="009A438D"/>
    <w:rPr>
      <w:rFonts w:asciiTheme="majorHAnsi" w:eastAsiaTheme="majorEastAsia" w:hAnsiTheme="majorHAnsi" w:cstheme="majorBidi"/>
      <w:color w:val="1F3763" w:themeColor="accent1" w:themeShade="7F"/>
      <w:szCs w:val="24"/>
      <w:lang w:val="en-US" w:eastAsia="en-US"/>
    </w:rPr>
  </w:style>
  <w:style w:type="character" w:customStyle="1" w:styleId="Naslov7Znak">
    <w:name w:val="Naslov 7 Znak"/>
    <w:basedOn w:val="Privzetapisavaodstavka"/>
    <w:link w:val="Naslov7"/>
    <w:uiPriority w:val="9"/>
    <w:rsid w:val="009A438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val="en-US" w:eastAsia="en-US"/>
    </w:rPr>
  </w:style>
  <w:style w:type="character" w:customStyle="1" w:styleId="Naslov8Znak">
    <w:name w:val="Naslov 8 Znak"/>
    <w:basedOn w:val="Privzetapisavaodstavka"/>
    <w:link w:val="Naslov8"/>
    <w:uiPriority w:val="9"/>
    <w:rsid w:val="009A43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Naslov9Znak">
    <w:name w:val="Naslov 9 Znak"/>
    <w:basedOn w:val="Privzetapisavaodstavka"/>
    <w:link w:val="Naslov9"/>
    <w:rsid w:val="009A43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B47C3B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B47C3B"/>
    <w:pPr>
      <w:widowControl w:val="0"/>
      <w:spacing w:line="240" w:lineRule="auto"/>
    </w:pPr>
    <w:rPr>
      <w:rFonts w:ascii="Calibri" w:eastAsia="Calibri" w:hAnsi="Calibri"/>
      <w:sz w:val="22"/>
      <w:szCs w:val="22"/>
      <w:lang w:val="sl-SI" w:eastAsia="sl-SI" w:bidi="sl-SI"/>
    </w:rPr>
  </w:style>
  <w:style w:type="character" w:styleId="tevilkastrani">
    <w:name w:val="page number"/>
    <w:basedOn w:val="Privzetapisavaodstavka"/>
    <w:rsid w:val="00B47C3B"/>
    <w:rPr>
      <w:rFonts w:cs="Times New Roman"/>
    </w:rPr>
  </w:style>
  <w:style w:type="paragraph" w:customStyle="1" w:styleId="Slog5Znak">
    <w:name w:val="Slog5 Znak"/>
    <w:basedOn w:val="Navaden"/>
    <w:link w:val="Slog5ZnakZnak"/>
    <w:autoRedefine/>
    <w:rsid w:val="00B47C3B"/>
    <w:pPr>
      <w:spacing w:line="240" w:lineRule="auto"/>
      <w:jc w:val="center"/>
    </w:pPr>
    <w:rPr>
      <w:rFonts w:ascii="Times New Roman" w:hAnsi="Times New Roman"/>
      <w:b/>
      <w:i/>
      <w:color w:val="000000"/>
      <w:sz w:val="24"/>
      <w:szCs w:val="20"/>
      <w:lang w:val="sl-SI" w:eastAsia="sl-SI"/>
    </w:rPr>
  </w:style>
  <w:style w:type="character" w:customStyle="1" w:styleId="Slog5ZnakZnak">
    <w:name w:val="Slog5 Znak Znak"/>
    <w:link w:val="Slog5Znak"/>
    <w:rsid w:val="00B47C3B"/>
    <w:rPr>
      <w:b/>
      <w:i/>
      <w:color w:val="000000"/>
      <w:sz w:val="24"/>
    </w:rPr>
  </w:style>
  <w:style w:type="paragraph" w:customStyle="1" w:styleId="Standard">
    <w:name w:val="Standard"/>
    <w:rsid w:val="00B47C3B"/>
    <w:pPr>
      <w:suppressAutoHyphens/>
      <w:autoSpaceDN w:val="0"/>
      <w:spacing w:line="300" w:lineRule="auto"/>
      <w:jc w:val="both"/>
      <w:textAlignment w:val="baseline"/>
    </w:pPr>
    <w:rPr>
      <w:rFonts w:ascii="Georgia" w:eastAsia="Lucida Sans Unicode" w:hAnsi="Georgia" w:cs="Tahoma"/>
      <w:kern w:val="3"/>
      <w:sz w:val="22"/>
      <w:szCs w:val="24"/>
      <w:lang w:eastAsia="zh-CN" w:bidi="hi-IN"/>
    </w:rPr>
  </w:style>
  <w:style w:type="character" w:customStyle="1" w:styleId="findhit">
    <w:name w:val="findhit"/>
    <w:basedOn w:val="Privzetapisavaodstavka"/>
    <w:rsid w:val="00B47C3B"/>
  </w:style>
  <w:style w:type="character" w:customStyle="1" w:styleId="eop">
    <w:name w:val="eop"/>
    <w:basedOn w:val="Privzetapisavaodstavka"/>
    <w:rsid w:val="00B47C3B"/>
  </w:style>
  <w:style w:type="paragraph" w:customStyle="1" w:styleId="paragraph">
    <w:name w:val="paragraph"/>
    <w:basedOn w:val="Navaden"/>
    <w:rsid w:val="00B47C3B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styleId="Besedilooznabemesta">
    <w:name w:val="Placeholder Text"/>
    <w:basedOn w:val="Privzetapisavaodstavka"/>
    <w:uiPriority w:val="99"/>
    <w:semiHidden/>
    <w:rsid w:val="00B47C3B"/>
    <w:rPr>
      <w:color w:val="808080"/>
    </w:rPr>
  </w:style>
  <w:style w:type="numbering" w:customStyle="1" w:styleId="Slog1">
    <w:name w:val="Slog1"/>
    <w:uiPriority w:val="99"/>
    <w:rsid w:val="002F1C4F"/>
    <w:pPr>
      <w:numPr>
        <w:numId w:val="6"/>
      </w:numPr>
    </w:pPr>
  </w:style>
  <w:style w:type="table" w:customStyle="1" w:styleId="Tabelamrea2">
    <w:name w:val="Tabela – mreža2"/>
    <w:basedOn w:val="Navadnatabela"/>
    <w:next w:val="Tabelamrea"/>
    <w:rsid w:val="00E12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mrea3">
    <w:name w:val="Tabela – mreža3"/>
    <w:basedOn w:val="Navadnatabela"/>
    <w:next w:val="Tabelamrea"/>
    <w:uiPriority w:val="39"/>
    <w:rsid w:val="00681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3539BE"/>
    <w:rPr>
      <w:color w:val="605E5C"/>
      <w:shd w:val="clear" w:color="auto" w:fill="E1DFDD"/>
    </w:rPr>
  </w:style>
  <w:style w:type="character" w:customStyle="1" w:styleId="ui-provider">
    <w:name w:val="ui-provider"/>
    <w:basedOn w:val="Privzetapisavaodstavka"/>
    <w:rsid w:val="002A5188"/>
  </w:style>
  <w:style w:type="character" w:customStyle="1" w:styleId="cf01">
    <w:name w:val="cf01"/>
    <w:basedOn w:val="Privzetapisavaodstavka"/>
    <w:rsid w:val="001B22B5"/>
    <w:rPr>
      <w:rFonts w:ascii="Segoe UI" w:hAnsi="Segoe UI" w:cs="Segoe UI" w:hint="default"/>
      <w:sz w:val="18"/>
      <w:szCs w:val="18"/>
      <w:u w:val="single"/>
    </w:rPr>
  </w:style>
  <w:style w:type="character" w:customStyle="1" w:styleId="cf11">
    <w:name w:val="cf11"/>
    <w:basedOn w:val="Privzetapisavaodstavka"/>
    <w:rsid w:val="001B22B5"/>
    <w:rPr>
      <w:rFonts w:ascii="Segoe UI" w:hAnsi="Segoe UI" w:cs="Segoe UI" w:hint="default"/>
      <w:sz w:val="18"/>
      <w:szCs w:val="18"/>
    </w:rPr>
  </w:style>
  <w:style w:type="table" w:customStyle="1" w:styleId="Tabelamrea4">
    <w:name w:val="Tabela – mreža4"/>
    <w:basedOn w:val="Navadnatabela"/>
    <w:next w:val="Tabelamrea"/>
    <w:uiPriority w:val="59"/>
    <w:rsid w:val="0091470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2GOO">
    <w:name w:val="Naslov 2 GOŠO"/>
    <w:basedOn w:val="Podnaslov"/>
    <w:next w:val="Podnaslov"/>
    <w:link w:val="Naslov2GOOZnak"/>
    <w:qFormat/>
    <w:rsid w:val="0022407A"/>
    <w:pPr>
      <w:numPr>
        <w:ilvl w:val="0"/>
      </w:numPr>
      <w:spacing w:after="60" w:line="240" w:lineRule="auto"/>
      <w:jc w:val="both"/>
      <w:outlineLvl w:val="1"/>
    </w:pPr>
    <w:rPr>
      <w:rFonts w:ascii="Arial" w:eastAsia="Times New Roman" w:hAnsi="Arial" w:cs="Arial"/>
      <w:b/>
      <w:color w:val="000000"/>
      <w:spacing w:val="0"/>
      <w:sz w:val="20"/>
      <w:szCs w:val="20"/>
      <w:lang w:val="sl-SI" w:eastAsia="sl-SI"/>
    </w:rPr>
  </w:style>
  <w:style w:type="character" w:customStyle="1" w:styleId="Naslov2GOOZnak">
    <w:name w:val="Naslov 2 GOŠO Znak"/>
    <w:link w:val="Naslov2GOO"/>
    <w:rsid w:val="0022407A"/>
    <w:rPr>
      <w:rFonts w:ascii="Arial" w:hAnsi="Arial" w:cs="Arial"/>
      <w:b/>
      <w:color w:val="000000"/>
    </w:rPr>
  </w:style>
  <w:style w:type="paragraph" w:styleId="Podnaslov">
    <w:name w:val="Subtitle"/>
    <w:basedOn w:val="Navaden"/>
    <w:next w:val="Navaden"/>
    <w:link w:val="PodnaslovZnak"/>
    <w:qFormat/>
    <w:rsid w:val="0022407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Znak">
    <w:name w:val="Podnaslov Znak"/>
    <w:basedOn w:val="Privzetapisavaodstavka"/>
    <w:link w:val="Podnaslov"/>
    <w:rsid w:val="0022407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numbering" w:customStyle="1" w:styleId="Slog2">
    <w:name w:val="Slog2"/>
    <w:uiPriority w:val="99"/>
    <w:rsid w:val="00FC6DE7"/>
    <w:pPr>
      <w:numPr>
        <w:numId w:val="41"/>
      </w:numPr>
    </w:pPr>
  </w:style>
  <w:style w:type="numbering" w:customStyle="1" w:styleId="Brezseznama1">
    <w:name w:val="Brez seznama1"/>
    <w:next w:val="Brezseznama"/>
    <w:uiPriority w:val="99"/>
    <w:semiHidden/>
    <w:unhideWhenUsed/>
    <w:rsid w:val="0081654A"/>
  </w:style>
  <w:style w:type="numbering" w:customStyle="1" w:styleId="Brezseznama11">
    <w:name w:val="Brez seznama11"/>
    <w:next w:val="Brezseznama"/>
    <w:uiPriority w:val="99"/>
    <w:semiHidden/>
    <w:unhideWhenUsed/>
    <w:rsid w:val="0081654A"/>
  </w:style>
  <w:style w:type="table" w:customStyle="1" w:styleId="Tabelamrea5">
    <w:name w:val="Tabela – mreža5"/>
    <w:basedOn w:val="Navadnatabela"/>
    <w:next w:val="Tabelamrea"/>
    <w:uiPriority w:val="59"/>
    <w:rsid w:val="008165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azalovsebine4">
    <w:name w:val="toc 4"/>
    <w:basedOn w:val="Navaden"/>
    <w:next w:val="Navaden"/>
    <w:autoRedefine/>
    <w:uiPriority w:val="39"/>
    <w:rsid w:val="0081654A"/>
    <w:pPr>
      <w:tabs>
        <w:tab w:val="left" w:pos="2694"/>
        <w:tab w:val="right" w:leader="dot" w:pos="9628"/>
      </w:tabs>
      <w:spacing w:before="120" w:line="240" w:lineRule="auto"/>
      <w:ind w:left="2552" w:hanging="851"/>
      <w:contextualSpacing/>
    </w:pPr>
    <w:rPr>
      <w:sz w:val="22"/>
      <w:lang w:val="sl-SI" w:eastAsia="sl-SI"/>
    </w:rPr>
  </w:style>
  <w:style w:type="paragraph" w:customStyle="1" w:styleId="Naslov3GOO">
    <w:name w:val="Naslov 3 GOŠO"/>
    <w:basedOn w:val="Style2"/>
    <w:link w:val="Naslov3GOOZnak"/>
    <w:qFormat/>
    <w:rsid w:val="0081654A"/>
    <w:pPr>
      <w:numPr>
        <w:numId w:val="50"/>
      </w:numPr>
      <w:suppressAutoHyphens w:val="0"/>
    </w:pPr>
    <w:rPr>
      <w:rFonts w:ascii="Arial" w:hAnsi="Arial"/>
      <w:sz w:val="22"/>
      <w:lang w:eastAsia="sl-SI"/>
    </w:rPr>
  </w:style>
  <w:style w:type="character" w:customStyle="1" w:styleId="Style2Znak">
    <w:name w:val="Style2 Znak"/>
    <w:link w:val="Style2"/>
    <w:rsid w:val="0081654A"/>
    <w:rPr>
      <w:sz w:val="24"/>
      <w:szCs w:val="24"/>
      <w:lang w:eastAsia="zh-CN"/>
    </w:rPr>
  </w:style>
  <w:style w:type="character" w:customStyle="1" w:styleId="Naslov3GOOZnak">
    <w:name w:val="Naslov 3 GOŠO Znak"/>
    <w:link w:val="Naslov3GOO"/>
    <w:rsid w:val="0081654A"/>
    <w:rPr>
      <w:rFonts w:ascii="Arial" w:hAnsi="Arial"/>
      <w:sz w:val="22"/>
      <w:szCs w:val="24"/>
    </w:rPr>
  </w:style>
  <w:style w:type="numbering" w:customStyle="1" w:styleId="Brezseznama111">
    <w:name w:val="Brez seznama111"/>
    <w:next w:val="Brezseznama"/>
    <w:uiPriority w:val="99"/>
    <w:semiHidden/>
    <w:unhideWhenUsed/>
    <w:rsid w:val="0081654A"/>
  </w:style>
  <w:style w:type="numbering" w:customStyle="1" w:styleId="Brezseznama1111">
    <w:name w:val="Brez seznama1111"/>
    <w:next w:val="Brezseznama"/>
    <w:semiHidden/>
    <w:unhideWhenUsed/>
    <w:rsid w:val="0081654A"/>
  </w:style>
  <w:style w:type="paragraph" w:styleId="Naslov">
    <w:name w:val="Title"/>
    <w:basedOn w:val="Naslov1"/>
    <w:next w:val="Navaden"/>
    <w:link w:val="NaslovZnak"/>
    <w:qFormat/>
    <w:rsid w:val="0081654A"/>
    <w:pPr>
      <w:numPr>
        <w:numId w:val="51"/>
      </w:numPr>
      <w:spacing w:before="240" w:line="260" w:lineRule="exact"/>
      <w:contextualSpacing/>
    </w:pPr>
    <w:rPr>
      <w:rFonts w:cs="Times New Roman"/>
      <w:color w:val="auto"/>
      <w:spacing w:val="-10"/>
      <w:kern w:val="28"/>
      <w:sz w:val="20"/>
      <w:szCs w:val="56"/>
    </w:rPr>
  </w:style>
  <w:style w:type="character" w:customStyle="1" w:styleId="NaslovZnak">
    <w:name w:val="Naslov Znak"/>
    <w:basedOn w:val="Privzetapisavaodstavka"/>
    <w:link w:val="Naslov"/>
    <w:rsid w:val="0081654A"/>
    <w:rPr>
      <w:rFonts w:ascii="Arial" w:hAnsi="Arial"/>
      <w:b/>
      <w:spacing w:val="-10"/>
      <w:kern w:val="28"/>
      <w:szCs w:val="56"/>
    </w:rPr>
  </w:style>
  <w:style w:type="numbering" w:customStyle="1" w:styleId="Brezseznama2">
    <w:name w:val="Brez seznama2"/>
    <w:next w:val="Brezseznama"/>
    <w:uiPriority w:val="99"/>
    <w:semiHidden/>
    <w:unhideWhenUsed/>
    <w:rsid w:val="0081654A"/>
  </w:style>
  <w:style w:type="paragraph" w:styleId="Telobesedila-zamik">
    <w:name w:val="Body Text Indent"/>
    <w:basedOn w:val="Navaden"/>
    <w:link w:val="Telobesedila-zamikZnak"/>
    <w:rsid w:val="0081654A"/>
    <w:pPr>
      <w:spacing w:after="120" w:line="240" w:lineRule="auto"/>
      <w:ind w:left="283"/>
    </w:pPr>
    <w:rPr>
      <w:rFonts w:ascii="Times New Roman" w:hAnsi="Times New Roman"/>
      <w:sz w:val="24"/>
      <w:lang w:val="sl-SI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81654A"/>
    <w:rPr>
      <w:sz w:val="24"/>
      <w:szCs w:val="24"/>
    </w:rPr>
  </w:style>
  <w:style w:type="paragraph" w:customStyle="1" w:styleId="Sklic-vrstica">
    <w:name w:val="Sklic- vrstica"/>
    <w:basedOn w:val="Telobesedila"/>
    <w:rsid w:val="0081654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Preformatted">
    <w:name w:val="Preformatted"/>
    <w:basedOn w:val="Navaden"/>
    <w:rsid w:val="0081654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Courier New" w:hAnsi="Courier New"/>
      <w:szCs w:val="20"/>
      <w:lang w:val="sl-SI" w:eastAsia="sl-SI"/>
    </w:rPr>
  </w:style>
  <w:style w:type="paragraph" w:customStyle="1" w:styleId="BodyText23">
    <w:name w:val="Body Text 23"/>
    <w:basedOn w:val="Navaden"/>
    <w:rsid w:val="0081654A"/>
    <w:pPr>
      <w:overflowPunct w:val="0"/>
      <w:autoSpaceDE w:val="0"/>
      <w:autoSpaceDN w:val="0"/>
      <w:adjustRightInd w:val="0"/>
      <w:spacing w:line="240" w:lineRule="auto"/>
      <w:ind w:left="360"/>
      <w:jc w:val="both"/>
      <w:textAlignment w:val="baseline"/>
    </w:pPr>
    <w:rPr>
      <w:rFonts w:ascii="Times New Roman" w:hAnsi="Times New Roman"/>
      <w:sz w:val="24"/>
      <w:szCs w:val="20"/>
      <w:lang w:val="sl-SI" w:eastAsia="sl-SI"/>
    </w:rPr>
  </w:style>
  <w:style w:type="paragraph" w:styleId="HTML-oblikovano">
    <w:name w:val="HTML Preformatted"/>
    <w:basedOn w:val="Navaden"/>
    <w:link w:val="HTML-oblikovanoZnak"/>
    <w:rsid w:val="00816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color w:val="000000"/>
      <w:sz w:val="16"/>
      <w:szCs w:val="16"/>
      <w:lang w:val="en-GB"/>
    </w:rPr>
  </w:style>
  <w:style w:type="character" w:customStyle="1" w:styleId="HTML-oblikovanoZnak">
    <w:name w:val="HTML-oblikovano Znak"/>
    <w:basedOn w:val="Privzetapisavaodstavka"/>
    <w:link w:val="HTML-oblikovano"/>
    <w:rsid w:val="0081654A"/>
    <w:rPr>
      <w:rFonts w:ascii="Arial Unicode MS" w:eastAsia="Arial Unicode MS" w:hAnsi="Arial Unicode MS" w:cs="Arial Unicode MS"/>
      <w:color w:val="000000"/>
      <w:sz w:val="16"/>
      <w:szCs w:val="16"/>
      <w:lang w:val="en-GB" w:eastAsia="en-US"/>
    </w:rPr>
  </w:style>
  <w:style w:type="paragraph" w:customStyle="1" w:styleId="Telobesedila21">
    <w:name w:val="Telo besedila 21"/>
    <w:basedOn w:val="Navaden"/>
    <w:rsid w:val="0081654A"/>
    <w:pPr>
      <w:suppressAutoHyphens/>
      <w:spacing w:line="240" w:lineRule="auto"/>
      <w:jc w:val="both"/>
    </w:pPr>
    <w:rPr>
      <w:rFonts w:ascii="Times New Roman" w:hAnsi="Times New Roman"/>
      <w:b/>
      <w:bCs/>
      <w:i/>
      <w:iCs/>
      <w:sz w:val="24"/>
      <w:lang w:val="sl-SI" w:eastAsia="ar-SA"/>
    </w:rPr>
  </w:style>
  <w:style w:type="paragraph" w:customStyle="1" w:styleId="Index">
    <w:name w:val="Index"/>
    <w:basedOn w:val="Navaden"/>
    <w:rsid w:val="0081654A"/>
    <w:pPr>
      <w:suppressLineNumbers/>
      <w:suppressAutoHyphens/>
      <w:spacing w:line="240" w:lineRule="auto"/>
    </w:pPr>
    <w:rPr>
      <w:rFonts w:ascii="Times New Roman" w:hAnsi="Times New Roman" w:cs="Tahoma"/>
      <w:sz w:val="24"/>
      <w:lang w:val="sl-SI" w:eastAsia="ar-SA"/>
    </w:rPr>
  </w:style>
  <w:style w:type="numbering" w:customStyle="1" w:styleId="Slog11">
    <w:name w:val="Slog11"/>
    <w:rsid w:val="0081654A"/>
    <w:pPr>
      <w:numPr>
        <w:numId w:val="52"/>
      </w:numPr>
    </w:pPr>
  </w:style>
  <w:style w:type="paragraph" w:customStyle="1" w:styleId="Obrazec1">
    <w:name w:val="Obrazec 1"/>
    <w:basedOn w:val="Navaden"/>
    <w:autoRedefine/>
    <w:rsid w:val="0081654A"/>
    <w:pPr>
      <w:keepNext/>
      <w:keepLines/>
      <w:pageBreakBefore/>
      <w:numPr>
        <w:numId w:val="53"/>
      </w:numPr>
      <w:tabs>
        <w:tab w:val="left" w:pos="1701"/>
      </w:tabs>
      <w:spacing w:line="240" w:lineRule="auto"/>
      <w:jc w:val="both"/>
    </w:pPr>
    <w:rPr>
      <w:rFonts w:ascii="Verdana" w:hAnsi="Verdana"/>
      <w:b/>
      <w:noProof/>
      <w:snapToGrid w:val="0"/>
      <w:szCs w:val="20"/>
      <w:lang w:val="sl-SI" w:eastAsia="sl-SI"/>
    </w:rPr>
  </w:style>
  <w:style w:type="paragraph" w:customStyle="1" w:styleId="Rimske-glavno">
    <w:name w:val="Rimske-glavno"/>
    <w:basedOn w:val="Navaden"/>
    <w:autoRedefine/>
    <w:rsid w:val="0081654A"/>
    <w:pPr>
      <w:spacing w:line="240" w:lineRule="auto"/>
      <w:jc w:val="both"/>
    </w:pPr>
    <w:rPr>
      <w:rFonts w:ascii="Times New Roman" w:hAnsi="Times New Roman"/>
      <w:sz w:val="24"/>
      <w:lang w:val="sl-SI" w:eastAsia="sl-SI"/>
    </w:rPr>
  </w:style>
  <w:style w:type="paragraph" w:customStyle="1" w:styleId="NavadenA">
    <w:name w:val="Navaden/÷A"/>
    <w:rsid w:val="0081654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customStyle="1" w:styleId="BodyText22">
    <w:name w:val="Body Text 22"/>
    <w:basedOn w:val="Navaden"/>
    <w:rsid w:val="0081654A"/>
    <w:pPr>
      <w:overflowPunct w:val="0"/>
      <w:autoSpaceDE w:val="0"/>
      <w:autoSpaceDN w:val="0"/>
      <w:adjustRightInd w:val="0"/>
      <w:spacing w:line="240" w:lineRule="auto"/>
      <w:ind w:left="360"/>
      <w:jc w:val="both"/>
      <w:textAlignment w:val="baseline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Telobesedila32">
    <w:name w:val="Telo besedila 32"/>
    <w:basedOn w:val="Navaden"/>
    <w:rsid w:val="0081654A"/>
    <w:pPr>
      <w:suppressAutoHyphens/>
      <w:spacing w:line="240" w:lineRule="auto"/>
      <w:jc w:val="both"/>
    </w:pPr>
    <w:rPr>
      <w:rFonts w:ascii="Times New Roman" w:hAnsi="Times New Roman"/>
      <w:sz w:val="24"/>
      <w:lang w:val="sl-SI" w:eastAsia="ar-SA"/>
    </w:rPr>
  </w:style>
  <w:style w:type="paragraph" w:customStyle="1" w:styleId="BodyTextIndent21">
    <w:name w:val="Body Text Indent 21"/>
    <w:basedOn w:val="Navaden"/>
    <w:rsid w:val="0081654A"/>
    <w:pPr>
      <w:spacing w:line="240" w:lineRule="auto"/>
      <w:ind w:left="426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BodyTextIndent31">
    <w:name w:val="Body Text Indent 31"/>
    <w:basedOn w:val="Navaden"/>
    <w:rsid w:val="0081654A"/>
    <w:pPr>
      <w:tabs>
        <w:tab w:val="left" w:pos="1843"/>
      </w:tabs>
      <w:spacing w:line="240" w:lineRule="auto"/>
      <w:ind w:left="708"/>
      <w:jc w:val="both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SlogNaslov3latinskiArialsestavljenArial14ptSamo">
    <w:name w:val="Slog Naslov 3 + (latinski) Arial (sestavljen) Arial 14 pt Samo ..."/>
    <w:basedOn w:val="Naslov3"/>
    <w:autoRedefine/>
    <w:rsid w:val="0081654A"/>
    <w:pPr>
      <w:keepNext/>
      <w:numPr>
        <w:ilvl w:val="0"/>
        <w:numId w:val="0"/>
      </w:numPr>
      <w:spacing w:before="120" w:beforeAutospacing="0" w:after="60" w:afterAutospacing="0"/>
      <w:jc w:val="both"/>
    </w:pPr>
    <w:rPr>
      <w:rFonts w:ascii="Arial" w:hAnsi="Arial" w:cs="Arial"/>
      <w:caps/>
      <w:sz w:val="28"/>
      <w:szCs w:val="28"/>
    </w:rPr>
  </w:style>
  <w:style w:type="paragraph" w:customStyle="1" w:styleId="NASLOVI">
    <w:name w:val="NASLOV_I"/>
    <w:basedOn w:val="Navaden"/>
    <w:autoRedefine/>
    <w:rsid w:val="0081654A"/>
    <w:pPr>
      <w:tabs>
        <w:tab w:val="num" w:pos="360"/>
      </w:tabs>
      <w:spacing w:line="240" w:lineRule="auto"/>
    </w:pPr>
    <w:rPr>
      <w:rFonts w:ascii="Times New Roman" w:hAnsi="Times New Roman" w:cs="Arial"/>
      <w:sz w:val="22"/>
      <w:szCs w:val="22"/>
    </w:rPr>
  </w:style>
  <w:style w:type="paragraph" w:styleId="Telobesedila3">
    <w:name w:val="Body Text 3"/>
    <w:basedOn w:val="Navaden"/>
    <w:link w:val="Telobesedila3Znak"/>
    <w:rsid w:val="0081654A"/>
    <w:pPr>
      <w:spacing w:after="120" w:line="240" w:lineRule="auto"/>
    </w:pPr>
    <w:rPr>
      <w:rFonts w:ascii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rsid w:val="0081654A"/>
    <w:rPr>
      <w:sz w:val="16"/>
      <w:szCs w:val="16"/>
    </w:rPr>
  </w:style>
  <w:style w:type="paragraph" w:customStyle="1" w:styleId="odr">
    <w:name w:val="odr"/>
    <w:basedOn w:val="Navaden"/>
    <w:rsid w:val="0081654A"/>
    <w:pPr>
      <w:tabs>
        <w:tab w:val="num" w:pos="720"/>
      </w:tabs>
      <w:spacing w:after="120" w:line="340" w:lineRule="exact"/>
      <w:ind w:left="720" w:hanging="360"/>
      <w:jc w:val="both"/>
    </w:pPr>
    <w:rPr>
      <w:rFonts w:ascii="Tahoma" w:hAnsi="Tahoma"/>
      <w:spacing w:val="4"/>
      <w:sz w:val="22"/>
      <w:lang w:eastAsia="cs-CZ"/>
    </w:rPr>
  </w:style>
  <w:style w:type="table" w:customStyle="1" w:styleId="Tabelamrea11">
    <w:name w:val="Tabela – mreža11"/>
    <w:basedOn w:val="Navadnatabela"/>
    <w:next w:val="Tabelamrea"/>
    <w:uiPriority w:val="99"/>
    <w:rsid w:val="0081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">
    <w:name w:val="Znak Znak Znak Znak Znak Znak Znak Znak Znak"/>
    <w:basedOn w:val="Navaden"/>
    <w:rsid w:val="0081654A"/>
    <w:pPr>
      <w:spacing w:after="160" w:line="240" w:lineRule="exact"/>
    </w:pPr>
    <w:rPr>
      <w:rFonts w:ascii="Tahoma" w:hAnsi="Tahoma"/>
      <w:szCs w:val="20"/>
    </w:rPr>
  </w:style>
  <w:style w:type="numbering" w:customStyle="1" w:styleId="Slog111">
    <w:name w:val="Slog111"/>
    <w:rsid w:val="0081654A"/>
    <w:pPr>
      <w:numPr>
        <w:numId w:val="48"/>
      </w:numPr>
    </w:pPr>
  </w:style>
  <w:style w:type="table" w:customStyle="1" w:styleId="Tabelamrea21">
    <w:name w:val="Tabela – mreža21"/>
    <w:basedOn w:val="Navadnatabela"/>
    <w:next w:val="Tabelamrea"/>
    <w:uiPriority w:val="99"/>
    <w:rsid w:val="0081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og1111">
    <w:name w:val="Slog1111"/>
    <w:rsid w:val="0081654A"/>
    <w:pPr>
      <w:numPr>
        <w:numId w:val="49"/>
      </w:numPr>
    </w:pPr>
  </w:style>
  <w:style w:type="paragraph" w:customStyle="1" w:styleId="Navaden1">
    <w:name w:val="Navaden1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table" w:customStyle="1" w:styleId="Tabelasvetlamrea1poudarek11">
    <w:name w:val="Tabela – svetla mreža 1 (poudarek 1)1"/>
    <w:basedOn w:val="Navadnatabela"/>
    <w:uiPriority w:val="46"/>
    <w:rsid w:val="0081654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Znak">
    <w:name w:val="TEKST Znak"/>
    <w:link w:val="TEKST"/>
    <w:locked/>
    <w:rsid w:val="0081654A"/>
    <w:rPr>
      <w:rFonts w:ascii="Trebuchet MS" w:hAnsi="Trebuchet MS"/>
    </w:rPr>
  </w:style>
  <w:style w:type="paragraph" w:customStyle="1" w:styleId="TEKST">
    <w:name w:val="TEKST"/>
    <w:basedOn w:val="Navaden"/>
    <w:link w:val="TEKSTZnak"/>
    <w:rsid w:val="0081654A"/>
    <w:pPr>
      <w:spacing w:line="264" w:lineRule="auto"/>
      <w:jc w:val="both"/>
    </w:pPr>
    <w:rPr>
      <w:rFonts w:ascii="Trebuchet MS" w:hAnsi="Trebuchet MS"/>
      <w:szCs w:val="20"/>
      <w:lang w:val="sl-SI" w:eastAsia="sl-SI"/>
    </w:rPr>
  </w:style>
  <w:style w:type="table" w:customStyle="1" w:styleId="Navadnatabela41">
    <w:name w:val="Navadna tabela 41"/>
    <w:basedOn w:val="Navadnatabela"/>
    <w:uiPriority w:val="44"/>
    <w:rsid w:val="008165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t">
    <w:name w:val="st"/>
    <w:basedOn w:val="Privzetapisavaodstavka"/>
    <w:rsid w:val="0081654A"/>
  </w:style>
  <w:style w:type="paragraph" w:customStyle="1" w:styleId="ti-art">
    <w:name w:val="ti-art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ti-art">
    <w:name w:val="sti-art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Navaden2">
    <w:name w:val="Navaden2"/>
    <w:basedOn w:val="Navaden"/>
    <w:rsid w:val="0081654A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customStyle="1" w:styleId="SlogNaslov1Arial">
    <w:name w:val="Slog Naslov 1 + Arial"/>
    <w:basedOn w:val="Naslov1"/>
    <w:uiPriority w:val="99"/>
    <w:rsid w:val="0081654A"/>
    <w:pPr>
      <w:numPr>
        <w:numId w:val="0"/>
      </w:numPr>
      <w:tabs>
        <w:tab w:val="num" w:pos="454"/>
      </w:tabs>
      <w:autoSpaceDE w:val="0"/>
      <w:autoSpaceDN w:val="0"/>
      <w:adjustRightInd w:val="0"/>
      <w:ind w:left="454" w:hanging="454"/>
    </w:pPr>
    <w:rPr>
      <w:rFonts w:cs="Times New Roman"/>
      <w:bCs/>
      <w:color w:val="auto"/>
      <w:kern w:val="0"/>
      <w:sz w:val="20"/>
      <w:u w:val="single"/>
    </w:rPr>
  </w:style>
  <w:style w:type="character" w:customStyle="1" w:styleId="FontStyle53">
    <w:name w:val="Font Style53"/>
    <w:uiPriority w:val="99"/>
    <w:rsid w:val="0081654A"/>
    <w:rPr>
      <w:rFonts w:ascii="Tahoma" w:hAnsi="Tahoma" w:cs="Tahoma"/>
      <w:sz w:val="14"/>
      <w:szCs w:val="14"/>
    </w:rPr>
  </w:style>
  <w:style w:type="table" w:styleId="Tabelasvetlamrea1poudarek1">
    <w:name w:val="Grid Table 1 Light Accent 1"/>
    <w:basedOn w:val="Navadnatabela"/>
    <w:uiPriority w:val="46"/>
    <w:rsid w:val="0081654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Navadnatabela4">
    <w:name w:val="Plain Table 4"/>
    <w:basedOn w:val="Navadnatabela"/>
    <w:uiPriority w:val="44"/>
    <w:rsid w:val="008165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etelseznampoudarek3">
    <w:name w:val="Light List Accent 3"/>
    <w:basedOn w:val="Navadnatabela"/>
    <w:uiPriority w:val="61"/>
    <w:rsid w:val="0081654A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tevilkavrstice">
    <w:name w:val="line number"/>
    <w:basedOn w:val="Privzetapisavaodstavka"/>
    <w:rsid w:val="0081654A"/>
  </w:style>
  <w:style w:type="table" w:customStyle="1" w:styleId="Tabelamrea31">
    <w:name w:val="Tabela – mreža31"/>
    <w:basedOn w:val="Navadnatabela"/>
    <w:next w:val="Tabelamrea"/>
    <w:uiPriority w:val="39"/>
    <w:rsid w:val="008165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og21">
    <w:name w:val="Slog21"/>
    <w:uiPriority w:val="99"/>
    <w:rsid w:val="0081654A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837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23327125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52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91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65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9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626278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671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9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8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85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82926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209685657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0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33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7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03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0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17178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0141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06083140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0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7894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65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64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1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9610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37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32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2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672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25737505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19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9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69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534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12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03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47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056029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896025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5235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5481843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4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7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277195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1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3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1054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44935543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05919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95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5231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96103544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7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5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1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8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07226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70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6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0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6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0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1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9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8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0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4605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4713631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1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3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97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65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79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53259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2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1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0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0279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38892124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5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87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0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19063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5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1011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38229131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22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14307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8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2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54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4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192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58730214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7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7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2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1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925324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9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7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1637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7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70840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6467103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46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4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39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0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7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10331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0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3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0256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96373546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86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82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6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466583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8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47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5962">
                      <w:marLeft w:val="-150"/>
                      <w:marRight w:val="0"/>
                      <w:marTop w:val="0"/>
                      <w:marBottom w:val="0"/>
                      <w:divBdr>
                        <w:top w:val="single" w:sz="6" w:space="0" w:color="9FC4D8"/>
                        <w:left w:val="single" w:sz="6" w:space="8" w:color="9FC4D8"/>
                        <w:bottom w:val="single" w:sz="24" w:space="0" w:color="9FC4D8"/>
                        <w:right w:val="single" w:sz="6" w:space="8" w:color="9FC4D8"/>
                      </w:divBdr>
                      <w:divsChild>
                        <w:div w:id="116196976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6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26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5461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22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4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75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4992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38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6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mdp.gov.si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mdp.gov.s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-NAVODILA%20IN%20OBRAZCI%20SIT\CGP%20SVRK\Dopisne%20predloge\dopisna%20predloga_nova%20vladna%20sluzba_SL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C2132710FAF428B74F928EC420E76" ma:contentTypeVersion="7" ma:contentTypeDescription="Create a new document." ma:contentTypeScope="" ma:versionID="a71c2cbb6c76d4e215455259201e1eb0">
  <xsd:schema xmlns:xsd="http://www.w3.org/2001/XMLSchema" xmlns:xs="http://www.w3.org/2001/XMLSchema" xmlns:p="http://schemas.microsoft.com/office/2006/metadata/properties" xmlns:ns2="7923896c-f80c-4321-abf5-90b31cb20611" xmlns:ns3="b64e9c07-1ab4-42cf-b5ad-c97fd754f3e0" targetNamespace="http://schemas.microsoft.com/office/2006/metadata/properties" ma:root="true" ma:fieldsID="2d5e2be8bd8901739fb7e8d249ce931b" ns2:_="" ns3:_="">
    <xsd:import namespace="7923896c-f80c-4321-abf5-90b31cb20611"/>
    <xsd:import namespace="b64e9c07-1ab4-42cf-b5ad-c97fd754f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896c-f80c-4321-abf5-90b31cb20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e9c07-1ab4-42cf-b5ad-c97fd754f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923896c-f80c-4321-abf5-90b31cb20611" xsi:nil="true"/>
    <SharedWithUsers xmlns="b64e9c07-1ab4-42cf-b5ad-c97fd754f3e0">
      <UserInfo>
        <DisplayName>Katarina Zadnik</DisplayName>
        <AccountId>18</AccountId>
        <AccountType/>
      </UserInfo>
      <UserInfo>
        <DisplayName>Marija Gyergyek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2EF8CB0-B6C3-4A4B-8446-C324C1FC6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896c-f80c-4321-abf5-90b31cb20611"/>
    <ds:schemaRef ds:uri="b64e9c07-1ab4-42cf-b5ad-c97fd754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B0450-17F3-4BD9-94B4-85848F7F2E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9ED41-1F51-448D-B7C4-F412D6DCD0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D3ECC9-38F7-4E44-95DA-ECAA0A02FE39}">
  <ds:schemaRefs>
    <ds:schemaRef ds:uri="http://schemas.microsoft.com/office/2006/metadata/properties"/>
    <ds:schemaRef ds:uri="http://schemas.microsoft.com/office/infopath/2007/PartnerControls"/>
    <ds:schemaRef ds:uri="7923896c-f80c-4321-abf5-90b31cb20611"/>
    <ds:schemaRef ds:uri="b64e9c07-1ab4-42cf-b5ad-c97fd754f3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dopisna predloga_nova vladna sluzba_SLO</Template>
  <TotalTime>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Indea d.o.o.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Zvonimir.Unijat@gov.si</dc:creator>
  <cp:keywords/>
  <cp:lastModifiedBy>Kozar Aleš</cp:lastModifiedBy>
  <cp:revision>2</cp:revision>
  <cp:lastPrinted>2015-01-09T09:09:00Z</cp:lastPrinted>
  <dcterms:created xsi:type="dcterms:W3CDTF">2025-02-06T10:57:00Z</dcterms:created>
  <dcterms:modified xsi:type="dcterms:W3CDTF">2025-02-06T10:57:00Z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0x010100F21C2132710FAF428B74F928EC420E76</vt:lpwstr>
  </property>
  <property fmtid="{D5CDD505-2E9C-101B-9397-08002B2CF9AE}" pid="3" name="MSIP_Label_b9fc6f63-046c-41f3-ba25-1437516571c5_Enabled">
    <vt:lpwstr>true</vt:lpwstr>
  </property>
  <property fmtid="{D5CDD505-2E9C-101B-9397-08002B2CF9AE}" pid="4" name="MSIP_Label_b9fc6f63-046c-41f3-ba25-1437516571c5_SetDate">
    <vt:lpwstr>2025-02-06T10:57:01Z</vt:lpwstr>
  </property>
  <property fmtid="{D5CDD505-2E9C-101B-9397-08002B2CF9AE}" pid="5" name="MSIP_Label_b9fc6f63-046c-41f3-ba25-1437516571c5_Method">
    <vt:lpwstr>Standard</vt:lpwstr>
  </property>
  <property fmtid="{D5CDD505-2E9C-101B-9397-08002B2CF9AE}" pid="6" name="MSIP_Label_b9fc6f63-046c-41f3-ba25-1437516571c5_Name">
    <vt:lpwstr>NIZKA ZAUPNOST</vt:lpwstr>
  </property>
  <property fmtid="{D5CDD505-2E9C-101B-9397-08002B2CF9AE}" pid="7" name="MSIP_Label_b9fc6f63-046c-41f3-ba25-1437516571c5_SiteId">
    <vt:lpwstr>6b50702c-caff-40f2-86bd-da9c41fd299b</vt:lpwstr>
  </property>
  <property fmtid="{D5CDD505-2E9C-101B-9397-08002B2CF9AE}" pid="8" name="MSIP_Label_b9fc6f63-046c-41f3-ba25-1437516571c5_ActionId">
    <vt:lpwstr>dac399d4-2856-461b-b42e-18fe85127a99</vt:lpwstr>
  </property>
  <property fmtid="{D5CDD505-2E9C-101B-9397-08002B2CF9AE}" pid="9" name="MSIP_Label_b9fc6f63-046c-41f3-ba25-1437516571c5_ContentBits">
    <vt:lpwstr>0</vt:lpwstr>
  </property>
</Properties>
</file>